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51A638" w14:textId="77777777" w:rsidR="000719BB" w:rsidRPr="00924A62" w:rsidRDefault="000719BB" w:rsidP="006C2343">
      <w:pPr>
        <w:pStyle w:val="Titul2"/>
      </w:pPr>
    </w:p>
    <w:p w14:paraId="30627DCC" w14:textId="77777777" w:rsidR="00826B7B" w:rsidRPr="00924A62" w:rsidRDefault="00826B7B" w:rsidP="006C2343">
      <w:pPr>
        <w:pStyle w:val="Titul2"/>
      </w:pPr>
    </w:p>
    <w:p w14:paraId="4D80D193" w14:textId="77777777" w:rsidR="00DA1C67" w:rsidRPr="00924A62" w:rsidRDefault="00DA1C67" w:rsidP="006C2343">
      <w:pPr>
        <w:pStyle w:val="Titul2"/>
      </w:pPr>
    </w:p>
    <w:p w14:paraId="61F4E5C4" w14:textId="77777777" w:rsidR="003254A3" w:rsidRPr="00924A62" w:rsidRDefault="00BD76C3" w:rsidP="006C2343">
      <w:pPr>
        <w:pStyle w:val="Titul2"/>
      </w:pPr>
      <w:r w:rsidRPr="00924A62">
        <w:t>Příloha č. 2 c)</w:t>
      </w:r>
    </w:p>
    <w:p w14:paraId="0B1F8997" w14:textId="77777777" w:rsidR="003254A3" w:rsidRPr="00924A62" w:rsidRDefault="003254A3" w:rsidP="00AD0C7B">
      <w:pPr>
        <w:pStyle w:val="Titul2"/>
      </w:pPr>
    </w:p>
    <w:p w14:paraId="53EE2339" w14:textId="77777777" w:rsidR="00AD0C7B" w:rsidRPr="00924A62" w:rsidRDefault="00BD76C3" w:rsidP="006C2343">
      <w:pPr>
        <w:pStyle w:val="Titul1"/>
      </w:pPr>
      <w:r w:rsidRPr="00924A62">
        <w:t>Zvláštní</w:t>
      </w:r>
      <w:r w:rsidR="00AD0C7B" w:rsidRPr="00924A62">
        <w:t xml:space="preserve"> technické podmínky</w:t>
      </w:r>
    </w:p>
    <w:p w14:paraId="71CA127A" w14:textId="77777777" w:rsidR="00AD0C7B" w:rsidRPr="00924A62" w:rsidRDefault="00AD0C7B" w:rsidP="00EB46E5">
      <w:pPr>
        <w:pStyle w:val="Titul2"/>
      </w:pPr>
    </w:p>
    <w:p w14:paraId="7033CB2D" w14:textId="77777777" w:rsidR="00EB46E5" w:rsidRPr="00924A62" w:rsidRDefault="00EB46E5" w:rsidP="00BF54FE">
      <w:pPr>
        <w:pStyle w:val="Titul2"/>
      </w:pPr>
      <w:r w:rsidRPr="00924A62">
        <w:t>Zh</w:t>
      </w:r>
      <w:r w:rsidRPr="00924A62">
        <w:rPr>
          <w:rStyle w:val="Nzevakce"/>
          <w:b/>
        </w:rPr>
        <w:t>otov</w:t>
      </w:r>
      <w:r w:rsidRPr="00924A62">
        <w:t>en</w:t>
      </w:r>
      <w:r w:rsidR="00232000" w:rsidRPr="00924A62">
        <w:t xml:space="preserve">í stavby </w:t>
      </w:r>
    </w:p>
    <w:p w14:paraId="0E067D1B" w14:textId="77777777" w:rsidR="002007BA" w:rsidRPr="00924A62" w:rsidRDefault="002007BA" w:rsidP="006C2343">
      <w:pPr>
        <w:pStyle w:val="Tituldatum"/>
      </w:pPr>
    </w:p>
    <w:p w14:paraId="29FA1CBF" w14:textId="035F4147" w:rsidR="00BF54FE" w:rsidRPr="00924A62" w:rsidRDefault="002D7632" w:rsidP="00004A85">
      <w:pPr>
        <w:pStyle w:val="Tituldatum"/>
        <w:ind w:right="1075"/>
      </w:pPr>
      <w:r w:rsidRPr="00924A62">
        <w:rPr>
          <w:rStyle w:val="Nzevakce"/>
        </w:rPr>
        <w:t>Oprava PZS na trati Přerov – Břeclav</w:t>
      </w:r>
      <w:r w:rsidR="00004A85" w:rsidRPr="00924A62">
        <w:rPr>
          <w:rStyle w:val="Nzevakce"/>
        </w:rPr>
        <w:t xml:space="preserve"> </w:t>
      </w:r>
      <w:r w:rsidRPr="00924A62">
        <w:rPr>
          <w:rStyle w:val="Nzevakce"/>
        </w:rPr>
        <w:t>- 1.</w:t>
      </w:r>
      <w:r w:rsidR="00385DA9" w:rsidRPr="00924A62">
        <w:rPr>
          <w:rStyle w:val="Nzevakce"/>
        </w:rPr>
        <w:t xml:space="preserve"> </w:t>
      </w:r>
      <w:r w:rsidRPr="00924A62">
        <w:rPr>
          <w:rStyle w:val="Nzevakce"/>
        </w:rPr>
        <w:t>etapa</w:t>
      </w:r>
    </w:p>
    <w:p w14:paraId="7B2D9E1B" w14:textId="77777777" w:rsidR="00BF54FE" w:rsidRPr="00924A62" w:rsidRDefault="00BF54FE" w:rsidP="006C2343">
      <w:pPr>
        <w:pStyle w:val="Tituldatum"/>
      </w:pPr>
    </w:p>
    <w:p w14:paraId="20176008" w14:textId="77777777" w:rsidR="009226C1" w:rsidRPr="00924A62" w:rsidRDefault="009226C1" w:rsidP="006C2343">
      <w:pPr>
        <w:pStyle w:val="Tituldatum"/>
      </w:pPr>
    </w:p>
    <w:p w14:paraId="3BCBCDE0" w14:textId="77777777" w:rsidR="00DA1C67" w:rsidRPr="00924A62" w:rsidRDefault="00DA1C67" w:rsidP="006C2343">
      <w:pPr>
        <w:pStyle w:val="Tituldatum"/>
      </w:pPr>
    </w:p>
    <w:p w14:paraId="14A5E258" w14:textId="77777777" w:rsidR="00DA1C67" w:rsidRPr="00924A62" w:rsidRDefault="00DA1C67" w:rsidP="006C2343">
      <w:pPr>
        <w:pStyle w:val="Tituldatum"/>
      </w:pPr>
    </w:p>
    <w:p w14:paraId="3AE906E3" w14:textId="77777777" w:rsidR="003B111D" w:rsidRPr="00924A62" w:rsidRDefault="003B111D" w:rsidP="006C2343">
      <w:pPr>
        <w:pStyle w:val="Tituldatum"/>
      </w:pPr>
    </w:p>
    <w:p w14:paraId="18B9FFCB" w14:textId="23B55C06" w:rsidR="00826B7B" w:rsidRPr="00924A62" w:rsidRDefault="006C2343" w:rsidP="006C2343">
      <w:pPr>
        <w:pStyle w:val="Tituldatum"/>
      </w:pPr>
      <w:r w:rsidRPr="00924A62">
        <w:t xml:space="preserve">Datum vydání: </w:t>
      </w:r>
      <w:r w:rsidRPr="00924A62">
        <w:tab/>
      </w:r>
      <w:r w:rsidR="00D65FF1" w:rsidRPr="00924A62">
        <w:t>31</w:t>
      </w:r>
      <w:r w:rsidRPr="00924A62">
        <w:t xml:space="preserve">. </w:t>
      </w:r>
      <w:r w:rsidR="00DD550D" w:rsidRPr="00924A62">
        <w:t>0</w:t>
      </w:r>
      <w:r w:rsidR="002D7632" w:rsidRPr="00924A62">
        <w:t>8</w:t>
      </w:r>
      <w:r w:rsidRPr="00924A62">
        <w:t>. 20</w:t>
      </w:r>
      <w:r w:rsidR="002C0924" w:rsidRPr="00924A62">
        <w:t>2</w:t>
      </w:r>
      <w:r w:rsidR="00DD550D" w:rsidRPr="00924A62">
        <w:t>1</w:t>
      </w:r>
      <w:r w:rsidR="0076790E" w:rsidRPr="00924A62">
        <w:t xml:space="preserve"> </w:t>
      </w:r>
    </w:p>
    <w:p w14:paraId="3296D39B" w14:textId="77777777" w:rsidR="00826B7B" w:rsidRPr="00924A62" w:rsidRDefault="00826B7B">
      <w:r w:rsidRPr="00924A62">
        <w:br w:type="page"/>
      </w:r>
    </w:p>
    <w:p w14:paraId="6627779C" w14:textId="6DA83A66" w:rsidR="00DA1C67" w:rsidRPr="00924A62" w:rsidRDefault="00DA1C67"/>
    <w:p w14:paraId="13248912" w14:textId="77777777" w:rsidR="00BD7E91" w:rsidRPr="00924A62" w:rsidRDefault="00BD7E91" w:rsidP="00B101FD">
      <w:pPr>
        <w:pStyle w:val="Nadpisbezsl1-1"/>
      </w:pPr>
      <w:r w:rsidRPr="00924A62">
        <w:t>Obsah</w:t>
      </w:r>
      <w:r w:rsidR="00887F36" w:rsidRPr="00924A62">
        <w:t xml:space="preserve"> </w:t>
      </w:r>
    </w:p>
    <w:p w14:paraId="53AAC589" w14:textId="38D6FD46" w:rsidR="00D65FF1" w:rsidRPr="00924A62" w:rsidRDefault="00BD7E9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r w:rsidRPr="00924A62">
        <w:fldChar w:fldCharType="begin"/>
      </w:r>
      <w:r w:rsidRPr="00924A62">
        <w:instrText xml:space="preserve"> TOC \o "1-2" \h \z \u </w:instrText>
      </w:r>
      <w:r w:rsidRPr="00924A62">
        <w:fldChar w:fldCharType="separate"/>
      </w:r>
      <w:hyperlink w:anchor="_Toc81301018" w:history="1">
        <w:r w:rsidR="00D65FF1" w:rsidRPr="00924A62">
          <w:rPr>
            <w:rStyle w:val="Hypertextovodkaz"/>
            <w:color w:val="auto"/>
          </w:rPr>
          <w:t>SEZNAM ZKRATEK</w:t>
        </w:r>
        <w:r w:rsidR="00D65FF1" w:rsidRPr="00924A62">
          <w:rPr>
            <w:noProof/>
            <w:webHidden/>
          </w:rPr>
          <w:tab/>
        </w:r>
        <w:r w:rsidR="00D65FF1" w:rsidRPr="00924A62">
          <w:rPr>
            <w:noProof/>
            <w:webHidden/>
          </w:rPr>
          <w:fldChar w:fldCharType="begin"/>
        </w:r>
        <w:r w:rsidR="00D65FF1" w:rsidRPr="00924A62">
          <w:rPr>
            <w:noProof/>
            <w:webHidden/>
          </w:rPr>
          <w:instrText xml:space="preserve"> PAGEREF _Toc81301018 \h </w:instrText>
        </w:r>
        <w:r w:rsidR="00D65FF1" w:rsidRPr="00924A62">
          <w:rPr>
            <w:noProof/>
            <w:webHidden/>
          </w:rPr>
        </w:r>
        <w:r w:rsidR="00D65FF1" w:rsidRPr="00924A62">
          <w:rPr>
            <w:noProof/>
            <w:webHidden/>
          </w:rPr>
          <w:fldChar w:fldCharType="separate"/>
        </w:r>
        <w:r w:rsidR="00D65FF1" w:rsidRPr="00924A62">
          <w:rPr>
            <w:noProof/>
            <w:webHidden/>
          </w:rPr>
          <w:t>2</w:t>
        </w:r>
        <w:r w:rsidR="00D65FF1" w:rsidRPr="00924A62">
          <w:rPr>
            <w:noProof/>
            <w:webHidden/>
          </w:rPr>
          <w:fldChar w:fldCharType="end"/>
        </w:r>
      </w:hyperlink>
    </w:p>
    <w:p w14:paraId="5968F41B" w14:textId="49AB006D" w:rsidR="00D65FF1" w:rsidRPr="00924A62" w:rsidRDefault="007369EB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1301019" w:history="1">
        <w:r w:rsidR="00D65FF1" w:rsidRPr="00924A62">
          <w:rPr>
            <w:rStyle w:val="Hypertextovodkaz"/>
            <w:color w:val="auto"/>
          </w:rPr>
          <w:t>1.</w:t>
        </w:r>
        <w:r w:rsidR="00D65FF1" w:rsidRPr="00924A62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65FF1" w:rsidRPr="00924A62">
          <w:rPr>
            <w:rStyle w:val="Hypertextovodkaz"/>
            <w:color w:val="auto"/>
          </w:rPr>
          <w:t>SPECIFIKACE PŘEDMĚTU DÍLA</w:t>
        </w:r>
        <w:r w:rsidR="00D65FF1" w:rsidRPr="00924A62">
          <w:rPr>
            <w:noProof/>
            <w:webHidden/>
          </w:rPr>
          <w:tab/>
        </w:r>
        <w:r w:rsidR="00D65FF1" w:rsidRPr="00924A62">
          <w:rPr>
            <w:noProof/>
            <w:webHidden/>
          </w:rPr>
          <w:fldChar w:fldCharType="begin"/>
        </w:r>
        <w:r w:rsidR="00D65FF1" w:rsidRPr="00924A62">
          <w:rPr>
            <w:noProof/>
            <w:webHidden/>
          </w:rPr>
          <w:instrText xml:space="preserve"> PAGEREF _Toc81301019 \h </w:instrText>
        </w:r>
        <w:r w:rsidR="00D65FF1" w:rsidRPr="00924A62">
          <w:rPr>
            <w:noProof/>
            <w:webHidden/>
          </w:rPr>
        </w:r>
        <w:r w:rsidR="00D65FF1" w:rsidRPr="00924A62">
          <w:rPr>
            <w:noProof/>
            <w:webHidden/>
          </w:rPr>
          <w:fldChar w:fldCharType="separate"/>
        </w:r>
        <w:r w:rsidR="00D65FF1" w:rsidRPr="00924A62">
          <w:rPr>
            <w:noProof/>
            <w:webHidden/>
          </w:rPr>
          <w:t>3</w:t>
        </w:r>
        <w:r w:rsidR="00D65FF1" w:rsidRPr="00924A62">
          <w:rPr>
            <w:noProof/>
            <w:webHidden/>
          </w:rPr>
          <w:fldChar w:fldCharType="end"/>
        </w:r>
      </w:hyperlink>
    </w:p>
    <w:p w14:paraId="2A6999C2" w14:textId="534C19E0" w:rsidR="00D65FF1" w:rsidRPr="00924A62" w:rsidRDefault="007369EB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1301020" w:history="1">
        <w:r w:rsidR="00D65FF1" w:rsidRPr="00924A62">
          <w:rPr>
            <w:rStyle w:val="Hypertextovodkaz"/>
            <w:color w:val="auto"/>
          </w:rPr>
          <w:t>1.1</w:t>
        </w:r>
        <w:r w:rsidR="00D65FF1" w:rsidRPr="00924A62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D65FF1" w:rsidRPr="00924A62">
          <w:rPr>
            <w:rStyle w:val="Hypertextovodkaz"/>
            <w:color w:val="auto"/>
          </w:rPr>
          <w:t>Účel a rozsah předmětu Díla</w:t>
        </w:r>
        <w:r w:rsidR="00D65FF1" w:rsidRPr="00924A62">
          <w:rPr>
            <w:noProof/>
            <w:webHidden/>
          </w:rPr>
          <w:tab/>
        </w:r>
        <w:r w:rsidR="00D65FF1" w:rsidRPr="00924A62">
          <w:rPr>
            <w:noProof/>
            <w:webHidden/>
          </w:rPr>
          <w:fldChar w:fldCharType="begin"/>
        </w:r>
        <w:r w:rsidR="00D65FF1" w:rsidRPr="00924A62">
          <w:rPr>
            <w:noProof/>
            <w:webHidden/>
          </w:rPr>
          <w:instrText xml:space="preserve"> PAGEREF _Toc81301020 \h </w:instrText>
        </w:r>
        <w:r w:rsidR="00D65FF1" w:rsidRPr="00924A62">
          <w:rPr>
            <w:noProof/>
            <w:webHidden/>
          </w:rPr>
        </w:r>
        <w:r w:rsidR="00D65FF1" w:rsidRPr="00924A62">
          <w:rPr>
            <w:noProof/>
            <w:webHidden/>
          </w:rPr>
          <w:fldChar w:fldCharType="separate"/>
        </w:r>
        <w:r w:rsidR="00D65FF1" w:rsidRPr="00924A62">
          <w:rPr>
            <w:noProof/>
            <w:webHidden/>
          </w:rPr>
          <w:t>3</w:t>
        </w:r>
        <w:r w:rsidR="00D65FF1" w:rsidRPr="00924A62">
          <w:rPr>
            <w:noProof/>
            <w:webHidden/>
          </w:rPr>
          <w:fldChar w:fldCharType="end"/>
        </w:r>
      </w:hyperlink>
    </w:p>
    <w:p w14:paraId="303C7B2C" w14:textId="4EC1F437" w:rsidR="00D65FF1" w:rsidRPr="00924A62" w:rsidRDefault="007369EB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1301021" w:history="1">
        <w:r w:rsidR="00D65FF1" w:rsidRPr="00924A62">
          <w:rPr>
            <w:rStyle w:val="Hypertextovodkaz"/>
            <w:color w:val="auto"/>
          </w:rPr>
          <w:t>1.2</w:t>
        </w:r>
        <w:r w:rsidR="00D65FF1" w:rsidRPr="00924A62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D65FF1" w:rsidRPr="00924A62">
          <w:rPr>
            <w:rStyle w:val="Hypertextovodkaz"/>
            <w:color w:val="auto"/>
          </w:rPr>
          <w:t>Umístění stavby</w:t>
        </w:r>
        <w:r w:rsidR="00D65FF1" w:rsidRPr="00924A62">
          <w:rPr>
            <w:noProof/>
            <w:webHidden/>
          </w:rPr>
          <w:tab/>
        </w:r>
        <w:r w:rsidR="00D65FF1" w:rsidRPr="00924A62">
          <w:rPr>
            <w:noProof/>
            <w:webHidden/>
          </w:rPr>
          <w:fldChar w:fldCharType="begin"/>
        </w:r>
        <w:r w:rsidR="00D65FF1" w:rsidRPr="00924A62">
          <w:rPr>
            <w:noProof/>
            <w:webHidden/>
          </w:rPr>
          <w:instrText xml:space="preserve"> PAGEREF _Toc81301021 \h </w:instrText>
        </w:r>
        <w:r w:rsidR="00D65FF1" w:rsidRPr="00924A62">
          <w:rPr>
            <w:noProof/>
            <w:webHidden/>
          </w:rPr>
        </w:r>
        <w:r w:rsidR="00D65FF1" w:rsidRPr="00924A62">
          <w:rPr>
            <w:noProof/>
            <w:webHidden/>
          </w:rPr>
          <w:fldChar w:fldCharType="separate"/>
        </w:r>
        <w:r w:rsidR="00D65FF1" w:rsidRPr="00924A62">
          <w:rPr>
            <w:noProof/>
            <w:webHidden/>
          </w:rPr>
          <w:t>3</w:t>
        </w:r>
        <w:r w:rsidR="00D65FF1" w:rsidRPr="00924A62">
          <w:rPr>
            <w:noProof/>
            <w:webHidden/>
          </w:rPr>
          <w:fldChar w:fldCharType="end"/>
        </w:r>
      </w:hyperlink>
    </w:p>
    <w:p w14:paraId="1B4E1CB4" w14:textId="7F652E40" w:rsidR="00D65FF1" w:rsidRPr="00924A62" w:rsidRDefault="007369EB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1301022" w:history="1">
        <w:r w:rsidR="00D65FF1" w:rsidRPr="00924A62">
          <w:rPr>
            <w:rStyle w:val="Hypertextovodkaz"/>
            <w:color w:val="auto"/>
          </w:rPr>
          <w:t>2.</w:t>
        </w:r>
        <w:r w:rsidR="00D65FF1" w:rsidRPr="00924A62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65FF1" w:rsidRPr="00924A62">
          <w:rPr>
            <w:rStyle w:val="Hypertextovodkaz"/>
            <w:color w:val="auto"/>
          </w:rPr>
          <w:t>PŘEHLED VÝCHOZÍCH PODKLADŮ</w:t>
        </w:r>
        <w:r w:rsidR="00D65FF1" w:rsidRPr="00924A62">
          <w:rPr>
            <w:noProof/>
            <w:webHidden/>
          </w:rPr>
          <w:tab/>
        </w:r>
        <w:r w:rsidR="00D65FF1" w:rsidRPr="00924A62">
          <w:rPr>
            <w:noProof/>
            <w:webHidden/>
          </w:rPr>
          <w:fldChar w:fldCharType="begin"/>
        </w:r>
        <w:r w:rsidR="00D65FF1" w:rsidRPr="00924A62">
          <w:rPr>
            <w:noProof/>
            <w:webHidden/>
          </w:rPr>
          <w:instrText xml:space="preserve"> PAGEREF _Toc81301022 \h </w:instrText>
        </w:r>
        <w:r w:rsidR="00D65FF1" w:rsidRPr="00924A62">
          <w:rPr>
            <w:noProof/>
            <w:webHidden/>
          </w:rPr>
        </w:r>
        <w:r w:rsidR="00D65FF1" w:rsidRPr="00924A62">
          <w:rPr>
            <w:noProof/>
            <w:webHidden/>
          </w:rPr>
          <w:fldChar w:fldCharType="separate"/>
        </w:r>
        <w:r w:rsidR="00D65FF1" w:rsidRPr="00924A62">
          <w:rPr>
            <w:noProof/>
            <w:webHidden/>
          </w:rPr>
          <w:t>3</w:t>
        </w:r>
        <w:r w:rsidR="00D65FF1" w:rsidRPr="00924A62">
          <w:rPr>
            <w:noProof/>
            <w:webHidden/>
          </w:rPr>
          <w:fldChar w:fldCharType="end"/>
        </w:r>
      </w:hyperlink>
    </w:p>
    <w:p w14:paraId="1EAFF771" w14:textId="5E09FDD0" w:rsidR="00D65FF1" w:rsidRPr="00924A62" w:rsidRDefault="007369EB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1301023" w:history="1">
        <w:r w:rsidR="00D65FF1" w:rsidRPr="00924A62">
          <w:rPr>
            <w:rStyle w:val="Hypertextovodkaz"/>
            <w:color w:val="auto"/>
          </w:rPr>
          <w:t>2.1</w:t>
        </w:r>
        <w:r w:rsidR="00D65FF1" w:rsidRPr="00924A62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D65FF1" w:rsidRPr="00924A62">
          <w:rPr>
            <w:rStyle w:val="Hypertextovodkaz"/>
            <w:color w:val="auto"/>
          </w:rPr>
          <w:t>Projektová dokumentace</w:t>
        </w:r>
        <w:r w:rsidR="00D65FF1" w:rsidRPr="00924A62">
          <w:rPr>
            <w:noProof/>
            <w:webHidden/>
          </w:rPr>
          <w:tab/>
        </w:r>
        <w:r w:rsidR="00D65FF1" w:rsidRPr="00924A62">
          <w:rPr>
            <w:noProof/>
            <w:webHidden/>
          </w:rPr>
          <w:fldChar w:fldCharType="begin"/>
        </w:r>
        <w:r w:rsidR="00D65FF1" w:rsidRPr="00924A62">
          <w:rPr>
            <w:noProof/>
            <w:webHidden/>
          </w:rPr>
          <w:instrText xml:space="preserve"> PAGEREF _Toc81301023 \h </w:instrText>
        </w:r>
        <w:r w:rsidR="00D65FF1" w:rsidRPr="00924A62">
          <w:rPr>
            <w:noProof/>
            <w:webHidden/>
          </w:rPr>
        </w:r>
        <w:r w:rsidR="00D65FF1" w:rsidRPr="00924A62">
          <w:rPr>
            <w:noProof/>
            <w:webHidden/>
          </w:rPr>
          <w:fldChar w:fldCharType="separate"/>
        </w:r>
        <w:r w:rsidR="00D65FF1" w:rsidRPr="00924A62">
          <w:rPr>
            <w:noProof/>
            <w:webHidden/>
          </w:rPr>
          <w:t>3</w:t>
        </w:r>
        <w:r w:rsidR="00D65FF1" w:rsidRPr="00924A62">
          <w:rPr>
            <w:noProof/>
            <w:webHidden/>
          </w:rPr>
          <w:fldChar w:fldCharType="end"/>
        </w:r>
      </w:hyperlink>
    </w:p>
    <w:p w14:paraId="5FB4598E" w14:textId="235866CC" w:rsidR="00D65FF1" w:rsidRPr="00924A62" w:rsidRDefault="007369EB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1301024" w:history="1">
        <w:r w:rsidR="00D65FF1" w:rsidRPr="00924A62">
          <w:rPr>
            <w:rStyle w:val="Hypertextovodkaz"/>
            <w:color w:val="auto"/>
          </w:rPr>
          <w:t>2.2</w:t>
        </w:r>
        <w:r w:rsidR="00D65FF1" w:rsidRPr="00924A62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D65FF1" w:rsidRPr="00924A62">
          <w:rPr>
            <w:rStyle w:val="Hypertextovodkaz"/>
            <w:color w:val="auto"/>
          </w:rPr>
          <w:t>Související dokumentace</w:t>
        </w:r>
        <w:r w:rsidR="00D65FF1" w:rsidRPr="00924A62">
          <w:rPr>
            <w:noProof/>
            <w:webHidden/>
          </w:rPr>
          <w:tab/>
        </w:r>
        <w:r w:rsidR="00D65FF1" w:rsidRPr="00924A62">
          <w:rPr>
            <w:noProof/>
            <w:webHidden/>
          </w:rPr>
          <w:fldChar w:fldCharType="begin"/>
        </w:r>
        <w:r w:rsidR="00D65FF1" w:rsidRPr="00924A62">
          <w:rPr>
            <w:noProof/>
            <w:webHidden/>
          </w:rPr>
          <w:instrText xml:space="preserve"> PAGEREF _Toc81301024 \h </w:instrText>
        </w:r>
        <w:r w:rsidR="00D65FF1" w:rsidRPr="00924A62">
          <w:rPr>
            <w:noProof/>
            <w:webHidden/>
          </w:rPr>
        </w:r>
        <w:r w:rsidR="00D65FF1" w:rsidRPr="00924A62">
          <w:rPr>
            <w:noProof/>
            <w:webHidden/>
          </w:rPr>
          <w:fldChar w:fldCharType="separate"/>
        </w:r>
        <w:r w:rsidR="00D65FF1" w:rsidRPr="00924A62">
          <w:rPr>
            <w:noProof/>
            <w:webHidden/>
          </w:rPr>
          <w:t>3</w:t>
        </w:r>
        <w:r w:rsidR="00D65FF1" w:rsidRPr="00924A62">
          <w:rPr>
            <w:noProof/>
            <w:webHidden/>
          </w:rPr>
          <w:fldChar w:fldCharType="end"/>
        </w:r>
      </w:hyperlink>
    </w:p>
    <w:p w14:paraId="24DC7C92" w14:textId="3976A995" w:rsidR="00D65FF1" w:rsidRPr="00924A62" w:rsidRDefault="007369EB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1301025" w:history="1">
        <w:r w:rsidR="00D65FF1" w:rsidRPr="00924A62">
          <w:rPr>
            <w:rStyle w:val="Hypertextovodkaz"/>
            <w:color w:val="auto"/>
          </w:rPr>
          <w:t>3.</w:t>
        </w:r>
        <w:r w:rsidR="00D65FF1" w:rsidRPr="00924A62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65FF1" w:rsidRPr="00924A62">
          <w:rPr>
            <w:rStyle w:val="Hypertextovodkaz"/>
            <w:color w:val="auto"/>
          </w:rPr>
          <w:t>KOORDINACE S JINÝMI STAVBAMI</w:t>
        </w:r>
        <w:r w:rsidR="00D65FF1" w:rsidRPr="00924A62">
          <w:rPr>
            <w:noProof/>
            <w:webHidden/>
          </w:rPr>
          <w:tab/>
        </w:r>
        <w:r w:rsidR="00D65FF1" w:rsidRPr="00924A62">
          <w:rPr>
            <w:noProof/>
            <w:webHidden/>
          </w:rPr>
          <w:fldChar w:fldCharType="begin"/>
        </w:r>
        <w:r w:rsidR="00D65FF1" w:rsidRPr="00924A62">
          <w:rPr>
            <w:noProof/>
            <w:webHidden/>
          </w:rPr>
          <w:instrText xml:space="preserve"> PAGEREF _Toc81301025 \h </w:instrText>
        </w:r>
        <w:r w:rsidR="00D65FF1" w:rsidRPr="00924A62">
          <w:rPr>
            <w:noProof/>
            <w:webHidden/>
          </w:rPr>
        </w:r>
        <w:r w:rsidR="00D65FF1" w:rsidRPr="00924A62">
          <w:rPr>
            <w:noProof/>
            <w:webHidden/>
          </w:rPr>
          <w:fldChar w:fldCharType="separate"/>
        </w:r>
        <w:r w:rsidR="00D65FF1" w:rsidRPr="00924A62">
          <w:rPr>
            <w:noProof/>
            <w:webHidden/>
          </w:rPr>
          <w:t>3</w:t>
        </w:r>
        <w:r w:rsidR="00D65FF1" w:rsidRPr="00924A62">
          <w:rPr>
            <w:noProof/>
            <w:webHidden/>
          </w:rPr>
          <w:fldChar w:fldCharType="end"/>
        </w:r>
      </w:hyperlink>
    </w:p>
    <w:p w14:paraId="39A3BAAA" w14:textId="28A3C791" w:rsidR="00D65FF1" w:rsidRPr="00924A62" w:rsidRDefault="007369EB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1301026" w:history="1">
        <w:r w:rsidR="00D65FF1" w:rsidRPr="00924A62">
          <w:rPr>
            <w:rStyle w:val="Hypertextovodkaz"/>
            <w:color w:val="auto"/>
          </w:rPr>
          <w:t>4.</w:t>
        </w:r>
        <w:r w:rsidR="00D65FF1" w:rsidRPr="00924A62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65FF1" w:rsidRPr="00924A62">
          <w:rPr>
            <w:rStyle w:val="Hypertextovodkaz"/>
            <w:color w:val="auto"/>
          </w:rPr>
          <w:t>ZVLÁŠTNÍ TECHNICKÉ PODMÍNKY A POŽADAVKY NA PROVEDENÍ DÍLA</w:t>
        </w:r>
        <w:r w:rsidR="00D65FF1" w:rsidRPr="00924A62">
          <w:rPr>
            <w:noProof/>
            <w:webHidden/>
          </w:rPr>
          <w:tab/>
        </w:r>
        <w:r w:rsidR="00D65FF1" w:rsidRPr="00924A62">
          <w:rPr>
            <w:noProof/>
            <w:webHidden/>
          </w:rPr>
          <w:fldChar w:fldCharType="begin"/>
        </w:r>
        <w:r w:rsidR="00D65FF1" w:rsidRPr="00924A62">
          <w:rPr>
            <w:noProof/>
            <w:webHidden/>
          </w:rPr>
          <w:instrText xml:space="preserve"> PAGEREF _Toc81301026 \h </w:instrText>
        </w:r>
        <w:r w:rsidR="00D65FF1" w:rsidRPr="00924A62">
          <w:rPr>
            <w:noProof/>
            <w:webHidden/>
          </w:rPr>
        </w:r>
        <w:r w:rsidR="00D65FF1" w:rsidRPr="00924A62">
          <w:rPr>
            <w:noProof/>
            <w:webHidden/>
          </w:rPr>
          <w:fldChar w:fldCharType="separate"/>
        </w:r>
        <w:r w:rsidR="00D65FF1" w:rsidRPr="00924A62">
          <w:rPr>
            <w:noProof/>
            <w:webHidden/>
          </w:rPr>
          <w:t>3</w:t>
        </w:r>
        <w:r w:rsidR="00D65FF1" w:rsidRPr="00924A62">
          <w:rPr>
            <w:noProof/>
            <w:webHidden/>
          </w:rPr>
          <w:fldChar w:fldCharType="end"/>
        </w:r>
      </w:hyperlink>
    </w:p>
    <w:p w14:paraId="593CEC7D" w14:textId="1C60DBC3" w:rsidR="00D65FF1" w:rsidRPr="00924A62" w:rsidRDefault="007369EB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1301027" w:history="1">
        <w:r w:rsidR="00D65FF1" w:rsidRPr="00924A62">
          <w:rPr>
            <w:rStyle w:val="Hypertextovodkaz"/>
            <w:color w:val="auto"/>
          </w:rPr>
          <w:t>4.1</w:t>
        </w:r>
        <w:r w:rsidR="00D65FF1" w:rsidRPr="00924A62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D65FF1" w:rsidRPr="00924A62">
          <w:rPr>
            <w:rStyle w:val="Hypertextovodkaz"/>
            <w:color w:val="auto"/>
          </w:rPr>
          <w:t>Všeobecně</w:t>
        </w:r>
        <w:r w:rsidR="00D65FF1" w:rsidRPr="00924A62">
          <w:rPr>
            <w:noProof/>
            <w:webHidden/>
          </w:rPr>
          <w:tab/>
        </w:r>
        <w:r w:rsidR="00D65FF1" w:rsidRPr="00924A62">
          <w:rPr>
            <w:noProof/>
            <w:webHidden/>
          </w:rPr>
          <w:fldChar w:fldCharType="begin"/>
        </w:r>
        <w:r w:rsidR="00D65FF1" w:rsidRPr="00924A62">
          <w:rPr>
            <w:noProof/>
            <w:webHidden/>
          </w:rPr>
          <w:instrText xml:space="preserve"> PAGEREF _Toc81301027 \h </w:instrText>
        </w:r>
        <w:r w:rsidR="00D65FF1" w:rsidRPr="00924A62">
          <w:rPr>
            <w:noProof/>
            <w:webHidden/>
          </w:rPr>
        </w:r>
        <w:r w:rsidR="00D65FF1" w:rsidRPr="00924A62">
          <w:rPr>
            <w:noProof/>
            <w:webHidden/>
          </w:rPr>
          <w:fldChar w:fldCharType="separate"/>
        </w:r>
        <w:r w:rsidR="00D65FF1" w:rsidRPr="00924A62">
          <w:rPr>
            <w:noProof/>
            <w:webHidden/>
          </w:rPr>
          <w:t>3</w:t>
        </w:r>
        <w:r w:rsidR="00D65FF1" w:rsidRPr="00924A62">
          <w:rPr>
            <w:noProof/>
            <w:webHidden/>
          </w:rPr>
          <w:fldChar w:fldCharType="end"/>
        </w:r>
      </w:hyperlink>
    </w:p>
    <w:p w14:paraId="1149645C" w14:textId="74E9F489" w:rsidR="00D65FF1" w:rsidRPr="00924A62" w:rsidRDefault="007369EB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1301028" w:history="1">
        <w:r w:rsidR="00D65FF1" w:rsidRPr="00924A62">
          <w:rPr>
            <w:rStyle w:val="Hypertextovodkaz"/>
            <w:color w:val="auto"/>
          </w:rPr>
          <w:t>4.2</w:t>
        </w:r>
        <w:r w:rsidR="00D65FF1" w:rsidRPr="00924A62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D65FF1" w:rsidRPr="00924A62">
          <w:rPr>
            <w:rStyle w:val="Hypertextovodkaz"/>
            <w:color w:val="auto"/>
          </w:rPr>
          <w:t>Zeměměřická činnost zhotovitele</w:t>
        </w:r>
        <w:r w:rsidR="00D65FF1" w:rsidRPr="00924A62">
          <w:rPr>
            <w:noProof/>
            <w:webHidden/>
          </w:rPr>
          <w:tab/>
        </w:r>
        <w:r w:rsidR="00D65FF1" w:rsidRPr="00924A62">
          <w:rPr>
            <w:noProof/>
            <w:webHidden/>
          </w:rPr>
          <w:fldChar w:fldCharType="begin"/>
        </w:r>
        <w:r w:rsidR="00D65FF1" w:rsidRPr="00924A62">
          <w:rPr>
            <w:noProof/>
            <w:webHidden/>
          </w:rPr>
          <w:instrText xml:space="preserve"> PAGEREF _Toc81301028 \h </w:instrText>
        </w:r>
        <w:r w:rsidR="00D65FF1" w:rsidRPr="00924A62">
          <w:rPr>
            <w:noProof/>
            <w:webHidden/>
          </w:rPr>
        </w:r>
        <w:r w:rsidR="00D65FF1" w:rsidRPr="00924A62">
          <w:rPr>
            <w:noProof/>
            <w:webHidden/>
          </w:rPr>
          <w:fldChar w:fldCharType="separate"/>
        </w:r>
        <w:r w:rsidR="00D65FF1" w:rsidRPr="00924A62">
          <w:rPr>
            <w:noProof/>
            <w:webHidden/>
          </w:rPr>
          <w:t>8</w:t>
        </w:r>
        <w:r w:rsidR="00D65FF1" w:rsidRPr="00924A62">
          <w:rPr>
            <w:noProof/>
            <w:webHidden/>
          </w:rPr>
          <w:fldChar w:fldCharType="end"/>
        </w:r>
      </w:hyperlink>
    </w:p>
    <w:p w14:paraId="479BD4F2" w14:textId="1E8BA611" w:rsidR="00D65FF1" w:rsidRPr="00924A62" w:rsidRDefault="007369EB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1301029" w:history="1">
        <w:r w:rsidR="00D65FF1" w:rsidRPr="00924A62">
          <w:rPr>
            <w:rStyle w:val="Hypertextovodkaz"/>
            <w:color w:val="auto"/>
          </w:rPr>
          <w:t>4.3</w:t>
        </w:r>
        <w:r w:rsidR="00D65FF1" w:rsidRPr="00924A62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D65FF1" w:rsidRPr="00924A62">
          <w:rPr>
            <w:rStyle w:val="Hypertextovodkaz"/>
            <w:color w:val="auto"/>
          </w:rPr>
          <w:t>Doklady překládané zhotovitelem</w:t>
        </w:r>
        <w:r w:rsidR="00D65FF1" w:rsidRPr="00924A62">
          <w:rPr>
            <w:noProof/>
            <w:webHidden/>
          </w:rPr>
          <w:tab/>
        </w:r>
        <w:r w:rsidR="00D65FF1" w:rsidRPr="00924A62">
          <w:rPr>
            <w:noProof/>
            <w:webHidden/>
          </w:rPr>
          <w:fldChar w:fldCharType="begin"/>
        </w:r>
        <w:r w:rsidR="00D65FF1" w:rsidRPr="00924A62">
          <w:rPr>
            <w:noProof/>
            <w:webHidden/>
          </w:rPr>
          <w:instrText xml:space="preserve"> PAGEREF _Toc81301029 \h </w:instrText>
        </w:r>
        <w:r w:rsidR="00D65FF1" w:rsidRPr="00924A62">
          <w:rPr>
            <w:noProof/>
            <w:webHidden/>
          </w:rPr>
        </w:r>
        <w:r w:rsidR="00D65FF1" w:rsidRPr="00924A62">
          <w:rPr>
            <w:noProof/>
            <w:webHidden/>
          </w:rPr>
          <w:fldChar w:fldCharType="separate"/>
        </w:r>
        <w:r w:rsidR="00D65FF1" w:rsidRPr="00924A62">
          <w:rPr>
            <w:noProof/>
            <w:webHidden/>
          </w:rPr>
          <w:t>9</w:t>
        </w:r>
        <w:r w:rsidR="00D65FF1" w:rsidRPr="00924A62">
          <w:rPr>
            <w:noProof/>
            <w:webHidden/>
          </w:rPr>
          <w:fldChar w:fldCharType="end"/>
        </w:r>
      </w:hyperlink>
    </w:p>
    <w:p w14:paraId="4045123E" w14:textId="3B7B0E8A" w:rsidR="00D65FF1" w:rsidRPr="00924A62" w:rsidRDefault="007369EB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1301030" w:history="1">
        <w:r w:rsidR="00D65FF1" w:rsidRPr="00924A62">
          <w:rPr>
            <w:rStyle w:val="Hypertextovodkaz"/>
            <w:color w:val="auto"/>
          </w:rPr>
          <w:t>4.4</w:t>
        </w:r>
        <w:r w:rsidR="00D65FF1" w:rsidRPr="00924A62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D65FF1" w:rsidRPr="00924A62">
          <w:rPr>
            <w:rStyle w:val="Hypertextovodkaz"/>
            <w:color w:val="auto"/>
          </w:rPr>
          <w:t>Dokumentace zhotovitele pro stavbu</w:t>
        </w:r>
        <w:r w:rsidR="00D65FF1" w:rsidRPr="00924A62">
          <w:rPr>
            <w:noProof/>
            <w:webHidden/>
          </w:rPr>
          <w:tab/>
        </w:r>
        <w:r w:rsidR="00D65FF1" w:rsidRPr="00924A62">
          <w:rPr>
            <w:noProof/>
            <w:webHidden/>
          </w:rPr>
          <w:fldChar w:fldCharType="begin"/>
        </w:r>
        <w:r w:rsidR="00D65FF1" w:rsidRPr="00924A62">
          <w:rPr>
            <w:noProof/>
            <w:webHidden/>
          </w:rPr>
          <w:instrText xml:space="preserve"> PAGEREF _Toc81301030 \h </w:instrText>
        </w:r>
        <w:r w:rsidR="00D65FF1" w:rsidRPr="00924A62">
          <w:rPr>
            <w:noProof/>
            <w:webHidden/>
          </w:rPr>
        </w:r>
        <w:r w:rsidR="00D65FF1" w:rsidRPr="00924A62">
          <w:rPr>
            <w:noProof/>
            <w:webHidden/>
          </w:rPr>
          <w:fldChar w:fldCharType="separate"/>
        </w:r>
        <w:r w:rsidR="00D65FF1" w:rsidRPr="00924A62">
          <w:rPr>
            <w:noProof/>
            <w:webHidden/>
          </w:rPr>
          <w:t>9</w:t>
        </w:r>
        <w:r w:rsidR="00D65FF1" w:rsidRPr="00924A62">
          <w:rPr>
            <w:noProof/>
            <w:webHidden/>
          </w:rPr>
          <w:fldChar w:fldCharType="end"/>
        </w:r>
      </w:hyperlink>
    </w:p>
    <w:p w14:paraId="34D9B58E" w14:textId="2ABA491A" w:rsidR="00D65FF1" w:rsidRPr="00924A62" w:rsidRDefault="007369EB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1301031" w:history="1">
        <w:r w:rsidR="00D65FF1" w:rsidRPr="00924A62">
          <w:rPr>
            <w:rStyle w:val="Hypertextovodkaz"/>
            <w:color w:val="auto"/>
          </w:rPr>
          <w:t>4.5</w:t>
        </w:r>
        <w:r w:rsidR="00D65FF1" w:rsidRPr="00924A62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D65FF1" w:rsidRPr="00924A62">
          <w:rPr>
            <w:rStyle w:val="Hypertextovodkaz"/>
            <w:color w:val="auto"/>
          </w:rPr>
          <w:t>Dokumentace skutečného provedení stavby</w:t>
        </w:r>
        <w:r w:rsidR="00D65FF1" w:rsidRPr="00924A62">
          <w:rPr>
            <w:noProof/>
            <w:webHidden/>
          </w:rPr>
          <w:tab/>
        </w:r>
        <w:r w:rsidR="00D65FF1" w:rsidRPr="00924A62">
          <w:rPr>
            <w:noProof/>
            <w:webHidden/>
          </w:rPr>
          <w:fldChar w:fldCharType="begin"/>
        </w:r>
        <w:r w:rsidR="00D65FF1" w:rsidRPr="00924A62">
          <w:rPr>
            <w:noProof/>
            <w:webHidden/>
          </w:rPr>
          <w:instrText xml:space="preserve"> PAGEREF _Toc81301031 \h </w:instrText>
        </w:r>
        <w:r w:rsidR="00D65FF1" w:rsidRPr="00924A62">
          <w:rPr>
            <w:noProof/>
            <w:webHidden/>
          </w:rPr>
        </w:r>
        <w:r w:rsidR="00D65FF1" w:rsidRPr="00924A62">
          <w:rPr>
            <w:noProof/>
            <w:webHidden/>
          </w:rPr>
          <w:fldChar w:fldCharType="separate"/>
        </w:r>
        <w:r w:rsidR="00D65FF1" w:rsidRPr="00924A62">
          <w:rPr>
            <w:noProof/>
            <w:webHidden/>
          </w:rPr>
          <w:t>9</w:t>
        </w:r>
        <w:r w:rsidR="00D65FF1" w:rsidRPr="00924A62">
          <w:rPr>
            <w:noProof/>
            <w:webHidden/>
          </w:rPr>
          <w:fldChar w:fldCharType="end"/>
        </w:r>
      </w:hyperlink>
    </w:p>
    <w:p w14:paraId="1F16EB0B" w14:textId="2C93DEC0" w:rsidR="00D65FF1" w:rsidRPr="00924A62" w:rsidRDefault="007369EB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1301032" w:history="1">
        <w:r w:rsidR="00D65FF1" w:rsidRPr="00924A62">
          <w:rPr>
            <w:rStyle w:val="Hypertextovodkaz"/>
            <w:color w:val="auto"/>
          </w:rPr>
          <w:t>4.6</w:t>
        </w:r>
        <w:r w:rsidR="00D65FF1" w:rsidRPr="00924A62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D65FF1" w:rsidRPr="00924A62">
          <w:rPr>
            <w:rStyle w:val="Hypertextovodkaz"/>
            <w:color w:val="auto"/>
          </w:rPr>
          <w:t>Zabezpečovací zařízení</w:t>
        </w:r>
        <w:r w:rsidR="00D65FF1" w:rsidRPr="00924A62">
          <w:rPr>
            <w:noProof/>
            <w:webHidden/>
          </w:rPr>
          <w:tab/>
        </w:r>
        <w:r w:rsidR="00D65FF1" w:rsidRPr="00924A62">
          <w:rPr>
            <w:noProof/>
            <w:webHidden/>
          </w:rPr>
          <w:fldChar w:fldCharType="begin"/>
        </w:r>
        <w:r w:rsidR="00D65FF1" w:rsidRPr="00924A62">
          <w:rPr>
            <w:noProof/>
            <w:webHidden/>
          </w:rPr>
          <w:instrText xml:space="preserve"> PAGEREF _Toc81301032 \h </w:instrText>
        </w:r>
        <w:r w:rsidR="00D65FF1" w:rsidRPr="00924A62">
          <w:rPr>
            <w:noProof/>
            <w:webHidden/>
          </w:rPr>
        </w:r>
        <w:r w:rsidR="00D65FF1" w:rsidRPr="00924A62">
          <w:rPr>
            <w:noProof/>
            <w:webHidden/>
          </w:rPr>
          <w:fldChar w:fldCharType="separate"/>
        </w:r>
        <w:r w:rsidR="00D65FF1" w:rsidRPr="00924A62">
          <w:rPr>
            <w:noProof/>
            <w:webHidden/>
          </w:rPr>
          <w:t>10</w:t>
        </w:r>
        <w:r w:rsidR="00D65FF1" w:rsidRPr="00924A62">
          <w:rPr>
            <w:noProof/>
            <w:webHidden/>
          </w:rPr>
          <w:fldChar w:fldCharType="end"/>
        </w:r>
      </w:hyperlink>
    </w:p>
    <w:p w14:paraId="4D43D266" w14:textId="3D00DEC6" w:rsidR="00D65FF1" w:rsidRPr="00924A62" w:rsidRDefault="007369EB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1301033" w:history="1">
        <w:r w:rsidR="00D65FF1" w:rsidRPr="00924A62">
          <w:rPr>
            <w:rStyle w:val="Hypertextovodkaz"/>
            <w:color w:val="auto"/>
          </w:rPr>
          <w:t>4.7</w:t>
        </w:r>
        <w:r w:rsidR="00D65FF1" w:rsidRPr="00924A62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D65FF1" w:rsidRPr="00924A62">
          <w:rPr>
            <w:rStyle w:val="Hypertextovodkaz"/>
            <w:color w:val="auto"/>
          </w:rPr>
          <w:t>Sdělovací zařízení</w:t>
        </w:r>
        <w:r w:rsidR="00D65FF1" w:rsidRPr="00924A62">
          <w:rPr>
            <w:noProof/>
            <w:webHidden/>
          </w:rPr>
          <w:tab/>
        </w:r>
        <w:r w:rsidR="00D65FF1" w:rsidRPr="00924A62">
          <w:rPr>
            <w:noProof/>
            <w:webHidden/>
          </w:rPr>
          <w:fldChar w:fldCharType="begin"/>
        </w:r>
        <w:r w:rsidR="00D65FF1" w:rsidRPr="00924A62">
          <w:rPr>
            <w:noProof/>
            <w:webHidden/>
          </w:rPr>
          <w:instrText xml:space="preserve"> PAGEREF _Toc81301033 \h </w:instrText>
        </w:r>
        <w:r w:rsidR="00D65FF1" w:rsidRPr="00924A62">
          <w:rPr>
            <w:noProof/>
            <w:webHidden/>
          </w:rPr>
        </w:r>
        <w:r w:rsidR="00D65FF1" w:rsidRPr="00924A62">
          <w:rPr>
            <w:noProof/>
            <w:webHidden/>
          </w:rPr>
          <w:fldChar w:fldCharType="separate"/>
        </w:r>
        <w:r w:rsidR="00D65FF1" w:rsidRPr="00924A62">
          <w:rPr>
            <w:noProof/>
            <w:webHidden/>
          </w:rPr>
          <w:t>11</w:t>
        </w:r>
        <w:r w:rsidR="00D65FF1" w:rsidRPr="00924A62">
          <w:rPr>
            <w:noProof/>
            <w:webHidden/>
          </w:rPr>
          <w:fldChar w:fldCharType="end"/>
        </w:r>
      </w:hyperlink>
    </w:p>
    <w:p w14:paraId="3DEB5EE2" w14:textId="2C88E771" w:rsidR="00D65FF1" w:rsidRPr="00924A62" w:rsidRDefault="007369EB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1301034" w:history="1">
        <w:r w:rsidR="00D65FF1" w:rsidRPr="00924A62">
          <w:rPr>
            <w:rStyle w:val="Hypertextovodkaz"/>
            <w:color w:val="auto"/>
          </w:rPr>
          <w:t>4.8</w:t>
        </w:r>
        <w:r w:rsidR="00D65FF1" w:rsidRPr="00924A62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D65FF1" w:rsidRPr="00924A62">
          <w:rPr>
            <w:rStyle w:val="Hypertextovodkaz"/>
            <w:color w:val="auto"/>
          </w:rPr>
          <w:t>Silnoproudá technologie včetně DŘT, trakční a energetická zařízení</w:t>
        </w:r>
        <w:r w:rsidR="00D65FF1" w:rsidRPr="00924A62">
          <w:rPr>
            <w:noProof/>
            <w:webHidden/>
          </w:rPr>
          <w:tab/>
        </w:r>
        <w:r w:rsidR="00D65FF1" w:rsidRPr="00924A62">
          <w:rPr>
            <w:noProof/>
            <w:webHidden/>
          </w:rPr>
          <w:fldChar w:fldCharType="begin"/>
        </w:r>
        <w:r w:rsidR="00D65FF1" w:rsidRPr="00924A62">
          <w:rPr>
            <w:noProof/>
            <w:webHidden/>
          </w:rPr>
          <w:instrText xml:space="preserve"> PAGEREF _Toc81301034 \h </w:instrText>
        </w:r>
        <w:r w:rsidR="00D65FF1" w:rsidRPr="00924A62">
          <w:rPr>
            <w:noProof/>
            <w:webHidden/>
          </w:rPr>
        </w:r>
        <w:r w:rsidR="00D65FF1" w:rsidRPr="00924A62">
          <w:rPr>
            <w:noProof/>
            <w:webHidden/>
          </w:rPr>
          <w:fldChar w:fldCharType="separate"/>
        </w:r>
        <w:r w:rsidR="00D65FF1" w:rsidRPr="00924A62">
          <w:rPr>
            <w:noProof/>
            <w:webHidden/>
          </w:rPr>
          <w:t>11</w:t>
        </w:r>
        <w:r w:rsidR="00D65FF1" w:rsidRPr="00924A62">
          <w:rPr>
            <w:noProof/>
            <w:webHidden/>
          </w:rPr>
          <w:fldChar w:fldCharType="end"/>
        </w:r>
      </w:hyperlink>
    </w:p>
    <w:p w14:paraId="09A3D70D" w14:textId="5F96CAED" w:rsidR="00D65FF1" w:rsidRPr="00924A62" w:rsidRDefault="007369EB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1301035" w:history="1">
        <w:r w:rsidR="00D65FF1" w:rsidRPr="00924A62">
          <w:rPr>
            <w:rStyle w:val="Hypertextovodkaz"/>
            <w:color w:val="auto"/>
          </w:rPr>
          <w:t>4.9</w:t>
        </w:r>
        <w:r w:rsidR="00D65FF1" w:rsidRPr="00924A62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D65FF1" w:rsidRPr="00924A62">
          <w:rPr>
            <w:rStyle w:val="Hypertextovodkaz"/>
            <w:color w:val="auto"/>
          </w:rPr>
          <w:t>Ostatní technologická zařízení</w:t>
        </w:r>
        <w:r w:rsidR="00D65FF1" w:rsidRPr="00924A62">
          <w:rPr>
            <w:noProof/>
            <w:webHidden/>
          </w:rPr>
          <w:tab/>
        </w:r>
        <w:r w:rsidR="00D65FF1" w:rsidRPr="00924A62">
          <w:rPr>
            <w:noProof/>
            <w:webHidden/>
          </w:rPr>
          <w:fldChar w:fldCharType="begin"/>
        </w:r>
        <w:r w:rsidR="00D65FF1" w:rsidRPr="00924A62">
          <w:rPr>
            <w:noProof/>
            <w:webHidden/>
          </w:rPr>
          <w:instrText xml:space="preserve"> PAGEREF _Toc81301035 \h </w:instrText>
        </w:r>
        <w:r w:rsidR="00D65FF1" w:rsidRPr="00924A62">
          <w:rPr>
            <w:noProof/>
            <w:webHidden/>
          </w:rPr>
        </w:r>
        <w:r w:rsidR="00D65FF1" w:rsidRPr="00924A62">
          <w:rPr>
            <w:noProof/>
            <w:webHidden/>
          </w:rPr>
          <w:fldChar w:fldCharType="separate"/>
        </w:r>
        <w:r w:rsidR="00D65FF1" w:rsidRPr="00924A62">
          <w:rPr>
            <w:noProof/>
            <w:webHidden/>
          </w:rPr>
          <w:t>11</w:t>
        </w:r>
        <w:r w:rsidR="00D65FF1" w:rsidRPr="00924A62">
          <w:rPr>
            <w:noProof/>
            <w:webHidden/>
          </w:rPr>
          <w:fldChar w:fldCharType="end"/>
        </w:r>
      </w:hyperlink>
    </w:p>
    <w:p w14:paraId="6D7DC41E" w14:textId="5FFC7E6E" w:rsidR="00D65FF1" w:rsidRPr="00924A62" w:rsidRDefault="007369EB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1301036" w:history="1">
        <w:r w:rsidR="00D65FF1" w:rsidRPr="00924A62">
          <w:rPr>
            <w:rStyle w:val="Hypertextovodkaz"/>
            <w:color w:val="auto"/>
          </w:rPr>
          <w:t>4.10</w:t>
        </w:r>
        <w:r w:rsidR="00D65FF1" w:rsidRPr="00924A62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D65FF1" w:rsidRPr="00924A62">
          <w:rPr>
            <w:rStyle w:val="Hypertextovodkaz"/>
            <w:color w:val="auto"/>
          </w:rPr>
          <w:t>Železniční svršek</w:t>
        </w:r>
        <w:r w:rsidR="00D65FF1" w:rsidRPr="00924A62">
          <w:rPr>
            <w:noProof/>
            <w:webHidden/>
          </w:rPr>
          <w:tab/>
        </w:r>
        <w:r w:rsidR="00D65FF1" w:rsidRPr="00924A62">
          <w:rPr>
            <w:noProof/>
            <w:webHidden/>
          </w:rPr>
          <w:fldChar w:fldCharType="begin"/>
        </w:r>
        <w:r w:rsidR="00D65FF1" w:rsidRPr="00924A62">
          <w:rPr>
            <w:noProof/>
            <w:webHidden/>
          </w:rPr>
          <w:instrText xml:space="preserve"> PAGEREF _Toc81301036 \h </w:instrText>
        </w:r>
        <w:r w:rsidR="00D65FF1" w:rsidRPr="00924A62">
          <w:rPr>
            <w:noProof/>
            <w:webHidden/>
          </w:rPr>
        </w:r>
        <w:r w:rsidR="00D65FF1" w:rsidRPr="00924A62">
          <w:rPr>
            <w:noProof/>
            <w:webHidden/>
          </w:rPr>
          <w:fldChar w:fldCharType="separate"/>
        </w:r>
        <w:r w:rsidR="00D65FF1" w:rsidRPr="00924A62">
          <w:rPr>
            <w:noProof/>
            <w:webHidden/>
          </w:rPr>
          <w:t>12</w:t>
        </w:r>
        <w:r w:rsidR="00D65FF1" w:rsidRPr="00924A62">
          <w:rPr>
            <w:noProof/>
            <w:webHidden/>
          </w:rPr>
          <w:fldChar w:fldCharType="end"/>
        </w:r>
      </w:hyperlink>
    </w:p>
    <w:p w14:paraId="0CD9AE29" w14:textId="0B6E0F09" w:rsidR="00D65FF1" w:rsidRPr="00924A62" w:rsidRDefault="007369EB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1301037" w:history="1">
        <w:r w:rsidR="00D65FF1" w:rsidRPr="00924A62">
          <w:rPr>
            <w:rStyle w:val="Hypertextovodkaz"/>
            <w:color w:val="auto"/>
          </w:rPr>
          <w:t>4.11</w:t>
        </w:r>
        <w:r w:rsidR="00D65FF1" w:rsidRPr="00924A62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D65FF1" w:rsidRPr="00924A62">
          <w:rPr>
            <w:rStyle w:val="Hypertextovodkaz"/>
            <w:color w:val="auto"/>
          </w:rPr>
          <w:t>Železniční spodek</w:t>
        </w:r>
        <w:r w:rsidR="00D65FF1" w:rsidRPr="00924A62">
          <w:rPr>
            <w:noProof/>
            <w:webHidden/>
          </w:rPr>
          <w:tab/>
        </w:r>
        <w:r w:rsidR="00D65FF1" w:rsidRPr="00924A62">
          <w:rPr>
            <w:noProof/>
            <w:webHidden/>
          </w:rPr>
          <w:fldChar w:fldCharType="begin"/>
        </w:r>
        <w:r w:rsidR="00D65FF1" w:rsidRPr="00924A62">
          <w:rPr>
            <w:noProof/>
            <w:webHidden/>
          </w:rPr>
          <w:instrText xml:space="preserve"> PAGEREF _Toc81301037 \h </w:instrText>
        </w:r>
        <w:r w:rsidR="00D65FF1" w:rsidRPr="00924A62">
          <w:rPr>
            <w:noProof/>
            <w:webHidden/>
          </w:rPr>
        </w:r>
        <w:r w:rsidR="00D65FF1" w:rsidRPr="00924A62">
          <w:rPr>
            <w:noProof/>
            <w:webHidden/>
          </w:rPr>
          <w:fldChar w:fldCharType="separate"/>
        </w:r>
        <w:r w:rsidR="00D65FF1" w:rsidRPr="00924A62">
          <w:rPr>
            <w:noProof/>
            <w:webHidden/>
          </w:rPr>
          <w:t>13</w:t>
        </w:r>
        <w:r w:rsidR="00D65FF1" w:rsidRPr="00924A62">
          <w:rPr>
            <w:noProof/>
            <w:webHidden/>
          </w:rPr>
          <w:fldChar w:fldCharType="end"/>
        </w:r>
      </w:hyperlink>
    </w:p>
    <w:p w14:paraId="15FB06BB" w14:textId="44843995" w:rsidR="00D65FF1" w:rsidRPr="00924A62" w:rsidRDefault="007369EB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1301038" w:history="1">
        <w:r w:rsidR="00D65FF1" w:rsidRPr="00924A62">
          <w:rPr>
            <w:rStyle w:val="Hypertextovodkaz"/>
            <w:color w:val="auto"/>
          </w:rPr>
          <w:t>4.12</w:t>
        </w:r>
        <w:r w:rsidR="00D65FF1" w:rsidRPr="00924A62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D65FF1" w:rsidRPr="00924A62">
          <w:rPr>
            <w:rStyle w:val="Hypertextovodkaz"/>
            <w:color w:val="auto"/>
          </w:rPr>
          <w:t>Nástupiště</w:t>
        </w:r>
        <w:r w:rsidR="00D65FF1" w:rsidRPr="00924A62">
          <w:rPr>
            <w:noProof/>
            <w:webHidden/>
          </w:rPr>
          <w:tab/>
        </w:r>
        <w:r w:rsidR="00D65FF1" w:rsidRPr="00924A62">
          <w:rPr>
            <w:noProof/>
            <w:webHidden/>
          </w:rPr>
          <w:fldChar w:fldCharType="begin"/>
        </w:r>
        <w:r w:rsidR="00D65FF1" w:rsidRPr="00924A62">
          <w:rPr>
            <w:noProof/>
            <w:webHidden/>
          </w:rPr>
          <w:instrText xml:space="preserve"> PAGEREF _Toc81301038 \h </w:instrText>
        </w:r>
        <w:r w:rsidR="00D65FF1" w:rsidRPr="00924A62">
          <w:rPr>
            <w:noProof/>
            <w:webHidden/>
          </w:rPr>
        </w:r>
        <w:r w:rsidR="00D65FF1" w:rsidRPr="00924A62">
          <w:rPr>
            <w:noProof/>
            <w:webHidden/>
          </w:rPr>
          <w:fldChar w:fldCharType="separate"/>
        </w:r>
        <w:r w:rsidR="00D65FF1" w:rsidRPr="00924A62">
          <w:rPr>
            <w:noProof/>
            <w:webHidden/>
          </w:rPr>
          <w:t>13</w:t>
        </w:r>
        <w:r w:rsidR="00D65FF1" w:rsidRPr="00924A62">
          <w:rPr>
            <w:noProof/>
            <w:webHidden/>
          </w:rPr>
          <w:fldChar w:fldCharType="end"/>
        </w:r>
      </w:hyperlink>
    </w:p>
    <w:p w14:paraId="5A3DF160" w14:textId="097ED1BD" w:rsidR="00D65FF1" w:rsidRPr="00924A62" w:rsidRDefault="007369EB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1301039" w:history="1">
        <w:r w:rsidR="00D65FF1" w:rsidRPr="00924A62">
          <w:rPr>
            <w:rStyle w:val="Hypertextovodkaz"/>
            <w:color w:val="auto"/>
          </w:rPr>
          <w:t>4.13</w:t>
        </w:r>
        <w:r w:rsidR="00D65FF1" w:rsidRPr="00924A62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D65FF1" w:rsidRPr="00924A62">
          <w:rPr>
            <w:rStyle w:val="Hypertextovodkaz"/>
            <w:color w:val="auto"/>
          </w:rPr>
          <w:t>Železniční přejezdy</w:t>
        </w:r>
        <w:r w:rsidR="00D65FF1" w:rsidRPr="00924A62">
          <w:rPr>
            <w:noProof/>
            <w:webHidden/>
          </w:rPr>
          <w:tab/>
        </w:r>
        <w:r w:rsidR="00D65FF1" w:rsidRPr="00924A62">
          <w:rPr>
            <w:noProof/>
            <w:webHidden/>
          </w:rPr>
          <w:fldChar w:fldCharType="begin"/>
        </w:r>
        <w:r w:rsidR="00D65FF1" w:rsidRPr="00924A62">
          <w:rPr>
            <w:noProof/>
            <w:webHidden/>
          </w:rPr>
          <w:instrText xml:space="preserve"> PAGEREF _Toc81301039 \h </w:instrText>
        </w:r>
        <w:r w:rsidR="00D65FF1" w:rsidRPr="00924A62">
          <w:rPr>
            <w:noProof/>
            <w:webHidden/>
          </w:rPr>
        </w:r>
        <w:r w:rsidR="00D65FF1" w:rsidRPr="00924A62">
          <w:rPr>
            <w:noProof/>
            <w:webHidden/>
          </w:rPr>
          <w:fldChar w:fldCharType="separate"/>
        </w:r>
        <w:r w:rsidR="00D65FF1" w:rsidRPr="00924A62">
          <w:rPr>
            <w:noProof/>
            <w:webHidden/>
          </w:rPr>
          <w:t>13</w:t>
        </w:r>
        <w:r w:rsidR="00D65FF1" w:rsidRPr="00924A62">
          <w:rPr>
            <w:noProof/>
            <w:webHidden/>
          </w:rPr>
          <w:fldChar w:fldCharType="end"/>
        </w:r>
      </w:hyperlink>
    </w:p>
    <w:p w14:paraId="1561C79E" w14:textId="3A28CF15" w:rsidR="00D65FF1" w:rsidRPr="00924A62" w:rsidRDefault="007369EB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1301040" w:history="1">
        <w:r w:rsidR="00D65FF1" w:rsidRPr="00924A62">
          <w:rPr>
            <w:rStyle w:val="Hypertextovodkaz"/>
            <w:color w:val="auto"/>
          </w:rPr>
          <w:t>4.14</w:t>
        </w:r>
        <w:r w:rsidR="00D65FF1" w:rsidRPr="00924A62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D65FF1" w:rsidRPr="00924A62">
          <w:rPr>
            <w:rStyle w:val="Hypertextovodkaz"/>
            <w:color w:val="auto"/>
          </w:rPr>
          <w:t>Mosty, propustky a zdi</w:t>
        </w:r>
        <w:r w:rsidR="00D65FF1" w:rsidRPr="00924A62">
          <w:rPr>
            <w:noProof/>
            <w:webHidden/>
          </w:rPr>
          <w:tab/>
        </w:r>
        <w:r w:rsidR="00D65FF1" w:rsidRPr="00924A62">
          <w:rPr>
            <w:noProof/>
            <w:webHidden/>
          </w:rPr>
          <w:fldChar w:fldCharType="begin"/>
        </w:r>
        <w:r w:rsidR="00D65FF1" w:rsidRPr="00924A62">
          <w:rPr>
            <w:noProof/>
            <w:webHidden/>
          </w:rPr>
          <w:instrText xml:space="preserve"> PAGEREF _Toc81301040 \h </w:instrText>
        </w:r>
        <w:r w:rsidR="00D65FF1" w:rsidRPr="00924A62">
          <w:rPr>
            <w:noProof/>
            <w:webHidden/>
          </w:rPr>
        </w:r>
        <w:r w:rsidR="00D65FF1" w:rsidRPr="00924A62">
          <w:rPr>
            <w:noProof/>
            <w:webHidden/>
          </w:rPr>
          <w:fldChar w:fldCharType="separate"/>
        </w:r>
        <w:r w:rsidR="00D65FF1" w:rsidRPr="00924A62">
          <w:rPr>
            <w:noProof/>
            <w:webHidden/>
          </w:rPr>
          <w:t>13</w:t>
        </w:r>
        <w:r w:rsidR="00D65FF1" w:rsidRPr="00924A62">
          <w:rPr>
            <w:noProof/>
            <w:webHidden/>
          </w:rPr>
          <w:fldChar w:fldCharType="end"/>
        </w:r>
      </w:hyperlink>
    </w:p>
    <w:p w14:paraId="6333C6C6" w14:textId="550D3B59" w:rsidR="00D65FF1" w:rsidRPr="00924A62" w:rsidRDefault="007369EB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1301041" w:history="1">
        <w:r w:rsidR="00D65FF1" w:rsidRPr="00924A62">
          <w:rPr>
            <w:rStyle w:val="Hypertextovodkaz"/>
            <w:color w:val="auto"/>
          </w:rPr>
          <w:t>4.15</w:t>
        </w:r>
        <w:r w:rsidR="00D65FF1" w:rsidRPr="00924A62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D65FF1" w:rsidRPr="00924A62">
          <w:rPr>
            <w:rStyle w:val="Hypertextovodkaz"/>
            <w:color w:val="auto"/>
          </w:rPr>
          <w:t>Ostatní inženýrské objekty</w:t>
        </w:r>
        <w:r w:rsidR="00D65FF1" w:rsidRPr="00924A62">
          <w:rPr>
            <w:noProof/>
            <w:webHidden/>
          </w:rPr>
          <w:tab/>
        </w:r>
        <w:r w:rsidR="00D65FF1" w:rsidRPr="00924A62">
          <w:rPr>
            <w:noProof/>
            <w:webHidden/>
          </w:rPr>
          <w:fldChar w:fldCharType="begin"/>
        </w:r>
        <w:r w:rsidR="00D65FF1" w:rsidRPr="00924A62">
          <w:rPr>
            <w:noProof/>
            <w:webHidden/>
          </w:rPr>
          <w:instrText xml:space="preserve"> PAGEREF _Toc81301041 \h </w:instrText>
        </w:r>
        <w:r w:rsidR="00D65FF1" w:rsidRPr="00924A62">
          <w:rPr>
            <w:noProof/>
            <w:webHidden/>
          </w:rPr>
        </w:r>
        <w:r w:rsidR="00D65FF1" w:rsidRPr="00924A62">
          <w:rPr>
            <w:noProof/>
            <w:webHidden/>
          </w:rPr>
          <w:fldChar w:fldCharType="separate"/>
        </w:r>
        <w:r w:rsidR="00D65FF1" w:rsidRPr="00924A62">
          <w:rPr>
            <w:noProof/>
            <w:webHidden/>
          </w:rPr>
          <w:t>13</w:t>
        </w:r>
        <w:r w:rsidR="00D65FF1" w:rsidRPr="00924A62">
          <w:rPr>
            <w:noProof/>
            <w:webHidden/>
          </w:rPr>
          <w:fldChar w:fldCharType="end"/>
        </w:r>
      </w:hyperlink>
    </w:p>
    <w:p w14:paraId="545D739E" w14:textId="65DDFE0B" w:rsidR="00D65FF1" w:rsidRPr="00924A62" w:rsidRDefault="007369EB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1301042" w:history="1">
        <w:r w:rsidR="00D65FF1" w:rsidRPr="00924A62">
          <w:rPr>
            <w:rStyle w:val="Hypertextovodkaz"/>
            <w:color w:val="auto"/>
          </w:rPr>
          <w:t>4.16</w:t>
        </w:r>
        <w:r w:rsidR="00D65FF1" w:rsidRPr="00924A62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D65FF1" w:rsidRPr="00924A62">
          <w:rPr>
            <w:rStyle w:val="Hypertextovodkaz"/>
            <w:color w:val="auto"/>
          </w:rPr>
          <w:t>Železniční tunely</w:t>
        </w:r>
        <w:r w:rsidR="00D65FF1" w:rsidRPr="00924A62">
          <w:rPr>
            <w:noProof/>
            <w:webHidden/>
          </w:rPr>
          <w:tab/>
        </w:r>
        <w:r w:rsidR="00D65FF1" w:rsidRPr="00924A62">
          <w:rPr>
            <w:noProof/>
            <w:webHidden/>
          </w:rPr>
          <w:fldChar w:fldCharType="begin"/>
        </w:r>
        <w:r w:rsidR="00D65FF1" w:rsidRPr="00924A62">
          <w:rPr>
            <w:noProof/>
            <w:webHidden/>
          </w:rPr>
          <w:instrText xml:space="preserve"> PAGEREF _Toc81301042 \h </w:instrText>
        </w:r>
        <w:r w:rsidR="00D65FF1" w:rsidRPr="00924A62">
          <w:rPr>
            <w:noProof/>
            <w:webHidden/>
          </w:rPr>
        </w:r>
        <w:r w:rsidR="00D65FF1" w:rsidRPr="00924A62">
          <w:rPr>
            <w:noProof/>
            <w:webHidden/>
          </w:rPr>
          <w:fldChar w:fldCharType="separate"/>
        </w:r>
        <w:r w:rsidR="00D65FF1" w:rsidRPr="00924A62">
          <w:rPr>
            <w:noProof/>
            <w:webHidden/>
          </w:rPr>
          <w:t>13</w:t>
        </w:r>
        <w:r w:rsidR="00D65FF1" w:rsidRPr="00924A62">
          <w:rPr>
            <w:noProof/>
            <w:webHidden/>
          </w:rPr>
          <w:fldChar w:fldCharType="end"/>
        </w:r>
      </w:hyperlink>
    </w:p>
    <w:p w14:paraId="20295E80" w14:textId="5A688C74" w:rsidR="00D65FF1" w:rsidRPr="00924A62" w:rsidRDefault="007369EB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1301043" w:history="1">
        <w:r w:rsidR="00D65FF1" w:rsidRPr="00924A62">
          <w:rPr>
            <w:rStyle w:val="Hypertextovodkaz"/>
            <w:color w:val="auto"/>
          </w:rPr>
          <w:t>4.17</w:t>
        </w:r>
        <w:r w:rsidR="00D65FF1" w:rsidRPr="00924A62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D65FF1" w:rsidRPr="00924A62">
          <w:rPr>
            <w:rStyle w:val="Hypertextovodkaz"/>
            <w:color w:val="auto"/>
          </w:rPr>
          <w:t>Pozemní komunikace</w:t>
        </w:r>
        <w:r w:rsidR="00D65FF1" w:rsidRPr="00924A62">
          <w:rPr>
            <w:noProof/>
            <w:webHidden/>
          </w:rPr>
          <w:tab/>
        </w:r>
        <w:r w:rsidR="00D65FF1" w:rsidRPr="00924A62">
          <w:rPr>
            <w:noProof/>
            <w:webHidden/>
          </w:rPr>
          <w:fldChar w:fldCharType="begin"/>
        </w:r>
        <w:r w:rsidR="00D65FF1" w:rsidRPr="00924A62">
          <w:rPr>
            <w:noProof/>
            <w:webHidden/>
          </w:rPr>
          <w:instrText xml:space="preserve"> PAGEREF _Toc81301043 \h </w:instrText>
        </w:r>
        <w:r w:rsidR="00D65FF1" w:rsidRPr="00924A62">
          <w:rPr>
            <w:noProof/>
            <w:webHidden/>
          </w:rPr>
        </w:r>
        <w:r w:rsidR="00D65FF1" w:rsidRPr="00924A62">
          <w:rPr>
            <w:noProof/>
            <w:webHidden/>
          </w:rPr>
          <w:fldChar w:fldCharType="separate"/>
        </w:r>
        <w:r w:rsidR="00D65FF1" w:rsidRPr="00924A62">
          <w:rPr>
            <w:noProof/>
            <w:webHidden/>
          </w:rPr>
          <w:t>13</w:t>
        </w:r>
        <w:r w:rsidR="00D65FF1" w:rsidRPr="00924A62">
          <w:rPr>
            <w:noProof/>
            <w:webHidden/>
          </w:rPr>
          <w:fldChar w:fldCharType="end"/>
        </w:r>
      </w:hyperlink>
    </w:p>
    <w:p w14:paraId="6E1B0FC4" w14:textId="419762A1" w:rsidR="00D65FF1" w:rsidRPr="00924A62" w:rsidRDefault="007369EB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1301044" w:history="1">
        <w:r w:rsidR="00D65FF1" w:rsidRPr="00924A62">
          <w:rPr>
            <w:rStyle w:val="Hypertextovodkaz"/>
            <w:color w:val="auto"/>
          </w:rPr>
          <w:t>4.18</w:t>
        </w:r>
        <w:r w:rsidR="00D65FF1" w:rsidRPr="00924A62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D65FF1" w:rsidRPr="00924A62">
          <w:rPr>
            <w:rStyle w:val="Hypertextovodkaz"/>
            <w:color w:val="auto"/>
          </w:rPr>
          <w:t>Kabelovody, kolektory</w:t>
        </w:r>
        <w:r w:rsidR="00D65FF1" w:rsidRPr="00924A62">
          <w:rPr>
            <w:noProof/>
            <w:webHidden/>
          </w:rPr>
          <w:tab/>
        </w:r>
        <w:r w:rsidR="00D65FF1" w:rsidRPr="00924A62">
          <w:rPr>
            <w:noProof/>
            <w:webHidden/>
          </w:rPr>
          <w:fldChar w:fldCharType="begin"/>
        </w:r>
        <w:r w:rsidR="00D65FF1" w:rsidRPr="00924A62">
          <w:rPr>
            <w:noProof/>
            <w:webHidden/>
          </w:rPr>
          <w:instrText xml:space="preserve"> PAGEREF _Toc81301044 \h </w:instrText>
        </w:r>
        <w:r w:rsidR="00D65FF1" w:rsidRPr="00924A62">
          <w:rPr>
            <w:noProof/>
            <w:webHidden/>
          </w:rPr>
        </w:r>
        <w:r w:rsidR="00D65FF1" w:rsidRPr="00924A62">
          <w:rPr>
            <w:noProof/>
            <w:webHidden/>
          </w:rPr>
          <w:fldChar w:fldCharType="separate"/>
        </w:r>
        <w:r w:rsidR="00D65FF1" w:rsidRPr="00924A62">
          <w:rPr>
            <w:noProof/>
            <w:webHidden/>
          </w:rPr>
          <w:t>13</w:t>
        </w:r>
        <w:r w:rsidR="00D65FF1" w:rsidRPr="00924A62">
          <w:rPr>
            <w:noProof/>
            <w:webHidden/>
          </w:rPr>
          <w:fldChar w:fldCharType="end"/>
        </w:r>
      </w:hyperlink>
    </w:p>
    <w:p w14:paraId="1F38C60B" w14:textId="4852A902" w:rsidR="00D65FF1" w:rsidRPr="00924A62" w:rsidRDefault="007369EB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1301045" w:history="1">
        <w:r w:rsidR="00D65FF1" w:rsidRPr="00924A62">
          <w:rPr>
            <w:rStyle w:val="Hypertextovodkaz"/>
            <w:color w:val="auto"/>
          </w:rPr>
          <w:t>4.19</w:t>
        </w:r>
        <w:r w:rsidR="00D65FF1" w:rsidRPr="00924A62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D65FF1" w:rsidRPr="00924A62">
          <w:rPr>
            <w:rStyle w:val="Hypertextovodkaz"/>
            <w:color w:val="auto"/>
          </w:rPr>
          <w:t>Protihlukové objekty</w:t>
        </w:r>
        <w:r w:rsidR="00D65FF1" w:rsidRPr="00924A62">
          <w:rPr>
            <w:noProof/>
            <w:webHidden/>
          </w:rPr>
          <w:tab/>
        </w:r>
        <w:r w:rsidR="00D65FF1" w:rsidRPr="00924A62">
          <w:rPr>
            <w:noProof/>
            <w:webHidden/>
          </w:rPr>
          <w:fldChar w:fldCharType="begin"/>
        </w:r>
        <w:r w:rsidR="00D65FF1" w:rsidRPr="00924A62">
          <w:rPr>
            <w:noProof/>
            <w:webHidden/>
          </w:rPr>
          <w:instrText xml:space="preserve"> PAGEREF _Toc81301045 \h </w:instrText>
        </w:r>
        <w:r w:rsidR="00D65FF1" w:rsidRPr="00924A62">
          <w:rPr>
            <w:noProof/>
            <w:webHidden/>
          </w:rPr>
        </w:r>
        <w:r w:rsidR="00D65FF1" w:rsidRPr="00924A62">
          <w:rPr>
            <w:noProof/>
            <w:webHidden/>
          </w:rPr>
          <w:fldChar w:fldCharType="separate"/>
        </w:r>
        <w:r w:rsidR="00D65FF1" w:rsidRPr="00924A62">
          <w:rPr>
            <w:noProof/>
            <w:webHidden/>
          </w:rPr>
          <w:t>13</w:t>
        </w:r>
        <w:r w:rsidR="00D65FF1" w:rsidRPr="00924A62">
          <w:rPr>
            <w:noProof/>
            <w:webHidden/>
          </w:rPr>
          <w:fldChar w:fldCharType="end"/>
        </w:r>
      </w:hyperlink>
    </w:p>
    <w:p w14:paraId="601266F1" w14:textId="14935A42" w:rsidR="00D65FF1" w:rsidRPr="00924A62" w:rsidRDefault="007369EB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1301046" w:history="1">
        <w:r w:rsidR="00D65FF1" w:rsidRPr="00924A62">
          <w:rPr>
            <w:rStyle w:val="Hypertextovodkaz"/>
            <w:color w:val="auto"/>
          </w:rPr>
          <w:t>4.20</w:t>
        </w:r>
        <w:r w:rsidR="00D65FF1" w:rsidRPr="00924A62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D65FF1" w:rsidRPr="00924A62">
          <w:rPr>
            <w:rStyle w:val="Hypertextovodkaz"/>
            <w:color w:val="auto"/>
          </w:rPr>
          <w:t>Pozemní stavební objekty</w:t>
        </w:r>
        <w:r w:rsidR="00D65FF1" w:rsidRPr="00924A62">
          <w:rPr>
            <w:noProof/>
            <w:webHidden/>
          </w:rPr>
          <w:tab/>
        </w:r>
        <w:r w:rsidR="00D65FF1" w:rsidRPr="00924A62">
          <w:rPr>
            <w:noProof/>
            <w:webHidden/>
          </w:rPr>
          <w:fldChar w:fldCharType="begin"/>
        </w:r>
        <w:r w:rsidR="00D65FF1" w:rsidRPr="00924A62">
          <w:rPr>
            <w:noProof/>
            <w:webHidden/>
          </w:rPr>
          <w:instrText xml:space="preserve"> PAGEREF _Toc81301046 \h </w:instrText>
        </w:r>
        <w:r w:rsidR="00D65FF1" w:rsidRPr="00924A62">
          <w:rPr>
            <w:noProof/>
            <w:webHidden/>
          </w:rPr>
        </w:r>
        <w:r w:rsidR="00D65FF1" w:rsidRPr="00924A62">
          <w:rPr>
            <w:noProof/>
            <w:webHidden/>
          </w:rPr>
          <w:fldChar w:fldCharType="separate"/>
        </w:r>
        <w:r w:rsidR="00D65FF1" w:rsidRPr="00924A62">
          <w:rPr>
            <w:noProof/>
            <w:webHidden/>
          </w:rPr>
          <w:t>13</w:t>
        </w:r>
        <w:r w:rsidR="00D65FF1" w:rsidRPr="00924A62">
          <w:rPr>
            <w:noProof/>
            <w:webHidden/>
          </w:rPr>
          <w:fldChar w:fldCharType="end"/>
        </w:r>
      </w:hyperlink>
    </w:p>
    <w:p w14:paraId="3D040850" w14:textId="049FC1F3" w:rsidR="00D65FF1" w:rsidRPr="00924A62" w:rsidRDefault="007369EB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1301047" w:history="1">
        <w:r w:rsidR="00D65FF1" w:rsidRPr="00924A62">
          <w:rPr>
            <w:rStyle w:val="Hypertextovodkaz"/>
            <w:color w:val="auto"/>
          </w:rPr>
          <w:t>4.21</w:t>
        </w:r>
        <w:r w:rsidR="00D65FF1" w:rsidRPr="00924A62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D65FF1" w:rsidRPr="00924A62">
          <w:rPr>
            <w:rStyle w:val="Hypertextovodkaz"/>
            <w:color w:val="auto"/>
          </w:rPr>
          <w:t>Trakční a energická zařízení</w:t>
        </w:r>
        <w:r w:rsidR="00D65FF1" w:rsidRPr="00924A62">
          <w:rPr>
            <w:noProof/>
            <w:webHidden/>
          </w:rPr>
          <w:tab/>
        </w:r>
        <w:r w:rsidR="00D65FF1" w:rsidRPr="00924A62">
          <w:rPr>
            <w:noProof/>
            <w:webHidden/>
          </w:rPr>
          <w:fldChar w:fldCharType="begin"/>
        </w:r>
        <w:r w:rsidR="00D65FF1" w:rsidRPr="00924A62">
          <w:rPr>
            <w:noProof/>
            <w:webHidden/>
          </w:rPr>
          <w:instrText xml:space="preserve"> PAGEREF _Toc81301047 \h </w:instrText>
        </w:r>
        <w:r w:rsidR="00D65FF1" w:rsidRPr="00924A62">
          <w:rPr>
            <w:noProof/>
            <w:webHidden/>
          </w:rPr>
        </w:r>
        <w:r w:rsidR="00D65FF1" w:rsidRPr="00924A62">
          <w:rPr>
            <w:noProof/>
            <w:webHidden/>
          </w:rPr>
          <w:fldChar w:fldCharType="separate"/>
        </w:r>
        <w:r w:rsidR="00D65FF1" w:rsidRPr="00924A62">
          <w:rPr>
            <w:noProof/>
            <w:webHidden/>
          </w:rPr>
          <w:t>13</w:t>
        </w:r>
        <w:r w:rsidR="00D65FF1" w:rsidRPr="00924A62">
          <w:rPr>
            <w:noProof/>
            <w:webHidden/>
          </w:rPr>
          <w:fldChar w:fldCharType="end"/>
        </w:r>
      </w:hyperlink>
    </w:p>
    <w:p w14:paraId="5EBFB9F4" w14:textId="588BB122" w:rsidR="00D65FF1" w:rsidRPr="00924A62" w:rsidRDefault="007369EB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1301048" w:history="1">
        <w:r w:rsidR="00D65FF1" w:rsidRPr="00924A62">
          <w:rPr>
            <w:rStyle w:val="Hypertextovodkaz"/>
            <w:color w:val="auto"/>
          </w:rPr>
          <w:t>4.22</w:t>
        </w:r>
        <w:r w:rsidR="00D65FF1" w:rsidRPr="00924A62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D65FF1" w:rsidRPr="00924A62">
          <w:rPr>
            <w:rStyle w:val="Hypertextovodkaz"/>
            <w:color w:val="auto"/>
          </w:rPr>
          <w:t>Vyzískaný materiál</w:t>
        </w:r>
        <w:r w:rsidR="00D65FF1" w:rsidRPr="00924A62">
          <w:rPr>
            <w:noProof/>
            <w:webHidden/>
          </w:rPr>
          <w:tab/>
        </w:r>
        <w:r w:rsidR="00D65FF1" w:rsidRPr="00924A62">
          <w:rPr>
            <w:noProof/>
            <w:webHidden/>
          </w:rPr>
          <w:fldChar w:fldCharType="begin"/>
        </w:r>
        <w:r w:rsidR="00D65FF1" w:rsidRPr="00924A62">
          <w:rPr>
            <w:noProof/>
            <w:webHidden/>
          </w:rPr>
          <w:instrText xml:space="preserve"> PAGEREF _Toc81301048 \h </w:instrText>
        </w:r>
        <w:r w:rsidR="00D65FF1" w:rsidRPr="00924A62">
          <w:rPr>
            <w:noProof/>
            <w:webHidden/>
          </w:rPr>
        </w:r>
        <w:r w:rsidR="00D65FF1" w:rsidRPr="00924A62">
          <w:rPr>
            <w:noProof/>
            <w:webHidden/>
          </w:rPr>
          <w:fldChar w:fldCharType="separate"/>
        </w:r>
        <w:r w:rsidR="00D65FF1" w:rsidRPr="00924A62">
          <w:rPr>
            <w:noProof/>
            <w:webHidden/>
          </w:rPr>
          <w:t>14</w:t>
        </w:r>
        <w:r w:rsidR="00D65FF1" w:rsidRPr="00924A62">
          <w:rPr>
            <w:noProof/>
            <w:webHidden/>
          </w:rPr>
          <w:fldChar w:fldCharType="end"/>
        </w:r>
      </w:hyperlink>
    </w:p>
    <w:p w14:paraId="7C4DBE1F" w14:textId="7EF8C4F7" w:rsidR="00D65FF1" w:rsidRPr="00924A62" w:rsidRDefault="007369EB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1301049" w:history="1">
        <w:r w:rsidR="00D65FF1" w:rsidRPr="00924A62">
          <w:rPr>
            <w:rStyle w:val="Hypertextovodkaz"/>
            <w:color w:val="auto"/>
          </w:rPr>
          <w:t>4.23</w:t>
        </w:r>
        <w:r w:rsidR="00D65FF1" w:rsidRPr="00924A62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D65FF1" w:rsidRPr="00924A62">
          <w:rPr>
            <w:rStyle w:val="Hypertextovodkaz"/>
            <w:color w:val="auto"/>
          </w:rPr>
          <w:t>Životní prostředí a nakládání s odpady</w:t>
        </w:r>
        <w:r w:rsidR="00D65FF1" w:rsidRPr="00924A62">
          <w:rPr>
            <w:noProof/>
            <w:webHidden/>
          </w:rPr>
          <w:tab/>
        </w:r>
        <w:r w:rsidR="00D65FF1" w:rsidRPr="00924A62">
          <w:rPr>
            <w:noProof/>
            <w:webHidden/>
          </w:rPr>
          <w:fldChar w:fldCharType="begin"/>
        </w:r>
        <w:r w:rsidR="00D65FF1" w:rsidRPr="00924A62">
          <w:rPr>
            <w:noProof/>
            <w:webHidden/>
          </w:rPr>
          <w:instrText xml:space="preserve"> PAGEREF _Toc81301049 \h </w:instrText>
        </w:r>
        <w:r w:rsidR="00D65FF1" w:rsidRPr="00924A62">
          <w:rPr>
            <w:noProof/>
            <w:webHidden/>
          </w:rPr>
        </w:r>
        <w:r w:rsidR="00D65FF1" w:rsidRPr="00924A62">
          <w:rPr>
            <w:noProof/>
            <w:webHidden/>
          </w:rPr>
          <w:fldChar w:fldCharType="separate"/>
        </w:r>
        <w:r w:rsidR="00D65FF1" w:rsidRPr="00924A62">
          <w:rPr>
            <w:noProof/>
            <w:webHidden/>
          </w:rPr>
          <w:t>14</w:t>
        </w:r>
        <w:r w:rsidR="00D65FF1" w:rsidRPr="00924A62">
          <w:rPr>
            <w:noProof/>
            <w:webHidden/>
          </w:rPr>
          <w:fldChar w:fldCharType="end"/>
        </w:r>
      </w:hyperlink>
    </w:p>
    <w:p w14:paraId="4D83AE76" w14:textId="02CF3475" w:rsidR="00D65FF1" w:rsidRPr="00924A62" w:rsidRDefault="007369EB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1301050" w:history="1">
        <w:r w:rsidR="00D65FF1" w:rsidRPr="00924A62">
          <w:rPr>
            <w:rStyle w:val="Hypertextovodkaz"/>
            <w:color w:val="auto"/>
          </w:rPr>
          <w:t>5.</w:t>
        </w:r>
        <w:r w:rsidR="00D65FF1" w:rsidRPr="00924A62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65FF1" w:rsidRPr="00924A62">
          <w:rPr>
            <w:rStyle w:val="Hypertextovodkaz"/>
            <w:color w:val="auto"/>
          </w:rPr>
          <w:t>ORGANIZACE VÝSTAVBY, VÝLUKY</w:t>
        </w:r>
        <w:r w:rsidR="00D65FF1" w:rsidRPr="00924A62">
          <w:rPr>
            <w:noProof/>
            <w:webHidden/>
          </w:rPr>
          <w:tab/>
        </w:r>
        <w:r w:rsidR="00D65FF1" w:rsidRPr="00924A62">
          <w:rPr>
            <w:noProof/>
            <w:webHidden/>
          </w:rPr>
          <w:fldChar w:fldCharType="begin"/>
        </w:r>
        <w:r w:rsidR="00D65FF1" w:rsidRPr="00924A62">
          <w:rPr>
            <w:noProof/>
            <w:webHidden/>
          </w:rPr>
          <w:instrText xml:space="preserve"> PAGEREF _Toc81301050 \h </w:instrText>
        </w:r>
        <w:r w:rsidR="00D65FF1" w:rsidRPr="00924A62">
          <w:rPr>
            <w:noProof/>
            <w:webHidden/>
          </w:rPr>
        </w:r>
        <w:r w:rsidR="00D65FF1" w:rsidRPr="00924A62">
          <w:rPr>
            <w:noProof/>
            <w:webHidden/>
          </w:rPr>
          <w:fldChar w:fldCharType="separate"/>
        </w:r>
        <w:r w:rsidR="00D65FF1" w:rsidRPr="00924A62">
          <w:rPr>
            <w:noProof/>
            <w:webHidden/>
          </w:rPr>
          <w:t>14</w:t>
        </w:r>
        <w:r w:rsidR="00D65FF1" w:rsidRPr="00924A62">
          <w:rPr>
            <w:noProof/>
            <w:webHidden/>
          </w:rPr>
          <w:fldChar w:fldCharType="end"/>
        </w:r>
      </w:hyperlink>
    </w:p>
    <w:p w14:paraId="4FC8C0CE" w14:textId="1B48B353" w:rsidR="00D65FF1" w:rsidRPr="00924A62" w:rsidRDefault="007369EB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1301051" w:history="1">
        <w:r w:rsidR="00D65FF1" w:rsidRPr="00924A62">
          <w:rPr>
            <w:rStyle w:val="Hypertextovodkaz"/>
            <w:color w:val="auto"/>
          </w:rPr>
          <w:t>6.</w:t>
        </w:r>
        <w:r w:rsidR="00D65FF1" w:rsidRPr="00924A62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65FF1" w:rsidRPr="00924A62">
          <w:rPr>
            <w:rStyle w:val="Hypertextovodkaz"/>
            <w:color w:val="auto"/>
          </w:rPr>
          <w:t>SOUVISEJÍCÍ DOKUMENTY A PŘEDPISY</w:t>
        </w:r>
        <w:r w:rsidR="00D65FF1" w:rsidRPr="00924A62">
          <w:rPr>
            <w:noProof/>
            <w:webHidden/>
          </w:rPr>
          <w:tab/>
        </w:r>
        <w:r w:rsidR="00D65FF1" w:rsidRPr="00924A62">
          <w:rPr>
            <w:noProof/>
            <w:webHidden/>
          </w:rPr>
          <w:fldChar w:fldCharType="begin"/>
        </w:r>
        <w:r w:rsidR="00D65FF1" w:rsidRPr="00924A62">
          <w:rPr>
            <w:noProof/>
            <w:webHidden/>
          </w:rPr>
          <w:instrText xml:space="preserve"> PAGEREF _Toc81301051 \h </w:instrText>
        </w:r>
        <w:r w:rsidR="00D65FF1" w:rsidRPr="00924A62">
          <w:rPr>
            <w:noProof/>
            <w:webHidden/>
          </w:rPr>
        </w:r>
        <w:r w:rsidR="00D65FF1" w:rsidRPr="00924A62">
          <w:rPr>
            <w:noProof/>
            <w:webHidden/>
          </w:rPr>
          <w:fldChar w:fldCharType="separate"/>
        </w:r>
        <w:r w:rsidR="00D65FF1" w:rsidRPr="00924A62">
          <w:rPr>
            <w:noProof/>
            <w:webHidden/>
          </w:rPr>
          <w:t>14</w:t>
        </w:r>
        <w:r w:rsidR="00D65FF1" w:rsidRPr="00924A62">
          <w:rPr>
            <w:noProof/>
            <w:webHidden/>
          </w:rPr>
          <w:fldChar w:fldCharType="end"/>
        </w:r>
      </w:hyperlink>
    </w:p>
    <w:p w14:paraId="639973CE" w14:textId="7270EBDB" w:rsidR="00D65FF1" w:rsidRPr="00924A62" w:rsidRDefault="007369EB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1301052" w:history="1">
        <w:r w:rsidR="00D65FF1" w:rsidRPr="00924A62">
          <w:rPr>
            <w:rStyle w:val="Hypertextovodkaz"/>
            <w:color w:val="auto"/>
          </w:rPr>
          <w:t>7.</w:t>
        </w:r>
        <w:r w:rsidR="00D65FF1" w:rsidRPr="00924A62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65FF1" w:rsidRPr="00924A62">
          <w:rPr>
            <w:rStyle w:val="Hypertextovodkaz"/>
            <w:color w:val="auto"/>
          </w:rPr>
          <w:t>PŘÍLOHY</w:t>
        </w:r>
        <w:r w:rsidR="00D65FF1" w:rsidRPr="00924A62">
          <w:rPr>
            <w:noProof/>
            <w:webHidden/>
          </w:rPr>
          <w:tab/>
        </w:r>
        <w:r w:rsidR="00D65FF1" w:rsidRPr="00924A62">
          <w:rPr>
            <w:noProof/>
            <w:webHidden/>
          </w:rPr>
          <w:fldChar w:fldCharType="begin"/>
        </w:r>
        <w:r w:rsidR="00D65FF1" w:rsidRPr="00924A62">
          <w:rPr>
            <w:noProof/>
            <w:webHidden/>
          </w:rPr>
          <w:instrText xml:space="preserve"> PAGEREF _Toc81301052 \h </w:instrText>
        </w:r>
        <w:r w:rsidR="00D65FF1" w:rsidRPr="00924A62">
          <w:rPr>
            <w:noProof/>
            <w:webHidden/>
          </w:rPr>
        </w:r>
        <w:r w:rsidR="00D65FF1" w:rsidRPr="00924A62">
          <w:rPr>
            <w:noProof/>
            <w:webHidden/>
          </w:rPr>
          <w:fldChar w:fldCharType="separate"/>
        </w:r>
        <w:r w:rsidR="00D65FF1" w:rsidRPr="00924A62">
          <w:rPr>
            <w:noProof/>
            <w:webHidden/>
          </w:rPr>
          <w:t>14</w:t>
        </w:r>
        <w:r w:rsidR="00D65FF1" w:rsidRPr="00924A62">
          <w:rPr>
            <w:noProof/>
            <w:webHidden/>
          </w:rPr>
          <w:fldChar w:fldCharType="end"/>
        </w:r>
      </w:hyperlink>
    </w:p>
    <w:p w14:paraId="4F757479" w14:textId="6DE3B52F" w:rsidR="00AD0C7B" w:rsidRPr="00924A62" w:rsidRDefault="00BD7E91" w:rsidP="008D03B9">
      <w:r w:rsidRPr="00924A62">
        <w:fldChar w:fldCharType="end"/>
      </w:r>
    </w:p>
    <w:p w14:paraId="35B2D077" w14:textId="77777777" w:rsidR="00AD0C7B" w:rsidRPr="00924A62" w:rsidRDefault="00AD0C7B" w:rsidP="00DA1C67">
      <w:pPr>
        <w:pStyle w:val="Nadpisbezsl1-1"/>
        <w:outlineLvl w:val="0"/>
      </w:pPr>
      <w:bookmarkStart w:id="0" w:name="_Toc81301018"/>
      <w:bookmarkStart w:id="1" w:name="_Toc13731854"/>
      <w:r w:rsidRPr="00924A62">
        <w:t>SEZNAM ZKRATEK</w:t>
      </w:r>
      <w:bookmarkEnd w:id="0"/>
      <w:r w:rsidR="0076790E" w:rsidRPr="00924A62">
        <w:t xml:space="preserve"> </w:t>
      </w:r>
      <w:bookmarkEnd w:id="1"/>
    </w:p>
    <w:p w14:paraId="27F43315" w14:textId="77777777" w:rsidR="000145C8" w:rsidRPr="00924A62" w:rsidRDefault="000145C8" w:rsidP="000145C8">
      <w:pPr>
        <w:pStyle w:val="Textbezslovn"/>
        <w:ind w:left="0"/>
        <w:rPr>
          <w:rStyle w:val="Tun"/>
        </w:rPr>
      </w:pPr>
      <w:r w:rsidRPr="00924A62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W w:w="8850" w:type="dxa"/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418"/>
        <w:gridCol w:w="7432"/>
      </w:tblGrid>
      <w:tr w:rsidR="00924A62" w:rsidRPr="00924A62" w14:paraId="5749B88B" w14:textId="77777777" w:rsidTr="002D7632">
        <w:tc>
          <w:tcPr>
            <w:tcW w:w="1418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D8ECBBF" w14:textId="34C0EE19" w:rsidR="002D7632" w:rsidRPr="00924A62" w:rsidRDefault="002D7632" w:rsidP="002D7632">
            <w:pPr>
              <w:pStyle w:val="Zkratky1"/>
            </w:pPr>
            <w:r w:rsidRPr="00924A62">
              <w:t xml:space="preserve">ESD </w:t>
            </w:r>
            <w:r w:rsidRPr="00924A62">
              <w:tab/>
            </w:r>
          </w:p>
        </w:tc>
        <w:tc>
          <w:tcPr>
            <w:tcW w:w="743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2B3980" w14:textId="1155C300" w:rsidR="002D7632" w:rsidRPr="00924A62" w:rsidRDefault="002D7632" w:rsidP="002D7632">
            <w:pPr>
              <w:pStyle w:val="Zkratky2"/>
            </w:pPr>
            <w:r w:rsidRPr="00924A62">
              <w:t>Elektronický stavební deník</w:t>
            </w:r>
          </w:p>
        </w:tc>
      </w:tr>
      <w:tr w:rsidR="00924A62" w:rsidRPr="00924A62" w14:paraId="61614FC3" w14:textId="77777777" w:rsidTr="002D7632">
        <w:tc>
          <w:tcPr>
            <w:tcW w:w="1418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AF5A1A" w14:textId="36750D9D" w:rsidR="002D7632" w:rsidRPr="00924A62" w:rsidRDefault="002D7632" w:rsidP="002D7632">
            <w:pPr>
              <w:pStyle w:val="Zkratky1"/>
            </w:pPr>
            <w:r w:rsidRPr="00924A62">
              <w:t xml:space="preserve">PZS  …………  </w:t>
            </w:r>
          </w:p>
        </w:tc>
        <w:tc>
          <w:tcPr>
            <w:tcW w:w="743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320837F" w14:textId="624DD467" w:rsidR="002D7632" w:rsidRPr="00924A62" w:rsidRDefault="002D7632" w:rsidP="002D7632">
            <w:pPr>
              <w:pStyle w:val="Zkratky2"/>
            </w:pPr>
            <w:r w:rsidRPr="00924A62">
              <w:t>Přejezdové zabezpečovací zařízení</w:t>
            </w:r>
          </w:p>
        </w:tc>
      </w:tr>
      <w:tr w:rsidR="00924A62" w:rsidRPr="00924A62" w14:paraId="1ED6D249" w14:textId="77777777" w:rsidTr="002D7632">
        <w:tc>
          <w:tcPr>
            <w:tcW w:w="1418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764809A" w14:textId="50B68406" w:rsidR="002D7632" w:rsidRPr="00924A62" w:rsidRDefault="002D7632" w:rsidP="002D7632">
            <w:pPr>
              <w:pStyle w:val="Zkratky1"/>
            </w:pPr>
            <w:r w:rsidRPr="00924A62">
              <w:t>ROV ………….</w:t>
            </w:r>
          </w:p>
        </w:tc>
        <w:tc>
          <w:tcPr>
            <w:tcW w:w="743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A67B59" w14:textId="47727C3C" w:rsidR="002D7632" w:rsidRPr="00924A62" w:rsidRDefault="002D7632" w:rsidP="002D7632">
            <w:pPr>
              <w:pStyle w:val="Zkratky2"/>
            </w:pPr>
            <w:r w:rsidRPr="00924A62">
              <w:t>Rozkaz o výluce</w:t>
            </w:r>
          </w:p>
        </w:tc>
      </w:tr>
      <w:tr w:rsidR="00924A62" w:rsidRPr="00924A62" w14:paraId="335C6683" w14:textId="77777777" w:rsidTr="002D7632">
        <w:tc>
          <w:tcPr>
            <w:tcW w:w="1418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E587BE7" w14:textId="77777777" w:rsidR="002D7632" w:rsidRPr="00924A62" w:rsidRDefault="002D7632" w:rsidP="002D7632">
            <w:pPr>
              <w:pStyle w:val="Zkratky1"/>
              <w:rPr>
                <w:highlight w:val="green"/>
              </w:rPr>
            </w:pPr>
            <w:r w:rsidRPr="00924A62">
              <w:t xml:space="preserve">SŽ </w:t>
            </w:r>
            <w:r w:rsidRPr="00924A62">
              <w:tab/>
            </w:r>
          </w:p>
        </w:tc>
        <w:tc>
          <w:tcPr>
            <w:tcW w:w="743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3962D81" w14:textId="77777777" w:rsidR="002D7632" w:rsidRPr="00924A62" w:rsidRDefault="002D7632" w:rsidP="002D7632">
            <w:pPr>
              <w:pStyle w:val="Zkratky2"/>
              <w:rPr>
                <w:highlight w:val="green"/>
              </w:rPr>
            </w:pPr>
            <w:r w:rsidRPr="00924A62">
              <w:t>Správa železnic, státní organizace</w:t>
            </w:r>
          </w:p>
        </w:tc>
      </w:tr>
      <w:tr w:rsidR="002D7632" w:rsidRPr="00924A62" w14:paraId="619CD2DF" w14:textId="77777777" w:rsidTr="002D7632">
        <w:tc>
          <w:tcPr>
            <w:tcW w:w="1418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91DBFA3" w14:textId="17EA80BC" w:rsidR="002D7632" w:rsidRPr="00924A62" w:rsidRDefault="002D7632" w:rsidP="002D7632">
            <w:pPr>
              <w:pStyle w:val="Zkratky1"/>
            </w:pPr>
            <w:r w:rsidRPr="00924A62">
              <w:t xml:space="preserve">ESD </w:t>
            </w:r>
            <w:r w:rsidRPr="00924A62">
              <w:tab/>
            </w:r>
          </w:p>
        </w:tc>
        <w:tc>
          <w:tcPr>
            <w:tcW w:w="743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A993EE" w14:textId="47EEA85E" w:rsidR="002D7632" w:rsidRPr="00924A62" w:rsidRDefault="002D7632" w:rsidP="002D7632">
            <w:pPr>
              <w:pStyle w:val="Zkratky2"/>
            </w:pPr>
            <w:r w:rsidRPr="00924A62">
              <w:t>Elektronický stavební deník</w:t>
            </w:r>
          </w:p>
        </w:tc>
      </w:tr>
    </w:tbl>
    <w:p w14:paraId="74E1B202" w14:textId="77777777" w:rsidR="00041EC8" w:rsidRPr="00924A62" w:rsidRDefault="00041EC8" w:rsidP="00AD0C7B"/>
    <w:p w14:paraId="1176E746" w14:textId="77777777" w:rsidR="00826B7B" w:rsidRPr="00924A62" w:rsidRDefault="00826B7B">
      <w:r w:rsidRPr="00924A62">
        <w:br w:type="page"/>
      </w:r>
    </w:p>
    <w:p w14:paraId="19931550" w14:textId="77777777" w:rsidR="00DF7BAA" w:rsidRPr="00924A62" w:rsidRDefault="00DF7BAA" w:rsidP="00DF7BAA">
      <w:pPr>
        <w:pStyle w:val="Nadpis2-1"/>
      </w:pPr>
      <w:bookmarkStart w:id="2" w:name="_Toc6410429"/>
      <w:bookmarkStart w:id="3" w:name="_Toc81301019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924A62">
        <w:lastRenderedPageBreak/>
        <w:t>SPECIFIKACE PŘEDMĚTU DÍLA</w:t>
      </w:r>
      <w:bookmarkEnd w:id="2"/>
      <w:bookmarkEnd w:id="3"/>
    </w:p>
    <w:p w14:paraId="3AA57056" w14:textId="77777777" w:rsidR="00DF7BAA" w:rsidRPr="00924A62" w:rsidRDefault="00DF7BAA" w:rsidP="00DF7BAA">
      <w:pPr>
        <w:pStyle w:val="Nadpis2-2"/>
      </w:pPr>
      <w:bookmarkStart w:id="9" w:name="_Toc6410430"/>
      <w:bookmarkStart w:id="10" w:name="_Toc81301020"/>
      <w:r w:rsidRPr="00924A62">
        <w:t>Účel a rozsah předmětu Díla</w:t>
      </w:r>
      <w:bookmarkEnd w:id="9"/>
      <w:bookmarkEnd w:id="10"/>
    </w:p>
    <w:p w14:paraId="77D357A6" w14:textId="352753CE" w:rsidR="00DF7BAA" w:rsidRPr="00924A62" w:rsidRDefault="002D7632" w:rsidP="00DF7BAA">
      <w:pPr>
        <w:pStyle w:val="Text2-1"/>
      </w:pPr>
      <w:r w:rsidRPr="00924A62">
        <w:t>Předmětem díla je zhotovení stavby „Oprava PZS na trati Přerov - Břeclav - 1.</w:t>
      </w:r>
      <w:r w:rsidR="00385DA9" w:rsidRPr="00924A62">
        <w:t xml:space="preserve"> </w:t>
      </w:r>
      <w:r w:rsidRPr="00924A62">
        <w:t>etapa“, jejímž cílem je oprava technologií přejezdových zabezpečovacích zařízení - mechanické části závorových pohonů jsou již značně opotřebované, optické dohledy svícení vykazují zvýšenou poruchovost a rovněž elektronické prvky jsou po více jak 20 letech provozu na hranici požadované provozní spolehlivosti</w:t>
      </w:r>
      <w:r w:rsidR="00796112">
        <w:t>.</w:t>
      </w:r>
    </w:p>
    <w:p w14:paraId="6505C4B0" w14:textId="3463E9BF" w:rsidR="002D7632" w:rsidRPr="00924A62" w:rsidRDefault="00DF7BAA" w:rsidP="002D7632">
      <w:pPr>
        <w:pStyle w:val="Text2-1"/>
      </w:pPr>
      <w:r w:rsidRPr="00924A62">
        <w:t>Rozsah</w:t>
      </w:r>
      <w:r w:rsidR="002D7632" w:rsidRPr="00924A62">
        <w:t>em</w:t>
      </w:r>
      <w:r w:rsidRPr="00924A62">
        <w:t xml:space="preserve"> </w:t>
      </w:r>
      <w:r w:rsidR="00385DA9" w:rsidRPr="00924A62">
        <w:t>d</w:t>
      </w:r>
      <w:r w:rsidRPr="00924A62">
        <w:t>íla „</w:t>
      </w:r>
      <w:r w:rsidR="002D7632" w:rsidRPr="00924A62">
        <w:t>Oprava PZS na trati Přerov - Břeclav - 1.</w:t>
      </w:r>
      <w:r w:rsidR="00385DA9" w:rsidRPr="00924A62">
        <w:t xml:space="preserve"> </w:t>
      </w:r>
      <w:r w:rsidR="002D7632" w:rsidRPr="00924A62">
        <w:t>etapa</w:t>
      </w:r>
      <w:r w:rsidRPr="00924A62">
        <w:t xml:space="preserve">“ je </w:t>
      </w:r>
      <w:r w:rsidR="002D7632" w:rsidRPr="00924A62">
        <w:t>primárně zhotovení opravy. S tím budou provedeny i související úkony – zejména vyhotovení realizační dokumentace, projednání stavby/zemních prací s vlastníky sítí technické infrastruktury a po dokončení stavby vypracování dokumentace skutečného provedení.</w:t>
      </w:r>
    </w:p>
    <w:p w14:paraId="42434B50" w14:textId="77777777" w:rsidR="00DF7BAA" w:rsidRPr="00924A62" w:rsidRDefault="00DF7BAA" w:rsidP="00DF7BAA">
      <w:pPr>
        <w:pStyle w:val="Nadpis2-2"/>
      </w:pPr>
      <w:bookmarkStart w:id="11" w:name="_Toc6410431"/>
      <w:bookmarkStart w:id="12" w:name="_Toc81301021"/>
      <w:r w:rsidRPr="00924A62">
        <w:t>Umístění stavby</w:t>
      </w:r>
      <w:bookmarkEnd w:id="11"/>
      <w:bookmarkEnd w:id="12"/>
    </w:p>
    <w:p w14:paraId="2AAD1681" w14:textId="3158448D" w:rsidR="00DF7BAA" w:rsidRPr="00924A62" w:rsidRDefault="00DF7BAA" w:rsidP="00DF7BAA">
      <w:pPr>
        <w:pStyle w:val="Text2-1"/>
      </w:pPr>
      <w:r w:rsidRPr="00924A62">
        <w:t xml:space="preserve">Stavba bude probíhat na </w:t>
      </w:r>
      <w:r w:rsidR="002D7632" w:rsidRPr="00924A62">
        <w:t xml:space="preserve">přejezdech P 8151 v km 88,580 (PS 01) a P 8156 v km 122,412 (PS 02) </w:t>
      </w:r>
      <w:r w:rsidRPr="00924A62">
        <w:t xml:space="preserve">trati </w:t>
      </w:r>
      <w:r w:rsidR="002D7632" w:rsidRPr="00924A62">
        <w:t>316 A Přerov – Břeclav.</w:t>
      </w:r>
    </w:p>
    <w:p w14:paraId="6D72995E" w14:textId="77777777" w:rsidR="00DF7BAA" w:rsidRPr="00924A62" w:rsidRDefault="00DF7BAA" w:rsidP="00DF7BAA">
      <w:pPr>
        <w:pStyle w:val="Nadpis2-1"/>
      </w:pPr>
      <w:bookmarkStart w:id="13" w:name="_Toc6410432"/>
      <w:bookmarkStart w:id="14" w:name="_Toc81301022"/>
      <w:r w:rsidRPr="00924A62">
        <w:t>PŘEHLED VÝCHOZÍCH PODKLADŮ</w:t>
      </w:r>
      <w:bookmarkEnd w:id="13"/>
      <w:bookmarkEnd w:id="14"/>
    </w:p>
    <w:p w14:paraId="6072A2BB" w14:textId="77777777" w:rsidR="00DF7BAA" w:rsidRPr="00924A62" w:rsidRDefault="00DF7BAA" w:rsidP="00DF7BAA">
      <w:pPr>
        <w:pStyle w:val="Nadpis2-2"/>
      </w:pPr>
      <w:bookmarkStart w:id="15" w:name="_Toc6410433"/>
      <w:bookmarkStart w:id="16" w:name="_Toc81301023"/>
      <w:r w:rsidRPr="00924A62">
        <w:t>Projektová dokumentace</w:t>
      </w:r>
      <w:bookmarkEnd w:id="15"/>
      <w:bookmarkEnd w:id="16"/>
    </w:p>
    <w:p w14:paraId="48E2F71D" w14:textId="38C9159D" w:rsidR="00DF7BAA" w:rsidRPr="00924A62" w:rsidRDefault="002D7632" w:rsidP="002D7632">
      <w:pPr>
        <w:pStyle w:val="Text2-1"/>
      </w:pPr>
      <w:r w:rsidRPr="00924A62">
        <w:t>Pro zpracování realizační projektové dokumentace bude poskytnuta stávající provozní dokumentace zabezpečovacích zařízení.</w:t>
      </w:r>
      <w:r w:rsidR="00DF7BAA" w:rsidRPr="00924A62">
        <w:t xml:space="preserve"> </w:t>
      </w:r>
    </w:p>
    <w:p w14:paraId="462EDD0A" w14:textId="77777777" w:rsidR="00DF7BAA" w:rsidRPr="00924A62" w:rsidRDefault="00DF7BAA" w:rsidP="00DF7BAA">
      <w:pPr>
        <w:pStyle w:val="Nadpis2-2"/>
      </w:pPr>
      <w:bookmarkStart w:id="17" w:name="_Toc6410434"/>
      <w:bookmarkStart w:id="18" w:name="_Toc81301024"/>
      <w:r w:rsidRPr="00924A62">
        <w:t>Související dokumentace</w:t>
      </w:r>
      <w:bookmarkEnd w:id="17"/>
      <w:bookmarkEnd w:id="18"/>
    </w:p>
    <w:p w14:paraId="052E53A3" w14:textId="0BAF9687" w:rsidR="00DF7BAA" w:rsidRPr="00924A62" w:rsidRDefault="002D7632" w:rsidP="002D7632">
      <w:pPr>
        <w:pStyle w:val="Text2-1"/>
      </w:pPr>
      <w:r w:rsidRPr="00924A62">
        <w:t xml:space="preserve">Neobsazeno. </w:t>
      </w:r>
    </w:p>
    <w:p w14:paraId="5D4B3D46" w14:textId="77777777" w:rsidR="00DF7BAA" w:rsidRPr="00924A62" w:rsidRDefault="00DF7BAA" w:rsidP="00DF7BAA">
      <w:pPr>
        <w:pStyle w:val="Nadpis2-1"/>
      </w:pPr>
      <w:bookmarkStart w:id="19" w:name="_Toc6410435"/>
      <w:bookmarkStart w:id="20" w:name="_Toc81301025"/>
      <w:r w:rsidRPr="00924A62">
        <w:t>KOORDINACE S JINÝMI STAVBAMI</w:t>
      </w:r>
      <w:bookmarkEnd w:id="19"/>
      <w:bookmarkEnd w:id="20"/>
      <w:r w:rsidRPr="00924A62">
        <w:t xml:space="preserve"> </w:t>
      </w:r>
    </w:p>
    <w:p w14:paraId="691D830F" w14:textId="6E12438E" w:rsidR="00DF7BAA" w:rsidRPr="00924A62" w:rsidRDefault="00004A85" w:rsidP="00EC6D27">
      <w:pPr>
        <w:pStyle w:val="Text2-1"/>
      </w:pPr>
      <w:r w:rsidRPr="00924A62">
        <w:t>Neobsazeno.</w:t>
      </w:r>
    </w:p>
    <w:p w14:paraId="2C39C99E" w14:textId="77777777" w:rsidR="00DF7BAA" w:rsidRPr="00924A62" w:rsidRDefault="00DF7BAA" w:rsidP="00DF7BAA">
      <w:pPr>
        <w:pStyle w:val="Nadpis2-1"/>
      </w:pPr>
      <w:bookmarkStart w:id="21" w:name="_Toc6410436"/>
      <w:bookmarkStart w:id="22" w:name="_Toc81301026"/>
      <w:r w:rsidRPr="00924A62">
        <w:t>ZVLÁŠTNÍ TECHNICKÉ PODMÍNKY A POŽADAVKY NA PROVEDENÍ DÍLA</w:t>
      </w:r>
      <w:bookmarkEnd w:id="21"/>
      <w:bookmarkEnd w:id="22"/>
    </w:p>
    <w:p w14:paraId="3FF86CD8" w14:textId="77777777" w:rsidR="00DF7BAA" w:rsidRPr="00924A62" w:rsidRDefault="00DF7BAA" w:rsidP="00DF7BAA">
      <w:pPr>
        <w:pStyle w:val="Nadpis2-2"/>
      </w:pPr>
      <w:bookmarkStart w:id="23" w:name="_Toc6410437"/>
      <w:bookmarkStart w:id="24" w:name="_Toc81301027"/>
      <w:r w:rsidRPr="00924A62">
        <w:t>Všeobecně</w:t>
      </w:r>
      <w:bookmarkEnd w:id="23"/>
      <w:bookmarkEnd w:id="24"/>
    </w:p>
    <w:p w14:paraId="38746805" w14:textId="77777777" w:rsidR="00680766" w:rsidRPr="00924A62" w:rsidRDefault="00680766" w:rsidP="00680766">
      <w:pPr>
        <w:pStyle w:val="Text2-1"/>
      </w:pPr>
      <w:r w:rsidRPr="00924A62">
        <w:t>Čl. 1.1</w:t>
      </w:r>
      <w:r w:rsidR="009F30F6" w:rsidRPr="00924A62">
        <w:t>0</w:t>
      </w:r>
      <w:r w:rsidRPr="00924A62">
        <w:t xml:space="preserve"> VTP se ruší.</w:t>
      </w:r>
    </w:p>
    <w:p w14:paraId="64C76194" w14:textId="77777777" w:rsidR="00680766" w:rsidRPr="00924A62" w:rsidRDefault="00680766" w:rsidP="00680766">
      <w:pPr>
        <w:pStyle w:val="Text2-1"/>
      </w:pPr>
      <w:r w:rsidRPr="00924A62">
        <w:t xml:space="preserve">Čl. 3.1.1. VTP se mění takto: </w:t>
      </w:r>
    </w:p>
    <w:p w14:paraId="4FF75BD5" w14:textId="77777777" w:rsidR="00680766" w:rsidRPr="00924A62" w:rsidRDefault="00680766" w:rsidP="00267DE4">
      <w:pPr>
        <w:pStyle w:val="Text2-1"/>
        <w:numPr>
          <w:ilvl w:val="0"/>
          <w:numId w:val="0"/>
        </w:numPr>
        <w:ind w:left="1871"/>
      </w:pPr>
      <w:r w:rsidRPr="00924A62">
        <w:t xml:space="preserve">Zhotovitel se zavazuje vést Stavební deník o stavbě v souladu s ustanoveními zákona č. 183/2006 Sb. [1] a § 6 vyhlášky č. 499/2006 Sb. [28]. Identifikační údaje ve Stavebním deníku (údržba a opravy staveb státních drah) se vyplní v rozsahu dle </w:t>
      </w:r>
      <w:proofErr w:type="spellStart"/>
      <w:r w:rsidRPr="00924A62">
        <w:t>Příl</w:t>
      </w:r>
      <w:proofErr w:type="spellEnd"/>
      <w:r w:rsidRPr="00924A62">
        <w:t xml:space="preserve">. </w:t>
      </w:r>
      <w:r w:rsidR="00A658DF" w:rsidRPr="00924A62">
        <w:t>16</w:t>
      </w:r>
      <w:r w:rsidRPr="00924A62">
        <w:t xml:space="preserve"> vyhlášky č. 499/2006 Sb. [28]  a to ode dne převzetí Staveniště do dne řádného předání a převzetí Díla nebo jeho části do </w:t>
      </w:r>
      <w:r w:rsidR="00A658DF" w:rsidRPr="00924A62">
        <w:t>uvedení do provozu / zkušebního provozu nebo p</w:t>
      </w:r>
      <w:r w:rsidRPr="00924A62">
        <w:t>ředčasného užívání Díla nebo části Díla, popřípadě do dne odstranění poslední vady nebo dokončení nedokončené práce, zjištěné při kontrolní prohlídce Díla. Zhotovitel je povinen vést Stavební deník v českém jazyce.</w:t>
      </w:r>
    </w:p>
    <w:p w14:paraId="5F8AD7E3" w14:textId="77777777" w:rsidR="00680766" w:rsidRPr="00924A62" w:rsidRDefault="00680766" w:rsidP="00680766">
      <w:pPr>
        <w:pStyle w:val="Text2-1"/>
      </w:pPr>
      <w:r w:rsidRPr="00924A62">
        <w:t xml:space="preserve">Čl. 3.1.2. VTP se mění takto: </w:t>
      </w:r>
    </w:p>
    <w:p w14:paraId="6C8913AD" w14:textId="77777777" w:rsidR="00680766" w:rsidRPr="00924A62" w:rsidRDefault="007A6FED" w:rsidP="007A6FED">
      <w:pPr>
        <w:pStyle w:val="Text2-1"/>
        <w:numPr>
          <w:ilvl w:val="0"/>
          <w:numId w:val="0"/>
        </w:numPr>
        <w:ind w:left="1871"/>
      </w:pPr>
      <w:r w:rsidRPr="00924A62">
        <w:t>Zhotovitel vede stavební deník v elektronické nebo listinné podobě. Případné vedení</w:t>
      </w:r>
      <w:r w:rsidR="00A34271" w:rsidRPr="00924A62">
        <w:t xml:space="preserve"> </w:t>
      </w:r>
      <w:r w:rsidRPr="00924A62">
        <w:t xml:space="preserve">elektronického stavebního deníku včetně použité aplikace a počtu poskytnutých licencí bude uvedeno v ZTP. </w:t>
      </w:r>
      <w:r w:rsidR="00680766" w:rsidRPr="00924A62">
        <w:t xml:space="preserve">Zhotovitel je povinen používat typizovaný stavební deník SŽDC: Stavební deník (údržba a opravy staveb státních drah). </w:t>
      </w:r>
    </w:p>
    <w:p w14:paraId="61C4C97C" w14:textId="77777777" w:rsidR="00680766" w:rsidRPr="00924A62" w:rsidRDefault="00680766" w:rsidP="00680766">
      <w:pPr>
        <w:pStyle w:val="Text2-1"/>
      </w:pPr>
      <w:r w:rsidRPr="00924A62">
        <w:t xml:space="preserve">Čl. 3.1.3. VTP se mění takto: </w:t>
      </w:r>
    </w:p>
    <w:p w14:paraId="55727AC7" w14:textId="77777777" w:rsidR="00680766" w:rsidRPr="00924A62" w:rsidRDefault="00680766" w:rsidP="00A34271">
      <w:pPr>
        <w:pStyle w:val="Text2-1"/>
        <w:numPr>
          <w:ilvl w:val="0"/>
          <w:numId w:val="0"/>
        </w:numPr>
        <w:ind w:left="1871"/>
      </w:pPr>
      <w:r w:rsidRPr="00924A62">
        <w:lastRenderedPageBreak/>
        <w:t xml:space="preserve">Typizovaný stavební deník a informace ke správnému vedení jsou uvedeny ve vzoru tohoto stavebního deníku. </w:t>
      </w:r>
      <w:r w:rsidR="00A34271" w:rsidRPr="00924A62">
        <w:t xml:space="preserve">Vzory SD ke stažením, včetně informace o možnosti zakoupení, jsou na www.tudc.cz v sekci „Dokumenty / Typová dokumentace“ (viz kapitola 12 těchto VTP). </w:t>
      </w:r>
    </w:p>
    <w:p w14:paraId="23DD113E" w14:textId="77777777" w:rsidR="00680766" w:rsidRPr="00924A62" w:rsidRDefault="00680766" w:rsidP="00680766">
      <w:pPr>
        <w:pStyle w:val="Text2-1"/>
      </w:pPr>
      <w:r w:rsidRPr="00924A62">
        <w:t xml:space="preserve">Čl. 3.2.1. VTP se mění takto: </w:t>
      </w:r>
    </w:p>
    <w:p w14:paraId="72EB2F0B" w14:textId="77777777" w:rsidR="00680766" w:rsidRPr="00924A62" w:rsidRDefault="00680766" w:rsidP="00267DE4">
      <w:pPr>
        <w:pStyle w:val="Text2-1"/>
        <w:numPr>
          <w:ilvl w:val="0"/>
          <w:numId w:val="0"/>
        </w:numPr>
        <w:ind w:left="1871"/>
      </w:pPr>
      <w:r w:rsidRPr="00924A62">
        <w:t xml:space="preserve">Denní záznamy do Stavebního deníku budou obsahovat náležitosti, které vyplývají z </w:t>
      </w:r>
      <w:proofErr w:type="spellStart"/>
      <w:r w:rsidRPr="00924A62">
        <w:t>Příl</w:t>
      </w:r>
      <w:proofErr w:type="spellEnd"/>
      <w:r w:rsidRPr="00924A62">
        <w:t xml:space="preserve">. </w:t>
      </w:r>
      <w:r w:rsidR="00122084" w:rsidRPr="00924A62">
        <w:t>16</w:t>
      </w:r>
      <w:r w:rsidRPr="00924A62">
        <w:t xml:space="preserve"> vyhlášky č. 499/2006 Sb. [28], TKP [6</w:t>
      </w:r>
      <w:r w:rsidR="00122084" w:rsidRPr="00924A62">
        <w:t>2</w:t>
      </w:r>
      <w:r w:rsidRPr="00924A62">
        <w:t>]. Budou do něj zejména zapisovány všechny záznamy související se stavební činností, kontrolou a všechny skutečnosti důležité pro věcné, časové a finanční plnění SOD, včetně množství provedených prací a montáží. U nasazení mechanizačních prostředků bude uveden druh mechanizace (kolejové, zemní či speciální) s uvedením pracovní doby, ne však nářadí.</w:t>
      </w:r>
    </w:p>
    <w:p w14:paraId="4378A9B0" w14:textId="77777777" w:rsidR="00680766" w:rsidRPr="00924A62" w:rsidRDefault="00680766" w:rsidP="00680766">
      <w:pPr>
        <w:pStyle w:val="Text2-1"/>
      </w:pPr>
      <w:r w:rsidRPr="00924A62">
        <w:t xml:space="preserve">Čl. 3.2.2. VTP se mění takto: </w:t>
      </w:r>
    </w:p>
    <w:p w14:paraId="0712A5F9" w14:textId="77777777" w:rsidR="00680766" w:rsidRPr="00924A62" w:rsidRDefault="00680766" w:rsidP="00267DE4">
      <w:pPr>
        <w:pStyle w:val="Text2-1"/>
        <w:numPr>
          <w:ilvl w:val="0"/>
          <w:numId w:val="0"/>
        </w:numPr>
        <w:ind w:left="1871"/>
      </w:pPr>
      <w:r w:rsidRPr="00924A62">
        <w:t>Zhotovitel se zavazuje, že Stavební deník bude obsahovat mimo jiné i následující náležitosti, které se týkají příslušného Díla, Část Díla nad rámec vyhlášky č. 499/2006 Sb. [28]:</w:t>
      </w:r>
    </w:p>
    <w:p w14:paraId="7175FD8C" w14:textId="77777777" w:rsidR="00680766" w:rsidRPr="00924A62" w:rsidRDefault="00680766" w:rsidP="00267DE4">
      <w:pPr>
        <w:pStyle w:val="Text2-1"/>
        <w:numPr>
          <w:ilvl w:val="0"/>
          <w:numId w:val="0"/>
        </w:numPr>
        <w:ind w:left="1871"/>
      </w:pPr>
      <w:r w:rsidRPr="00924A62">
        <w:t>a)  zahájení a ukončení výluk,</w:t>
      </w:r>
    </w:p>
    <w:p w14:paraId="568CD79F" w14:textId="77777777" w:rsidR="00680766" w:rsidRPr="00924A62" w:rsidRDefault="00680766" w:rsidP="00267DE4">
      <w:pPr>
        <w:pStyle w:val="Text2-1"/>
        <w:numPr>
          <w:ilvl w:val="0"/>
          <w:numId w:val="0"/>
        </w:numPr>
        <w:ind w:left="1871"/>
      </w:pPr>
      <w:r w:rsidRPr="00924A62">
        <w:t xml:space="preserve">b) vyjádření ÚOZI Zhotovitele o provedení zaměření podzemních vedení a zařízení technické infrastruktury před zakrytím a souhlas TDS se zakrýváním prací, </w:t>
      </w:r>
    </w:p>
    <w:p w14:paraId="7438E106" w14:textId="77777777" w:rsidR="00680766" w:rsidRPr="00924A62" w:rsidRDefault="00680766" w:rsidP="00267DE4">
      <w:pPr>
        <w:pStyle w:val="Text2-1"/>
        <w:numPr>
          <w:ilvl w:val="0"/>
          <w:numId w:val="0"/>
        </w:numPr>
        <w:ind w:left="1871"/>
      </w:pPr>
      <w:r w:rsidRPr="00924A62">
        <w:t>c) zdůvodnění rozdílů provedených prací od Projektové dokumentace (pokud je vyhotovena) nebo těchto ZTP včetně jejich příloh, případně stavebního povolení, odůvodnění změn materiálů a změn technického řešení a odchylek od Projektové dokumentace, včetně způsobu projednání,</w:t>
      </w:r>
    </w:p>
    <w:p w14:paraId="451DA375" w14:textId="77777777" w:rsidR="00680766" w:rsidRPr="00924A62" w:rsidRDefault="00680766" w:rsidP="00267DE4">
      <w:pPr>
        <w:pStyle w:val="Text2-1"/>
        <w:numPr>
          <w:ilvl w:val="0"/>
          <w:numId w:val="0"/>
        </w:numPr>
        <w:ind w:left="1871"/>
      </w:pPr>
      <w:r w:rsidRPr="00924A62">
        <w:t>d)  údaje potřebné k posouzení prací správními úřady a orgány státního dozoru,</w:t>
      </w:r>
    </w:p>
    <w:p w14:paraId="1D149826" w14:textId="77777777" w:rsidR="00680766" w:rsidRPr="00924A62" w:rsidRDefault="00680766" w:rsidP="00267DE4">
      <w:pPr>
        <w:pStyle w:val="Text2-1"/>
        <w:numPr>
          <w:ilvl w:val="0"/>
          <w:numId w:val="0"/>
        </w:numPr>
        <w:ind w:left="1871"/>
      </w:pPr>
      <w:r w:rsidRPr="00924A62">
        <w:t>e)  výsledky činnosti autorizovaného inspektora (pokud je určen),</w:t>
      </w:r>
    </w:p>
    <w:p w14:paraId="3A1D98B6" w14:textId="77777777" w:rsidR="00680766" w:rsidRPr="00924A62" w:rsidRDefault="00680766" w:rsidP="00267DE4">
      <w:pPr>
        <w:pStyle w:val="Text2-1"/>
        <w:numPr>
          <w:ilvl w:val="0"/>
          <w:numId w:val="0"/>
        </w:numPr>
        <w:ind w:left="1871"/>
      </w:pPr>
      <w:r w:rsidRPr="00924A62">
        <w:t>f)  výsledky činnosti Koordinátora BOZP (pokud je určen),</w:t>
      </w:r>
    </w:p>
    <w:p w14:paraId="1C784CB8" w14:textId="77777777" w:rsidR="00680766" w:rsidRPr="00924A62" w:rsidRDefault="00680766" w:rsidP="00267DE4">
      <w:pPr>
        <w:pStyle w:val="Text2-1"/>
        <w:numPr>
          <w:ilvl w:val="0"/>
          <w:numId w:val="0"/>
        </w:numPr>
        <w:ind w:left="1871"/>
      </w:pPr>
      <w:r w:rsidRPr="00924A62">
        <w:t>g)  výsledky činnosti odborně způsobilé osoby pro ekologický dozor (pokud je určen).</w:t>
      </w:r>
    </w:p>
    <w:p w14:paraId="4E23F713" w14:textId="77777777" w:rsidR="00122084" w:rsidRPr="00924A62" w:rsidRDefault="00122084" w:rsidP="00680766">
      <w:pPr>
        <w:pStyle w:val="Text2-1"/>
      </w:pPr>
      <w:r w:rsidRPr="00924A62">
        <w:t>V čl. 3.2.3 se ruší text „</w:t>
      </w:r>
      <w:proofErr w:type="gramStart"/>
      <w:r w:rsidRPr="00924A62">
        <w:t>….a finančního</w:t>
      </w:r>
      <w:proofErr w:type="gramEnd"/>
      <w:r w:rsidRPr="00924A62">
        <w:t xml:space="preserve"> plnění“.</w:t>
      </w:r>
    </w:p>
    <w:p w14:paraId="54CA71A3" w14:textId="77777777" w:rsidR="00680766" w:rsidRPr="00924A62" w:rsidRDefault="00680766" w:rsidP="00680766">
      <w:pPr>
        <w:pStyle w:val="Text2-1"/>
      </w:pPr>
      <w:r w:rsidRPr="00924A62">
        <w:t xml:space="preserve">Čl. 3.3.1. VTP se mění takto: </w:t>
      </w:r>
    </w:p>
    <w:p w14:paraId="75765CF8" w14:textId="77777777" w:rsidR="00680766" w:rsidRPr="00924A62" w:rsidRDefault="00680766" w:rsidP="00267DE4">
      <w:pPr>
        <w:pStyle w:val="Text2-1"/>
        <w:numPr>
          <w:ilvl w:val="0"/>
          <w:numId w:val="0"/>
        </w:numPr>
        <w:ind w:left="1871"/>
      </w:pPr>
      <w:r w:rsidRPr="00924A62">
        <w:t>Stavební deník (viz 3.1.2.) bude uložen na pracovišti člena osoby Zhotovitele zmocněné vedením stavby dle SOD.</w:t>
      </w:r>
    </w:p>
    <w:p w14:paraId="58D97F5E" w14:textId="77777777" w:rsidR="00680766" w:rsidRPr="00924A62" w:rsidRDefault="00680766" w:rsidP="00680766">
      <w:pPr>
        <w:pStyle w:val="Text2-1"/>
      </w:pPr>
      <w:r w:rsidRPr="00924A62">
        <w:t>Čl. 3.3.5. VTP se ruší.</w:t>
      </w:r>
    </w:p>
    <w:p w14:paraId="2AF81AEE" w14:textId="77777777" w:rsidR="00680766" w:rsidRPr="00924A62" w:rsidRDefault="00680766" w:rsidP="00680766">
      <w:pPr>
        <w:pStyle w:val="Text2-1"/>
      </w:pPr>
      <w:r w:rsidRPr="00924A62">
        <w:t xml:space="preserve">Čl. 3.3.6. VTP se mění takto: </w:t>
      </w:r>
    </w:p>
    <w:p w14:paraId="0B2DF7E1" w14:textId="77777777" w:rsidR="00680766" w:rsidRPr="00924A62" w:rsidRDefault="00680766" w:rsidP="00267DE4">
      <w:pPr>
        <w:pStyle w:val="Text2-1"/>
        <w:numPr>
          <w:ilvl w:val="0"/>
          <w:numId w:val="0"/>
        </w:numPr>
        <w:ind w:left="1871"/>
      </w:pPr>
      <w:r w:rsidRPr="00924A62">
        <w:t>Objednatel provádí potvrzování (potvrzení podpisem přečtení záznamů) Stavebního deníku až po jejich předchozím potvrzení Zhotovitelem.</w:t>
      </w:r>
    </w:p>
    <w:p w14:paraId="7D8B16ED" w14:textId="77777777" w:rsidR="00680766" w:rsidRPr="00924A62" w:rsidRDefault="00680766" w:rsidP="00680766">
      <w:pPr>
        <w:pStyle w:val="Text2-1"/>
      </w:pPr>
      <w:r w:rsidRPr="00924A62">
        <w:t xml:space="preserve">Čl. 3.3.7. VTP se mění takto: </w:t>
      </w:r>
    </w:p>
    <w:p w14:paraId="5BFB7809" w14:textId="77777777" w:rsidR="00680766" w:rsidRPr="00924A62" w:rsidRDefault="00680766" w:rsidP="00267DE4">
      <w:pPr>
        <w:pStyle w:val="Text2-1"/>
        <w:numPr>
          <w:ilvl w:val="0"/>
          <w:numId w:val="0"/>
        </w:numPr>
        <w:ind w:left="1871"/>
      </w:pPr>
      <w:r w:rsidRPr="00924A62">
        <w:t>Potřebné stanovisko další oprávněné osoby včetně Objednatele k záznamům ve Stavebním deníku musí být zaznamenáno do Stavebního deníku do 5 pracovních dnů po jejich předložení příslušné oprávněné osobě a Objednateli, podle toho, komu bude záznam předložen později. Nevyjádří-li se Objednatel ve lhůtě 5 pracovních dní ode dne, kdy mu byl předložen záznam, má se za to, že Objednatel s obsahem záznamu souhlasí.</w:t>
      </w:r>
    </w:p>
    <w:p w14:paraId="5938C783" w14:textId="77777777" w:rsidR="00680766" w:rsidRPr="00924A62" w:rsidRDefault="00680766" w:rsidP="00680766">
      <w:pPr>
        <w:pStyle w:val="Text2-1"/>
      </w:pPr>
      <w:r w:rsidRPr="00924A62">
        <w:t xml:space="preserve">Čl. 3.3.8. VTP se mění takto: </w:t>
      </w:r>
    </w:p>
    <w:p w14:paraId="724AC90C" w14:textId="77777777" w:rsidR="00680766" w:rsidRPr="00924A62" w:rsidRDefault="00680766" w:rsidP="00267DE4">
      <w:pPr>
        <w:pStyle w:val="Text2-1"/>
        <w:numPr>
          <w:ilvl w:val="0"/>
          <w:numId w:val="0"/>
        </w:numPr>
        <w:ind w:left="1871"/>
      </w:pPr>
      <w:r w:rsidRPr="00924A62">
        <w:t xml:space="preserve">Jestliže oprávněný zaměstnanec Zhotovitele, popř. jeho zmocněný zástupce, nesouhlasí se záznamem Objednatele, nebo jiné oprávněné osoby, provedeným ve Stavebním deníku, je povinen připojit k uvedenému </w:t>
      </w:r>
      <w:r w:rsidRPr="00924A62">
        <w:lastRenderedPageBreak/>
        <w:t>záznamu do 2 pracovních dnů po jeho zapsání své vyjádření a předat je v tomto termínu na předem určeném a dohodnutém místě pro přístup ke Stavebnímu deníku. Nevyjádří-li Zhotovitel svůj nesouhlas ve lhůtě 2 pracovních dní ode dne, kdy mu bylo předloženo předmětné vyjádření, má se za to, že Zhotovitel s obsahem záznamu souhlasí.</w:t>
      </w:r>
    </w:p>
    <w:p w14:paraId="3A0FD71B" w14:textId="77777777" w:rsidR="00680766" w:rsidRPr="00924A62" w:rsidRDefault="00680766" w:rsidP="00B9150D">
      <w:pPr>
        <w:pStyle w:val="Text2-1"/>
        <w:ind w:left="1814" w:hanging="1814"/>
      </w:pPr>
      <w:r w:rsidRPr="00924A62">
        <w:t>V čl. 4.1.2. VTP se ruší text „… a finančního plnění“.</w:t>
      </w:r>
      <w:r w:rsidR="00F0110B" w:rsidRPr="00924A62">
        <w:t xml:space="preserve"> Text „…14 kalendářních dnů…“ se mění na „</w:t>
      </w:r>
      <w:proofErr w:type="gramStart"/>
      <w:r w:rsidR="00F0110B" w:rsidRPr="00924A62">
        <w:t>….7 kalendářních</w:t>
      </w:r>
      <w:proofErr w:type="gramEnd"/>
      <w:r w:rsidR="00F0110B" w:rsidRPr="00924A62">
        <w:t xml:space="preserve"> dnů…“.</w:t>
      </w:r>
    </w:p>
    <w:p w14:paraId="0CBC097E" w14:textId="77777777" w:rsidR="00680766" w:rsidRPr="00924A62" w:rsidRDefault="00680766" w:rsidP="00680766">
      <w:pPr>
        <w:pStyle w:val="Text2-1"/>
      </w:pPr>
      <w:r w:rsidRPr="00924A62">
        <w:t>V čl. 4.1.4. VTP se ruší text „…části – Geodetická dokumentace“.</w:t>
      </w:r>
    </w:p>
    <w:p w14:paraId="24C4E2B8" w14:textId="77777777" w:rsidR="00680766" w:rsidRPr="00924A62" w:rsidRDefault="00680766" w:rsidP="00680766">
      <w:pPr>
        <w:pStyle w:val="Text2-1"/>
      </w:pPr>
      <w:r w:rsidRPr="00924A62">
        <w:t>Čl. 4.1.7. VTP se ruší.</w:t>
      </w:r>
    </w:p>
    <w:p w14:paraId="303A6C4F" w14:textId="77777777" w:rsidR="00680766" w:rsidRPr="00924A62" w:rsidRDefault="00680766" w:rsidP="00680766">
      <w:pPr>
        <w:pStyle w:val="Text2-1"/>
      </w:pPr>
      <w:r w:rsidRPr="00924A62">
        <w:t>Čl. 4.1.8. VTP se ruší.</w:t>
      </w:r>
    </w:p>
    <w:p w14:paraId="4C59E6C5" w14:textId="77777777" w:rsidR="00680766" w:rsidRPr="00924A62" w:rsidRDefault="00680766" w:rsidP="00680766">
      <w:pPr>
        <w:pStyle w:val="Text2-1"/>
      </w:pPr>
      <w:r w:rsidRPr="00924A62">
        <w:t>V čl. 4.2.1. VTP se ruší druhá a třetí věta textu.</w:t>
      </w:r>
    </w:p>
    <w:p w14:paraId="2FF6E5C4" w14:textId="77777777" w:rsidR="00680766" w:rsidRPr="00924A62" w:rsidRDefault="00680766" w:rsidP="00680766">
      <w:pPr>
        <w:pStyle w:val="Text2-1"/>
      </w:pPr>
      <w:r w:rsidRPr="00924A62">
        <w:t>Čl. 4.2.2. VTP se ruší.</w:t>
      </w:r>
    </w:p>
    <w:p w14:paraId="2DD94DA5" w14:textId="77777777" w:rsidR="00680766" w:rsidRPr="00924A62" w:rsidRDefault="00680766" w:rsidP="00680766">
      <w:pPr>
        <w:pStyle w:val="Text2-1"/>
      </w:pPr>
      <w:r w:rsidRPr="00924A62">
        <w:t>V čl. 4.2.9. VTP se mění lhůta z 21 dnů na 7 dnů.</w:t>
      </w:r>
    </w:p>
    <w:p w14:paraId="04848AB0" w14:textId="77777777" w:rsidR="00680766" w:rsidRPr="00924A62" w:rsidRDefault="00680766" w:rsidP="00680766">
      <w:pPr>
        <w:pStyle w:val="Text2-1"/>
      </w:pPr>
      <w:r w:rsidRPr="00924A62">
        <w:t xml:space="preserve">Čl. </w:t>
      </w:r>
      <w:proofErr w:type="gramStart"/>
      <w:r w:rsidRPr="00924A62">
        <w:t>4.2.18</w:t>
      </w:r>
      <w:proofErr w:type="gramEnd"/>
      <w:r w:rsidRPr="00924A62">
        <w:t>. VTP se mění takto:</w:t>
      </w:r>
    </w:p>
    <w:p w14:paraId="6BC929F2" w14:textId="77777777" w:rsidR="00680766" w:rsidRPr="00924A62" w:rsidRDefault="00680766" w:rsidP="00267DE4">
      <w:pPr>
        <w:pStyle w:val="Text2-1"/>
        <w:numPr>
          <w:ilvl w:val="0"/>
          <w:numId w:val="0"/>
        </w:numPr>
        <w:ind w:left="1871"/>
      </w:pPr>
      <w:r w:rsidRPr="00924A62">
        <w:t>Přístupové cesty ke staveništi a objekty na nich jsou navrženy v ZOV zpravidla po stávajících komunikacích. U pozemních komunikací, kde je to požadováno, uzavře Zhotovitel nájemní smlouvu na jejich využívání. Zhotovitel během stavby zajistí u komunikací používaných stavbou čištění, kropení proti prašnosti a průběžnou údržbu.</w:t>
      </w:r>
      <w:r w:rsidR="00F0110B" w:rsidRPr="00924A62">
        <w:t xml:space="preserve"> Před započetím stavby pořídí Zhotovitel fotodokumentaci o stavu komunikací.</w:t>
      </w:r>
      <w:r w:rsidRPr="00924A62">
        <w:t xml:space="preserve"> Po ukončení stavby Zhotovitel po dohodě s vlastníkem (správcem komunikace) odstraní případné vzniklé závady. Zhotovitel je rovněž povinen uhradit náklady spojené s odstraněním závad ve sjízdnosti přístupových cest, s jejich poškozením a jejich znečištěním v souladu s § 27 a § 28 zákona č. 13/1997 Sb. [17]. Zhotovitel odpovídá za vzniklé škody způsobené nedodržením těchto povinností. Náklady a poplatky za jejich užívání a náklady na odstranění závad jsou součástí Ceny Díla.</w:t>
      </w:r>
    </w:p>
    <w:p w14:paraId="1F5B28F8" w14:textId="77777777" w:rsidR="00680766" w:rsidRPr="00924A62" w:rsidRDefault="00680766" w:rsidP="00680766">
      <w:pPr>
        <w:pStyle w:val="Text2-1"/>
      </w:pPr>
      <w:r w:rsidRPr="00924A62">
        <w:t>Čl. 4.3.2. VTP se ruší.</w:t>
      </w:r>
    </w:p>
    <w:p w14:paraId="073F75E8" w14:textId="77777777" w:rsidR="00680766" w:rsidRPr="00924A62" w:rsidRDefault="00680766" w:rsidP="00680766">
      <w:pPr>
        <w:pStyle w:val="Text2-1"/>
      </w:pPr>
      <w:r w:rsidRPr="00924A62">
        <w:t>Čl. 4.3.3. VTP se mění takto:</w:t>
      </w:r>
    </w:p>
    <w:p w14:paraId="289B0785" w14:textId="77777777" w:rsidR="00680766" w:rsidRPr="00924A62" w:rsidRDefault="00680766" w:rsidP="00267DE4">
      <w:pPr>
        <w:pStyle w:val="Text2-1"/>
        <w:numPr>
          <w:ilvl w:val="0"/>
          <w:numId w:val="0"/>
        </w:numPr>
        <w:ind w:left="1871"/>
      </w:pPr>
      <w:r w:rsidRPr="00924A62">
        <w:t>Zhotovitel se zavazuje zpracovat havarijní plán pro případný únik ropných látek ve smyslu zákona č. 254/2001 Sb. [10].</w:t>
      </w:r>
      <w:r w:rsidR="00F0110B" w:rsidRPr="00924A62">
        <w:t xml:space="preserve"> Zhotovitel bude řešit způsob odstavení stavebních strojů, zásobování strojů pohonnými hmotami, ochranu proti znečištění povrchových a podzemních vod a ovzduší. </w:t>
      </w:r>
    </w:p>
    <w:p w14:paraId="5E7C42AB" w14:textId="77777777" w:rsidR="00680766" w:rsidRPr="00924A62" w:rsidRDefault="00680766" w:rsidP="00680766">
      <w:pPr>
        <w:pStyle w:val="Text2-1"/>
      </w:pPr>
      <w:r w:rsidRPr="00924A62">
        <w:t>Čl. 5.1.4. VTP se ruší.</w:t>
      </w:r>
    </w:p>
    <w:p w14:paraId="601693A7" w14:textId="77777777" w:rsidR="00680766" w:rsidRPr="00924A62" w:rsidRDefault="00680766" w:rsidP="00680766">
      <w:pPr>
        <w:pStyle w:val="Text2-1"/>
      </w:pPr>
      <w:r w:rsidRPr="00924A62">
        <w:t xml:space="preserve">V čl. </w:t>
      </w:r>
      <w:proofErr w:type="gramStart"/>
      <w:r w:rsidRPr="00924A62">
        <w:t>5.1.10</w:t>
      </w:r>
      <w:proofErr w:type="gramEnd"/>
      <w:r w:rsidRPr="00924A62">
        <w:t xml:space="preserve">. VTP se text „5 pracovních dnů“ nahrazuje textem „2 pracovní dny“. </w:t>
      </w:r>
    </w:p>
    <w:p w14:paraId="5D2B5F55" w14:textId="77777777" w:rsidR="00680766" w:rsidRPr="00924A62" w:rsidRDefault="00680766" w:rsidP="00B9150D">
      <w:pPr>
        <w:pStyle w:val="Text2-1"/>
        <w:ind w:left="1814" w:hanging="1814"/>
      </w:pPr>
      <w:r w:rsidRPr="00924A62">
        <w:t>V čl. 5.2.4. VTP se mění lhůta ze čtyř týdnů na dva týdny. Ruší se text “</w:t>
      </w:r>
      <w:proofErr w:type="gramStart"/>
      <w:r w:rsidRPr="00924A62">
        <w:t>…. a písemně</w:t>
      </w:r>
      <w:proofErr w:type="gramEnd"/>
      <w:r w:rsidRPr="00924A62">
        <w:t xml:space="preserve"> přizvat dotčené orgány veřejné správy (odbor životního prostředí příslušného úřadu)“. </w:t>
      </w:r>
    </w:p>
    <w:p w14:paraId="63F52EC5" w14:textId="77777777" w:rsidR="00680766" w:rsidRPr="00924A62" w:rsidRDefault="00680766" w:rsidP="00680766">
      <w:pPr>
        <w:pStyle w:val="Text2-1"/>
      </w:pPr>
      <w:r w:rsidRPr="00924A62">
        <w:t>Čl. 6.3.1. VTP se ruší.</w:t>
      </w:r>
    </w:p>
    <w:p w14:paraId="5010352D" w14:textId="77777777" w:rsidR="00680766" w:rsidRPr="00924A62" w:rsidRDefault="00680766" w:rsidP="00680766">
      <w:pPr>
        <w:pStyle w:val="Text2-1"/>
      </w:pPr>
      <w:r w:rsidRPr="00924A62">
        <w:t>Čl. 7.</w:t>
      </w:r>
      <w:r w:rsidR="009A45C5" w:rsidRPr="00924A62">
        <w:t>1.</w:t>
      </w:r>
      <w:r w:rsidRPr="00924A62">
        <w:t xml:space="preserve">7. VTP se mění takto: </w:t>
      </w:r>
    </w:p>
    <w:p w14:paraId="18D4D19F" w14:textId="77777777" w:rsidR="00680766" w:rsidRPr="00924A62" w:rsidRDefault="00680766" w:rsidP="00D178B4">
      <w:pPr>
        <w:pStyle w:val="Text2-1"/>
        <w:numPr>
          <w:ilvl w:val="0"/>
          <w:numId w:val="0"/>
        </w:numPr>
        <w:ind w:left="1871"/>
      </w:pPr>
      <w:r w:rsidRPr="00924A62">
        <w:t xml:space="preserve">Pokud je podzemních vedení a zařízení technické infrastruktury ve správě místně příslušné OJ SŽ, Zhotovitel se zavazuje zažádat písemnou objednávkou o jejich vytyčení minimálně 5 pracovních dnů před zahájením výkopových prací. Tyto činnosti jsou součástí Ceny Díla. </w:t>
      </w:r>
    </w:p>
    <w:p w14:paraId="377A852C" w14:textId="77777777" w:rsidR="00680766" w:rsidRPr="00924A62" w:rsidRDefault="00680766" w:rsidP="00B9150D">
      <w:pPr>
        <w:pStyle w:val="Text2-1"/>
        <w:ind w:left="1871" w:hanging="1871"/>
      </w:pPr>
      <w:r w:rsidRPr="00924A62">
        <w:t xml:space="preserve">V čl. </w:t>
      </w:r>
      <w:proofErr w:type="gramStart"/>
      <w:r w:rsidRPr="00924A62">
        <w:t>7.1.11</w:t>
      </w:r>
      <w:proofErr w:type="gramEnd"/>
      <w:r w:rsidRPr="00924A62">
        <w:t>. VTP se text „po rekonstrukci“ nahrazuje textem „po opravě a údržbě“, a text rekonstrukce“ se nahrazuje textem „oprava a údržba“.</w:t>
      </w:r>
    </w:p>
    <w:p w14:paraId="7253BC9A" w14:textId="77777777" w:rsidR="00680766" w:rsidRPr="00924A62" w:rsidRDefault="00680766" w:rsidP="00680766">
      <w:pPr>
        <w:pStyle w:val="Text2-1"/>
      </w:pPr>
      <w:r w:rsidRPr="00924A62">
        <w:t xml:space="preserve">Čl. 7.2.1. VTP se mění takto: </w:t>
      </w:r>
    </w:p>
    <w:p w14:paraId="11775510" w14:textId="77777777" w:rsidR="00680766" w:rsidRPr="00924A62" w:rsidRDefault="00680766" w:rsidP="00D178B4">
      <w:pPr>
        <w:pStyle w:val="Text2-1"/>
        <w:numPr>
          <w:ilvl w:val="0"/>
          <w:numId w:val="0"/>
        </w:numPr>
        <w:ind w:left="1871"/>
      </w:pPr>
      <w:r w:rsidRPr="00924A62">
        <w:lastRenderedPageBreak/>
        <w:t>Objednatel se zavazuje zajistit a projednat žádosti o vyhotovení výlukových rozkazů v souladu s Interními předpisy Objednatele - SŽDC D7/2 [7</w:t>
      </w:r>
      <w:r w:rsidR="002F50C1" w:rsidRPr="00924A62">
        <w:t>0</w:t>
      </w:r>
      <w:r w:rsidRPr="00924A62">
        <w:t>].</w:t>
      </w:r>
    </w:p>
    <w:p w14:paraId="2A06F6B1" w14:textId="77777777" w:rsidR="00680766" w:rsidRPr="00924A62" w:rsidRDefault="00680766" w:rsidP="00680766">
      <w:pPr>
        <w:pStyle w:val="Text2-1"/>
      </w:pPr>
      <w:r w:rsidRPr="00924A62">
        <w:t>V čl. 8.1.1. VTP se ruší text „posuzovací a schvalovací protokol“.</w:t>
      </w:r>
    </w:p>
    <w:p w14:paraId="6832C0C3" w14:textId="77777777" w:rsidR="00680766" w:rsidRPr="00924A62" w:rsidRDefault="00680766" w:rsidP="00B9150D">
      <w:pPr>
        <w:pStyle w:val="Text2-1"/>
        <w:ind w:left="1814" w:hanging="1814"/>
      </w:pPr>
      <w:r w:rsidRPr="00924A62">
        <w:t>V čl. 8.1.4. VTP se ruší text „</w:t>
      </w:r>
      <w:r w:rsidR="00AB4EC0" w:rsidRPr="00924A62">
        <w:t>Náklady spojené s dopracováním PDPS jsou uvedené samostatné položce v soupisu prací příslušných SO a PS, u kterých je opodstatněné takovéto činnosti vyžadovat.</w:t>
      </w:r>
      <w:r w:rsidRPr="00924A62">
        <w:t>“.</w:t>
      </w:r>
    </w:p>
    <w:p w14:paraId="7E19D838" w14:textId="77777777" w:rsidR="00680766" w:rsidRPr="00924A62" w:rsidRDefault="00680766" w:rsidP="00680766">
      <w:pPr>
        <w:pStyle w:val="Text2-1"/>
      </w:pPr>
      <w:r w:rsidRPr="00924A62">
        <w:t>Čl. 8.1.4. VTP, odstavec c) se mění takto:</w:t>
      </w:r>
    </w:p>
    <w:p w14:paraId="4088E550" w14:textId="77777777" w:rsidR="00680766" w:rsidRPr="00924A62" w:rsidRDefault="00D178B4" w:rsidP="00D178B4">
      <w:pPr>
        <w:pStyle w:val="Text2-1"/>
        <w:numPr>
          <w:ilvl w:val="0"/>
          <w:numId w:val="0"/>
        </w:numPr>
        <w:ind w:left="1871"/>
      </w:pPr>
      <w:r w:rsidRPr="00924A62">
        <w:t xml:space="preserve">Zhotovitel předá </w:t>
      </w:r>
      <w:r w:rsidR="009A45C5" w:rsidRPr="00924A62">
        <w:t xml:space="preserve">15 </w:t>
      </w:r>
      <w:r w:rsidR="00680766" w:rsidRPr="00924A62">
        <w:t xml:space="preserve">dní před zahájením prací dle </w:t>
      </w:r>
      <w:r w:rsidR="00AB4EC0" w:rsidRPr="00924A62">
        <w:t>RDS</w:t>
      </w:r>
      <w:r w:rsidR="00680766" w:rsidRPr="00924A62">
        <w:t xml:space="preserve"> jedno pracovní vyhotovení </w:t>
      </w:r>
      <w:r w:rsidR="00AB4EC0" w:rsidRPr="00924A62">
        <w:t>RDS</w:t>
      </w:r>
      <w:r w:rsidR="00680766" w:rsidRPr="00924A62">
        <w:t xml:space="preserve"> zhotoviteli Projektové dokumentace k posouzení souladu PDPS s DSP/DOS a 1 pracovní vyhotovení Objednateli k posouzení a ke schválení, vč. případného rozdílového Soupisu prací.</w:t>
      </w:r>
    </w:p>
    <w:p w14:paraId="5ED20966" w14:textId="77777777" w:rsidR="00AB4EC0" w:rsidRPr="00924A62" w:rsidRDefault="00AB4EC0" w:rsidP="00AB4EC0">
      <w:pPr>
        <w:pStyle w:val="Text2-1"/>
      </w:pPr>
      <w:r w:rsidRPr="00924A62">
        <w:t>Čl. 8.1.4. VTP, odstavec d) se mění takto:</w:t>
      </w:r>
    </w:p>
    <w:p w14:paraId="3ABF7801" w14:textId="77777777" w:rsidR="00AB4EC0" w:rsidRPr="00924A62" w:rsidRDefault="00AB4EC0" w:rsidP="00B9150D">
      <w:pPr>
        <w:pStyle w:val="Text2-1"/>
        <w:numPr>
          <w:ilvl w:val="0"/>
          <w:numId w:val="0"/>
        </w:numPr>
        <w:ind w:left="1871"/>
      </w:pPr>
      <w:r w:rsidRPr="00924A62">
        <w:t xml:space="preserve">U staničních zabezpečovacích zařízení se Zhotovitel RDS zavazuje předat </w:t>
      </w:r>
      <w:r w:rsidR="00F20D10" w:rsidRPr="00924A62">
        <w:t xml:space="preserve">Objednateli ke </w:t>
      </w:r>
      <w:r w:rsidRPr="00924A62">
        <w:t>schválení 3 soupravy závěrových tabulek [6</w:t>
      </w:r>
      <w:r w:rsidR="00F20D10" w:rsidRPr="00924A62">
        <w:t>1][89</w:t>
      </w:r>
      <w:r w:rsidRPr="00924A62">
        <w:t>].</w:t>
      </w:r>
    </w:p>
    <w:p w14:paraId="5E6B920F" w14:textId="77777777" w:rsidR="00680766" w:rsidRPr="00924A62" w:rsidRDefault="00680766" w:rsidP="00680766">
      <w:pPr>
        <w:pStyle w:val="Text2-1"/>
      </w:pPr>
      <w:r w:rsidRPr="00924A62">
        <w:t>Čl. 8.1.4. VTP, odstavec e) se mění takto:</w:t>
      </w:r>
    </w:p>
    <w:p w14:paraId="5FCF1F2A" w14:textId="77777777" w:rsidR="00680766" w:rsidRPr="00924A62" w:rsidRDefault="00680766" w:rsidP="00D178B4">
      <w:pPr>
        <w:pStyle w:val="Text2-1"/>
        <w:numPr>
          <w:ilvl w:val="0"/>
          <w:numId w:val="0"/>
        </w:numPr>
        <w:ind w:left="1871"/>
      </w:pPr>
      <w:r w:rsidRPr="00924A62">
        <w:t xml:space="preserve">Po odsouhlasení zpracovatelem Projektové dokumentace (pokud je vyhotovena), zapracování případných připomínek a schválení Objednatelem předá Zhotovitel Objednateli dokumentaci </w:t>
      </w:r>
      <w:r w:rsidR="00F25725" w:rsidRPr="00924A62">
        <w:t>RDS</w:t>
      </w:r>
      <w:r w:rsidRPr="00924A62">
        <w:t xml:space="preserve"> SO a PS do </w:t>
      </w:r>
      <w:r w:rsidR="009A45C5" w:rsidRPr="00924A62">
        <w:t xml:space="preserve">7 </w:t>
      </w:r>
      <w:r w:rsidRPr="00924A62">
        <w:t xml:space="preserve">dnů před zahájením prací ve 3 vyhotoveních v listinné podobě a v 1 vyhotovení v elektronické podobě. </w:t>
      </w:r>
    </w:p>
    <w:p w14:paraId="27EB86AB" w14:textId="77777777" w:rsidR="00680766" w:rsidRPr="00924A62" w:rsidRDefault="00680766" w:rsidP="00680766">
      <w:pPr>
        <w:pStyle w:val="Text2-1"/>
      </w:pPr>
      <w:r w:rsidRPr="00924A62">
        <w:t xml:space="preserve">Čl. 8.1.4. VTP, odstavec f) se mění takto: </w:t>
      </w:r>
    </w:p>
    <w:p w14:paraId="119A23FE" w14:textId="77777777" w:rsidR="00680766" w:rsidRPr="00924A62" w:rsidRDefault="00680766" w:rsidP="00D178B4">
      <w:pPr>
        <w:pStyle w:val="Text2-1"/>
        <w:numPr>
          <w:ilvl w:val="0"/>
          <w:numId w:val="0"/>
        </w:numPr>
        <w:ind w:left="1871"/>
      </w:pPr>
      <w:r w:rsidRPr="00924A62">
        <w:t xml:space="preserve">Po schválení závěrových tabulek předá Zhotovitel Objednateli dokumentaci </w:t>
      </w:r>
      <w:r w:rsidR="00B82624" w:rsidRPr="00924A62">
        <w:t>RDS</w:t>
      </w:r>
      <w:r w:rsidRPr="00924A62">
        <w:t xml:space="preserve"> do </w:t>
      </w:r>
      <w:r w:rsidR="009A45C5" w:rsidRPr="00924A62">
        <w:t xml:space="preserve">7 </w:t>
      </w:r>
      <w:r w:rsidRPr="00924A62">
        <w:t>dnů před zahájením prací ve 3 vyhotoveních v listinné podobě a v 1 vyhotovení v elektronické podobě.</w:t>
      </w:r>
    </w:p>
    <w:p w14:paraId="616380E4" w14:textId="77777777" w:rsidR="00680766" w:rsidRPr="00924A62" w:rsidRDefault="00680766" w:rsidP="00680766">
      <w:pPr>
        <w:pStyle w:val="Text2-1"/>
      </w:pPr>
      <w:r w:rsidRPr="00924A62">
        <w:t xml:space="preserve">V čl. 8.1.5. VTP se mění lhůta z 90 dnů na </w:t>
      </w:r>
      <w:r w:rsidR="009A45C5" w:rsidRPr="00924A62">
        <w:t xml:space="preserve">30 </w:t>
      </w:r>
      <w:r w:rsidRPr="00924A62">
        <w:t>dnů.</w:t>
      </w:r>
    </w:p>
    <w:p w14:paraId="41549ED1" w14:textId="77777777" w:rsidR="00680766" w:rsidRPr="00924A62" w:rsidRDefault="00680766" w:rsidP="00680766">
      <w:pPr>
        <w:pStyle w:val="Text2-1"/>
      </w:pPr>
      <w:r w:rsidRPr="00924A62">
        <w:t xml:space="preserve">V čl. 8.1.6. VTP se mění lhůta ze 45 dnů na </w:t>
      </w:r>
      <w:r w:rsidR="009A45C5" w:rsidRPr="00924A62">
        <w:t xml:space="preserve">15 </w:t>
      </w:r>
      <w:r w:rsidRPr="00924A62">
        <w:t>dnů.</w:t>
      </w:r>
    </w:p>
    <w:p w14:paraId="665D98A8" w14:textId="77777777" w:rsidR="00680766" w:rsidRPr="00924A62" w:rsidRDefault="00680766" w:rsidP="00680766">
      <w:pPr>
        <w:pStyle w:val="Text2-1"/>
      </w:pPr>
      <w:r w:rsidRPr="00924A62">
        <w:t>V čl. 8.2.2. VTP se ruší text“… a Směrnice SŽDC č. 117 [7</w:t>
      </w:r>
      <w:r w:rsidR="00B82624" w:rsidRPr="00924A62">
        <w:t>3</w:t>
      </w:r>
      <w:r w:rsidRPr="00924A62">
        <w:t>]“</w:t>
      </w:r>
      <w:r w:rsidR="005F0E69" w:rsidRPr="00924A62">
        <w:t>.</w:t>
      </w:r>
    </w:p>
    <w:p w14:paraId="2FB651FA" w14:textId="77777777" w:rsidR="00680766" w:rsidRPr="00924A62" w:rsidRDefault="00680766" w:rsidP="00680766">
      <w:pPr>
        <w:pStyle w:val="Text2-1"/>
      </w:pPr>
      <w:r w:rsidRPr="00924A62">
        <w:t>Čl. 8.2.3. VTP se ruší.</w:t>
      </w:r>
    </w:p>
    <w:p w14:paraId="0073C1B6" w14:textId="77777777" w:rsidR="00680766" w:rsidRPr="00924A62" w:rsidRDefault="00680766" w:rsidP="00B9150D">
      <w:pPr>
        <w:pStyle w:val="Text2-1"/>
        <w:ind w:left="1814" w:hanging="1814"/>
      </w:pPr>
      <w:r w:rsidRPr="00924A62">
        <w:t>V čl. 8.2.8. VTP se ruší text „</w:t>
      </w:r>
      <w:proofErr w:type="gramStart"/>
      <w:r w:rsidRPr="00924A62">
        <w:t>…..v rozsahu</w:t>
      </w:r>
      <w:proofErr w:type="gramEnd"/>
      <w:r w:rsidRPr="00924A62">
        <w:t xml:space="preserve"> požadavků přílohy „H“ – Dokladová část dle Směrnice GŘ č. 11 [6</w:t>
      </w:r>
      <w:r w:rsidR="00B82624" w:rsidRPr="00924A62">
        <w:t>4</w:t>
      </w:r>
      <w:r w:rsidRPr="00924A62">
        <w:t>]“. Ruší se odstavec b).</w:t>
      </w:r>
    </w:p>
    <w:p w14:paraId="73DB0714" w14:textId="77777777" w:rsidR="00680766" w:rsidRPr="00924A62" w:rsidRDefault="00680766" w:rsidP="00680766">
      <w:pPr>
        <w:pStyle w:val="Text2-1"/>
      </w:pPr>
      <w:r w:rsidRPr="00924A62">
        <w:t>Čl. 8.3.3. VTP se mění takto:</w:t>
      </w:r>
    </w:p>
    <w:p w14:paraId="34AB91AA" w14:textId="77777777" w:rsidR="00680766" w:rsidRPr="00924A62" w:rsidRDefault="00680766" w:rsidP="00D178B4">
      <w:pPr>
        <w:pStyle w:val="Text2-1"/>
        <w:numPr>
          <w:ilvl w:val="0"/>
          <w:numId w:val="0"/>
        </w:numPr>
        <w:ind w:left="1871"/>
      </w:pPr>
      <w:r w:rsidRPr="00924A62">
        <w:t xml:space="preserve">Předání Dokumentace skutečného provedení stavby týkající se Díla Zhotovitelem Objednateli proběhne v listinné podobě ve 3 vyhotoveních pro technickou část do 2 měsíců, pro </w:t>
      </w:r>
      <w:r w:rsidR="004550ED" w:rsidRPr="00924A62">
        <w:t xml:space="preserve">souborné zpracování </w:t>
      </w:r>
      <w:r w:rsidRPr="00924A62">
        <w:t>geodetick</w:t>
      </w:r>
      <w:r w:rsidR="004550ED" w:rsidRPr="00924A62">
        <w:t>é</w:t>
      </w:r>
      <w:r w:rsidRPr="00924A62">
        <w:t xml:space="preserve"> část</w:t>
      </w:r>
      <w:r w:rsidR="004550ED" w:rsidRPr="00924A62">
        <w:t>i</w:t>
      </w:r>
      <w:r w:rsidRPr="00924A62">
        <w:t xml:space="preserve"> do 2 měsíců a kompletní dokumentace v elektronické podobě v rozsahu dle odstavce 8.3.5 těchto VTP do 3 měsíců ode dne, kdy byl vydán </w:t>
      </w:r>
      <w:r w:rsidR="00AF2CCC" w:rsidRPr="00924A62">
        <w:t xml:space="preserve">poslední </w:t>
      </w:r>
      <w:r w:rsidRPr="00924A62">
        <w:t>Zápis o předání a převzetí Díla, nejpozději však do termínu ukončení smluvního vztahu.</w:t>
      </w:r>
    </w:p>
    <w:p w14:paraId="34FFEE77" w14:textId="77777777" w:rsidR="00680766" w:rsidRPr="00924A62" w:rsidRDefault="00680766" w:rsidP="00680766">
      <w:pPr>
        <w:pStyle w:val="Text2-1"/>
      </w:pPr>
      <w:r w:rsidRPr="00924A62">
        <w:t>Čl. 8.3.4. VTP se ruší.</w:t>
      </w:r>
    </w:p>
    <w:p w14:paraId="596C1E8D" w14:textId="77777777" w:rsidR="00680766" w:rsidRPr="00924A62" w:rsidRDefault="00680766" w:rsidP="00680766">
      <w:pPr>
        <w:pStyle w:val="Text2-1"/>
      </w:pPr>
      <w:r w:rsidRPr="00924A62">
        <w:t>Čl. 8.3.5. VTP se mění takto:</w:t>
      </w:r>
    </w:p>
    <w:p w14:paraId="23DCE077" w14:textId="77777777" w:rsidR="00680766" w:rsidRPr="00924A62" w:rsidRDefault="00680766" w:rsidP="00D178B4">
      <w:pPr>
        <w:pStyle w:val="Text2-1"/>
        <w:numPr>
          <w:ilvl w:val="0"/>
          <w:numId w:val="0"/>
        </w:numPr>
        <w:ind w:left="1871"/>
      </w:pPr>
      <w:r w:rsidRPr="00924A62">
        <w:t>Odevzdání dokumentace bude v elektronické podobě provedeno dle pravidel pro vzájemnou výměnu digitálních dat mezi drážními a mimodrážními organizacemi [7</w:t>
      </w:r>
      <w:r w:rsidR="00AF2CCC" w:rsidRPr="00924A62">
        <w:t>2</w:t>
      </w:r>
      <w:r w:rsidRPr="00924A62">
        <w:t xml:space="preserve">] </w:t>
      </w:r>
      <w:r w:rsidR="00AF2CCC" w:rsidRPr="00924A62">
        <w:t>[73]</w:t>
      </w:r>
      <w:r w:rsidRPr="00924A62">
        <w:t>následovně:</w:t>
      </w:r>
    </w:p>
    <w:p w14:paraId="6B9BF584" w14:textId="77777777" w:rsidR="00680766" w:rsidRPr="00924A62" w:rsidRDefault="00680766" w:rsidP="00D178B4">
      <w:pPr>
        <w:pStyle w:val="Text2-1"/>
        <w:numPr>
          <w:ilvl w:val="0"/>
          <w:numId w:val="0"/>
        </w:numPr>
        <w:ind w:left="1871"/>
      </w:pPr>
      <w:r w:rsidRPr="00924A62">
        <w:t>2 × CD (DVD) – kompletní dokumentace stavby v otevřené formě</w:t>
      </w:r>
    </w:p>
    <w:p w14:paraId="5926C34F" w14:textId="77777777" w:rsidR="00680766" w:rsidRPr="00924A62" w:rsidRDefault="00680766" w:rsidP="00D178B4">
      <w:pPr>
        <w:pStyle w:val="Text2-1"/>
        <w:numPr>
          <w:ilvl w:val="0"/>
          <w:numId w:val="0"/>
        </w:numPr>
        <w:ind w:left="1871"/>
      </w:pPr>
      <w:r w:rsidRPr="00924A62">
        <w:t>2 × CD (DVD) – kompletní dokumentace stavby v uzavřené formě</w:t>
      </w:r>
    </w:p>
    <w:p w14:paraId="3F1F9F5E" w14:textId="77777777" w:rsidR="00AF2CCC" w:rsidRPr="00924A62" w:rsidRDefault="00AF2CCC" w:rsidP="00AF2CCC">
      <w:pPr>
        <w:pStyle w:val="Text2-1"/>
      </w:pPr>
      <w:r w:rsidRPr="00924A62">
        <w:t xml:space="preserve">V čl. 8.3.6. VTP se ruší text“… </w:t>
      </w:r>
      <w:proofErr w:type="gramStart"/>
      <w:r w:rsidRPr="00924A62">
        <w:t>*.XML</w:t>
      </w:r>
      <w:proofErr w:type="gramEnd"/>
      <w:r w:rsidRPr="00924A62">
        <w:t xml:space="preserve"> (datový předpis XDC)“.</w:t>
      </w:r>
    </w:p>
    <w:p w14:paraId="3B31A1AE" w14:textId="77777777" w:rsidR="00680766" w:rsidRPr="00924A62" w:rsidRDefault="00680766" w:rsidP="00680766">
      <w:pPr>
        <w:pStyle w:val="Text2-1"/>
      </w:pPr>
      <w:r w:rsidRPr="00924A62">
        <w:t>Čl. 10.2.5. VTP se mění takto:</w:t>
      </w:r>
    </w:p>
    <w:p w14:paraId="7A146374" w14:textId="77777777" w:rsidR="00680766" w:rsidRPr="00924A62" w:rsidRDefault="00680766" w:rsidP="00D178B4">
      <w:pPr>
        <w:pStyle w:val="Text2-1"/>
        <w:numPr>
          <w:ilvl w:val="0"/>
          <w:numId w:val="0"/>
        </w:numPr>
        <w:ind w:left="1871"/>
      </w:pPr>
      <w:r w:rsidRPr="00924A62">
        <w:lastRenderedPageBreak/>
        <w:t xml:space="preserve">Zhotovitel se zavazuje zajistit u svých zaměstnanců a zaměstnanců </w:t>
      </w:r>
      <w:r w:rsidR="00AF2CCC" w:rsidRPr="00924A62">
        <w:t>p</w:t>
      </w:r>
      <w:r w:rsidRPr="00924A62">
        <w:t>oddodavatelů prokazatelné seznámení s plánem BOZP Díla [19] a doložit splnění této povinnosti písemně před předáním Staveniště Zhotoviteli.</w:t>
      </w:r>
    </w:p>
    <w:p w14:paraId="2402A531" w14:textId="77777777" w:rsidR="008F5F18" w:rsidRPr="00924A62" w:rsidRDefault="008F5F18" w:rsidP="008F5F18">
      <w:pPr>
        <w:pStyle w:val="Text2-1"/>
        <w:numPr>
          <w:ilvl w:val="2"/>
          <w:numId w:val="7"/>
        </w:numPr>
      </w:pPr>
      <w:r w:rsidRPr="00924A62">
        <w:t xml:space="preserve">Pro přesnou identifikaci podzemních sítí, metalických a optických kabelů, kanalizace, vody a plynu budou použity RFID </w:t>
      </w:r>
      <w:proofErr w:type="spellStart"/>
      <w:r w:rsidRPr="00924A62">
        <w:t>markery</w:t>
      </w:r>
      <w:proofErr w:type="spellEnd"/>
      <w:r w:rsidRPr="00924A62">
        <w:t xml:space="preserve">. Mohou se používat pouze </w:t>
      </w:r>
      <w:proofErr w:type="spellStart"/>
      <w:r w:rsidRPr="00924A62">
        <w:t>markery</w:t>
      </w:r>
      <w:proofErr w:type="spellEnd"/>
      <w:r w:rsidRPr="00924A62">
        <w:t>, u kterých není nutné při ukládání dbát na jejich orientaci. V rámci jednotného značení v sítích SŽ je nutné zachovat standardní barevné značení, které doporučují výrobci.</w:t>
      </w:r>
    </w:p>
    <w:p w14:paraId="14880126" w14:textId="77777777" w:rsidR="008F5F18" w:rsidRPr="00924A62" w:rsidRDefault="008F5F18" w:rsidP="008F5F18">
      <w:pPr>
        <w:pStyle w:val="Textbezslovn"/>
      </w:pPr>
      <w:r w:rsidRPr="00924A62">
        <w:t xml:space="preserve">Minimální požadavky na použití </w:t>
      </w:r>
      <w:proofErr w:type="spellStart"/>
      <w:r w:rsidRPr="00924A62">
        <w:t>markerů</w:t>
      </w:r>
      <w:proofErr w:type="spellEnd"/>
      <w:r w:rsidRPr="00924A62">
        <w:t xml:space="preserve"> jsou následující:</w:t>
      </w:r>
    </w:p>
    <w:p w14:paraId="40A0D90F" w14:textId="77777777" w:rsidR="008F5F18" w:rsidRPr="00924A62" w:rsidRDefault="008F5F18" w:rsidP="008F5F18">
      <w:pPr>
        <w:pStyle w:val="Odstavec1-1a"/>
        <w:numPr>
          <w:ilvl w:val="0"/>
          <w:numId w:val="19"/>
        </w:numPr>
      </w:pPr>
      <w:r w:rsidRPr="00924A62">
        <w:t xml:space="preserve">Silová zařízení a kabely (včetně kabelů určených k napájení zabezpečovacích zařízení) – červený </w:t>
      </w:r>
      <w:proofErr w:type="spellStart"/>
      <w:r w:rsidRPr="00924A62">
        <w:t>marker</w:t>
      </w:r>
      <w:proofErr w:type="spellEnd"/>
      <w:r w:rsidRPr="00924A62">
        <w:t xml:space="preserve"> (169,8 kHz)</w:t>
      </w:r>
    </w:p>
    <w:p w14:paraId="75B3EE83" w14:textId="77777777" w:rsidR="008F5F18" w:rsidRPr="00924A62" w:rsidRDefault="008F5F18" w:rsidP="008F5F18">
      <w:pPr>
        <w:pStyle w:val="Odrka1-2-"/>
        <w:numPr>
          <w:ilvl w:val="1"/>
          <w:numId w:val="5"/>
        </w:numPr>
      </w:pPr>
      <w:r w:rsidRPr="00924A62">
        <w:t>trasy kabelů (v případě požadavku umístění po cca 50 m), přípojky, zakopané spojky, křížení kabelů, servisní smyčky, paty instalačních trubek, ohyby, změny hloubky, poklopy, rozvodové smyčky.</w:t>
      </w:r>
    </w:p>
    <w:p w14:paraId="12D1FE2B" w14:textId="77777777" w:rsidR="008F5F18" w:rsidRPr="00924A62" w:rsidRDefault="008F5F18" w:rsidP="008F5F18">
      <w:pPr>
        <w:pStyle w:val="Odstavec1-1a"/>
        <w:numPr>
          <w:ilvl w:val="0"/>
          <w:numId w:val="6"/>
        </w:numPr>
      </w:pPr>
      <w:r w:rsidRPr="00924A62">
        <w:t xml:space="preserve">Rozvody vody a jejich zařízení - modrý </w:t>
      </w:r>
      <w:proofErr w:type="spellStart"/>
      <w:r w:rsidRPr="00924A62">
        <w:t>marker</w:t>
      </w:r>
      <w:proofErr w:type="spellEnd"/>
      <w:r w:rsidRPr="00924A62">
        <w:t xml:space="preserve"> (145,7 kHz)</w:t>
      </w:r>
    </w:p>
    <w:p w14:paraId="1D1084BA" w14:textId="77777777" w:rsidR="008F5F18" w:rsidRPr="00924A62" w:rsidRDefault="008F5F18" w:rsidP="008F5F18">
      <w:pPr>
        <w:pStyle w:val="Odrka1-2-"/>
        <w:numPr>
          <w:ilvl w:val="1"/>
          <w:numId w:val="5"/>
        </w:numPr>
      </w:pPr>
      <w:r w:rsidRPr="00924A62">
        <w:t>trasy potrubí, paty servisních sloupců, potrubí z PVC, všechny typy ventilů, křížení, rozdvojky, čistící výstupy, konce obalů.</w:t>
      </w:r>
    </w:p>
    <w:p w14:paraId="1DC08387" w14:textId="77777777" w:rsidR="008F5F18" w:rsidRPr="00924A62" w:rsidRDefault="008F5F18" w:rsidP="008F5F18">
      <w:pPr>
        <w:pStyle w:val="Odstavec1-1a"/>
        <w:keepNext/>
        <w:numPr>
          <w:ilvl w:val="0"/>
          <w:numId w:val="6"/>
        </w:numPr>
      </w:pPr>
      <w:r w:rsidRPr="00924A62">
        <w:t xml:space="preserve">Rozvody plynu a jejich zařízení – žlutý </w:t>
      </w:r>
      <w:proofErr w:type="spellStart"/>
      <w:r w:rsidRPr="00924A62">
        <w:t>marker</w:t>
      </w:r>
      <w:proofErr w:type="spellEnd"/>
      <w:r w:rsidRPr="00924A62">
        <w:t xml:space="preserve"> (383,0 kHz)</w:t>
      </w:r>
    </w:p>
    <w:p w14:paraId="7D828F1B" w14:textId="77777777" w:rsidR="008F5F18" w:rsidRPr="00924A62" w:rsidRDefault="008F5F18" w:rsidP="008F5F18">
      <w:pPr>
        <w:pStyle w:val="Odrka1-2-"/>
        <w:numPr>
          <w:ilvl w:val="1"/>
          <w:numId w:val="5"/>
        </w:numPr>
      </w:pPr>
      <w:r w:rsidRPr="00924A62">
        <w:t xml:space="preserve">trasy potrubí, paty rozvodných sloupů, paty servisních sloupů, křížení, všechny typy ventilů, měřicí skříně, ukončovací armatury, hloubkové změny, překladové armatury, stlačená místa, armatury na regulaci tlaku, </w:t>
      </w:r>
      <w:proofErr w:type="spellStart"/>
      <w:r w:rsidRPr="00924A62">
        <w:t>elektrotavné</w:t>
      </w:r>
      <w:proofErr w:type="spellEnd"/>
      <w:r w:rsidRPr="00924A62">
        <w:t xml:space="preserve"> spojky, všechny typy armatur a spojů.</w:t>
      </w:r>
    </w:p>
    <w:p w14:paraId="14B90070" w14:textId="77777777" w:rsidR="008F5F18" w:rsidRPr="00924A62" w:rsidRDefault="008F5F18" w:rsidP="008F5F18">
      <w:pPr>
        <w:pStyle w:val="Odstavec1-1a"/>
        <w:numPr>
          <w:ilvl w:val="0"/>
          <w:numId w:val="6"/>
        </w:numPr>
      </w:pPr>
      <w:r w:rsidRPr="00924A62">
        <w:t xml:space="preserve">Sdělovací zařízení a kabely – oranžový </w:t>
      </w:r>
      <w:proofErr w:type="spellStart"/>
      <w:r w:rsidRPr="00924A62">
        <w:t>marker</w:t>
      </w:r>
      <w:proofErr w:type="spellEnd"/>
      <w:r w:rsidRPr="00924A62">
        <w:t xml:space="preserve"> (101,4 kHz)</w:t>
      </w:r>
    </w:p>
    <w:p w14:paraId="18528575" w14:textId="77777777" w:rsidR="008F5F18" w:rsidRPr="00924A62" w:rsidRDefault="008F5F18" w:rsidP="008F5F18">
      <w:pPr>
        <w:pStyle w:val="Odrka1-2-"/>
        <w:numPr>
          <w:ilvl w:val="1"/>
          <w:numId w:val="5"/>
        </w:numPr>
      </w:pPr>
      <w:r w:rsidRPr="00924A62">
        <w:t>trasy kabelů sdělovacích optických a HDPE (v případě požadavku umístění po cca 50 m a na lomové body), uložení kabelových metalických spojek, anomálie na kabelové trase – v případě požadavku správce, kabelové rezervy metalických, optických a kombinovaných (hybridních) kabelů, odbočné body z páteřních tras optických kabelů a HDPE uložení spojek optických a kombinovaných (hybridních) kabelů (</w:t>
      </w:r>
      <w:proofErr w:type="spellStart"/>
      <w:r w:rsidRPr="00924A62">
        <w:t>markery</w:t>
      </w:r>
      <w:proofErr w:type="spellEnd"/>
      <w:r w:rsidRPr="00924A62">
        <w:t xml:space="preserve"> v </w:t>
      </w:r>
      <w:proofErr w:type="spellStart"/>
      <w:r w:rsidRPr="00924A62">
        <w:t>zapisovatelném</w:t>
      </w:r>
      <w:proofErr w:type="spellEnd"/>
      <w:r w:rsidRPr="00924A62">
        <w:t xml:space="preserve"> provedení).</w:t>
      </w:r>
    </w:p>
    <w:p w14:paraId="30D698E5" w14:textId="77777777" w:rsidR="008F5F18" w:rsidRPr="00924A62" w:rsidRDefault="008F5F18" w:rsidP="008F5F18">
      <w:pPr>
        <w:pStyle w:val="Odstavec1-1a"/>
        <w:numPr>
          <w:ilvl w:val="0"/>
          <w:numId w:val="6"/>
        </w:numPr>
      </w:pPr>
      <w:r w:rsidRPr="00924A62">
        <w:t xml:space="preserve">Zabezpečovací zařízení – fialový </w:t>
      </w:r>
      <w:proofErr w:type="spellStart"/>
      <w:r w:rsidRPr="00924A62">
        <w:t>marker</w:t>
      </w:r>
      <w:proofErr w:type="spellEnd"/>
      <w:r w:rsidRPr="00924A62">
        <w:t xml:space="preserve"> (66,35 kHz)</w:t>
      </w:r>
    </w:p>
    <w:p w14:paraId="33B4564B" w14:textId="77777777" w:rsidR="008F5F18" w:rsidRPr="00924A62" w:rsidRDefault="008F5F18" w:rsidP="008F5F18">
      <w:pPr>
        <w:pStyle w:val="Odrka1-2-"/>
        <w:numPr>
          <w:ilvl w:val="1"/>
          <w:numId w:val="5"/>
        </w:numPr>
      </w:pPr>
      <w:r w:rsidRPr="00924A62">
        <w:t xml:space="preserve">trasy kabelů zabezpečovacích, včetně kabelů optických a HDPE – doporučené umístění </w:t>
      </w:r>
      <w:proofErr w:type="spellStart"/>
      <w:r w:rsidRPr="00924A62">
        <w:t>markeru</w:t>
      </w:r>
      <w:proofErr w:type="spellEnd"/>
      <w:r w:rsidRPr="00924A62">
        <w:t xml:space="preserve"> po cca 50 m a na lomové body, uložení kabelových metalických spojek (</w:t>
      </w:r>
      <w:proofErr w:type="spellStart"/>
      <w:r w:rsidRPr="00924A62">
        <w:t>markery</w:t>
      </w:r>
      <w:proofErr w:type="spellEnd"/>
      <w:r w:rsidRPr="00924A62">
        <w:t xml:space="preserve"> v </w:t>
      </w:r>
      <w:proofErr w:type="spellStart"/>
      <w:r w:rsidRPr="00924A62">
        <w:t>zapisovatelném</w:t>
      </w:r>
      <w:proofErr w:type="spellEnd"/>
      <w:r w:rsidRPr="00924A62">
        <w:t xml:space="preserve"> provedení), anomálie na kabelové trase (např. změny hloubky, odbočné body) – v případě požadavku správce </w:t>
      </w:r>
      <w:proofErr w:type="spellStart"/>
      <w:r w:rsidRPr="00924A62">
        <w:t>markery</w:t>
      </w:r>
      <w:proofErr w:type="spellEnd"/>
      <w:r w:rsidRPr="00924A62">
        <w:t xml:space="preserve"> v </w:t>
      </w:r>
      <w:proofErr w:type="spellStart"/>
      <w:r w:rsidRPr="00924A62">
        <w:t>zapisovatelném</w:t>
      </w:r>
      <w:proofErr w:type="spellEnd"/>
      <w:r w:rsidRPr="00924A62">
        <w:t xml:space="preserve"> provedení, kabelové rezervy metalických, optických a kombinovaných (hybridních) kabelů (</w:t>
      </w:r>
      <w:proofErr w:type="spellStart"/>
      <w:r w:rsidRPr="00924A62">
        <w:t>markery</w:t>
      </w:r>
      <w:proofErr w:type="spellEnd"/>
      <w:r w:rsidRPr="00924A62">
        <w:t xml:space="preserve"> v </w:t>
      </w:r>
      <w:proofErr w:type="spellStart"/>
      <w:r w:rsidRPr="00924A62">
        <w:t>zapisovatelném</w:t>
      </w:r>
      <w:proofErr w:type="spellEnd"/>
      <w:r w:rsidRPr="00924A62">
        <w:t xml:space="preserve"> provedení), uložení spojek optických a kombinovaných (hybridních) kabelů (</w:t>
      </w:r>
      <w:proofErr w:type="spellStart"/>
      <w:r w:rsidRPr="00924A62">
        <w:t>markery</w:t>
      </w:r>
      <w:proofErr w:type="spellEnd"/>
      <w:r w:rsidRPr="00924A62">
        <w:t xml:space="preserve"> v </w:t>
      </w:r>
      <w:proofErr w:type="spellStart"/>
      <w:r w:rsidRPr="00924A62">
        <w:t>zapisovatelném</w:t>
      </w:r>
      <w:proofErr w:type="spellEnd"/>
      <w:r w:rsidRPr="00924A62">
        <w:t xml:space="preserve"> provedení).</w:t>
      </w:r>
    </w:p>
    <w:p w14:paraId="285F5191" w14:textId="77777777" w:rsidR="008F5F18" w:rsidRPr="00924A62" w:rsidRDefault="008F5F18" w:rsidP="008F5F18">
      <w:pPr>
        <w:pStyle w:val="Odstavec1-1a"/>
        <w:numPr>
          <w:ilvl w:val="0"/>
          <w:numId w:val="6"/>
        </w:numPr>
      </w:pPr>
      <w:r w:rsidRPr="00924A62">
        <w:t xml:space="preserve">Odpadní voda – zelený </w:t>
      </w:r>
      <w:proofErr w:type="spellStart"/>
      <w:r w:rsidRPr="00924A62">
        <w:t>marker</w:t>
      </w:r>
      <w:proofErr w:type="spellEnd"/>
      <w:r w:rsidRPr="00924A62">
        <w:t xml:space="preserve"> (121,6 kHz)</w:t>
      </w:r>
    </w:p>
    <w:p w14:paraId="6BC8E4BD" w14:textId="77777777" w:rsidR="008F5F18" w:rsidRPr="00924A62" w:rsidRDefault="008F5F18" w:rsidP="008F5F18">
      <w:pPr>
        <w:pStyle w:val="Odrka1-2-"/>
        <w:numPr>
          <w:ilvl w:val="1"/>
          <w:numId w:val="5"/>
        </w:numPr>
      </w:pPr>
      <w:r w:rsidRPr="00924A62">
        <w:t>ventily, všechny typy armatur, čistící výstupy, paty servisních sloupců, vedlejší vedení, značení tras nekovových objektů.</w:t>
      </w:r>
    </w:p>
    <w:p w14:paraId="14FC284A" w14:textId="77777777" w:rsidR="008F5F18" w:rsidRPr="00924A62" w:rsidRDefault="008F5F18" w:rsidP="008F5F18">
      <w:pPr>
        <w:pStyle w:val="Textbezslovn"/>
      </w:pPr>
      <w:r w:rsidRPr="00924A62">
        <w:t>Označníky je nutno k uloženým kabelům, potrubím a podzemním zařízením pevně upevňovat (např. plastovou vázací páskou).</w:t>
      </w:r>
    </w:p>
    <w:p w14:paraId="28A25BA7" w14:textId="77777777" w:rsidR="008F5F18" w:rsidRPr="00924A62" w:rsidRDefault="008F5F18" w:rsidP="008F5F18">
      <w:pPr>
        <w:pStyle w:val="Textbezslovn"/>
      </w:pPr>
      <w:r w:rsidRPr="00924A62">
        <w:t xml:space="preserve">U sdělovacích a zabezpečovacích kabelů OŘ se bude informace o </w:t>
      </w:r>
      <w:proofErr w:type="spellStart"/>
      <w:r w:rsidRPr="00924A62">
        <w:t>markerech</w:t>
      </w:r>
      <w:proofErr w:type="spellEnd"/>
      <w:r w:rsidRPr="00924A62">
        <w:t xml:space="preserve"> zadávat do pasportu do volitelné položky 2 pod označením „RFID“.</w:t>
      </w:r>
    </w:p>
    <w:p w14:paraId="77A2D50E" w14:textId="77777777" w:rsidR="008F5F18" w:rsidRPr="00924A62" w:rsidRDefault="008F5F18" w:rsidP="008F5F18">
      <w:pPr>
        <w:pStyle w:val="Textbezslovn"/>
      </w:pPr>
      <w:r w:rsidRPr="00924A62">
        <w:t>U složek, které nemají žádnou elektronickou databázi, se bude tato informace zadávat ve stejném znění do dokumentace.</w:t>
      </w:r>
    </w:p>
    <w:p w14:paraId="3CD46D8D" w14:textId="77777777" w:rsidR="008F5F18" w:rsidRPr="00924A62" w:rsidRDefault="008F5F18" w:rsidP="008F5F18">
      <w:pPr>
        <w:pStyle w:val="Textbezslovn"/>
      </w:pPr>
      <w:r w:rsidRPr="00924A62">
        <w:t xml:space="preserve">Informace o použití </w:t>
      </w:r>
      <w:proofErr w:type="spellStart"/>
      <w:r w:rsidRPr="00924A62">
        <w:t>markerů</w:t>
      </w:r>
      <w:proofErr w:type="spellEnd"/>
      <w:r w:rsidRPr="00924A62">
        <w:t xml:space="preserve"> bude zaznamenaná do DSPS.</w:t>
      </w:r>
    </w:p>
    <w:p w14:paraId="3C7B909E" w14:textId="77777777" w:rsidR="008F5F18" w:rsidRPr="00924A62" w:rsidRDefault="008F5F18" w:rsidP="008F5F18">
      <w:pPr>
        <w:pStyle w:val="Textbezslovn"/>
      </w:pPr>
      <w:r w:rsidRPr="00924A62">
        <w:t xml:space="preserve">Do digitální dokumentace se budou zaznamenávat </w:t>
      </w:r>
      <w:proofErr w:type="spellStart"/>
      <w:r w:rsidRPr="00924A62">
        <w:t>markery</w:t>
      </w:r>
      <w:proofErr w:type="spellEnd"/>
      <w:r w:rsidRPr="00924A62">
        <w:t xml:space="preserve"> ve tvaru kolečka s velkým písmenem M uprostřed ve všech 6</w:t>
      </w:r>
      <w:r w:rsidR="005F0E69" w:rsidRPr="00924A62">
        <w:t xml:space="preserve"> </w:t>
      </w:r>
      <w:r w:rsidRPr="00924A62">
        <w:t xml:space="preserve">vrstvách odpovídajících kategoriím podzemních vedení. Značka bude tvarově stejná pro všech 6 vrstev, rozlišení kategorie bude pouze barvou, která bude odpovídat barvě </w:t>
      </w:r>
      <w:proofErr w:type="spellStart"/>
      <w:r w:rsidRPr="00924A62">
        <w:t>markeru</w:t>
      </w:r>
      <w:proofErr w:type="spellEnd"/>
      <w:r w:rsidRPr="00924A62">
        <w:t>.</w:t>
      </w:r>
    </w:p>
    <w:p w14:paraId="06749678" w14:textId="77777777" w:rsidR="00DF7BAA" w:rsidRPr="00924A62" w:rsidRDefault="00DF7BAA" w:rsidP="00DF7BAA">
      <w:pPr>
        <w:pStyle w:val="Nadpis2-2"/>
      </w:pPr>
      <w:bookmarkStart w:id="25" w:name="_Toc81301028"/>
      <w:r w:rsidRPr="00924A62">
        <w:lastRenderedPageBreak/>
        <w:t>Zeměměřická činnost zhotovitele</w:t>
      </w:r>
      <w:bookmarkEnd w:id="25"/>
    </w:p>
    <w:p w14:paraId="41BD36A9" w14:textId="44719870" w:rsidR="00084867" w:rsidRPr="00924A62" w:rsidRDefault="00084867" w:rsidP="00084867">
      <w:pPr>
        <w:pStyle w:val="Text2-1"/>
      </w:pPr>
      <w:r w:rsidRPr="00924A62">
        <w:t xml:space="preserve">Kontakt pro zjištění informací o bodech ŽBP je </w:t>
      </w:r>
      <w:r w:rsidR="00446218" w:rsidRPr="00924A62">
        <w:t xml:space="preserve">úředně oprávněný zeměměřičský inženýr Objednatele (dále jen </w:t>
      </w:r>
      <w:r w:rsidR="00576A07" w:rsidRPr="00924A62">
        <w:t>„</w:t>
      </w:r>
      <w:r w:rsidR="00446218" w:rsidRPr="00924A62">
        <w:t>ÚOZI Objednatele“</w:t>
      </w:r>
      <w:r w:rsidR="00576A07" w:rsidRPr="00924A62">
        <w:t>)</w:t>
      </w:r>
      <w:r w:rsidR="00446218" w:rsidRPr="00924A62">
        <w:t xml:space="preserve"> </w:t>
      </w:r>
      <w:r w:rsidR="00004A85" w:rsidRPr="00924A62">
        <w:t>Ing. Ivan Liška, tel.: 606 709 855, email: LiskaI@spravazeleznic.cz</w:t>
      </w:r>
      <w:r w:rsidRPr="00924A62">
        <w:t xml:space="preserve">. </w:t>
      </w:r>
    </w:p>
    <w:p w14:paraId="12E6CCA9" w14:textId="1DB722A5" w:rsidR="00446218" w:rsidRPr="00924A62" w:rsidRDefault="00446218" w:rsidP="00446218">
      <w:pPr>
        <w:pStyle w:val="Text2-1"/>
      </w:pPr>
      <w:r w:rsidRPr="00924A62">
        <w:t>Poskytování geodetických podkladů se řídí Pokynem generálního ředitele SŽ PO-06/2020-GŘ.</w:t>
      </w:r>
    </w:p>
    <w:p w14:paraId="3B462C03" w14:textId="77777777" w:rsidR="00446218" w:rsidRPr="00924A62" w:rsidRDefault="00446218" w:rsidP="00446218">
      <w:pPr>
        <w:pStyle w:val="Text2-1"/>
      </w:pPr>
      <w:r w:rsidRPr="00924A62">
        <w:t xml:space="preserve">V případě staveb, které nejsou realizovány podle projektové dokumentace, bude přiměřeně uplatněno ustanovení aktuálních VTP a dále zjednodušený postup popsaný v následujících bodech. </w:t>
      </w:r>
    </w:p>
    <w:p w14:paraId="0E1346E9" w14:textId="77777777" w:rsidR="00446218" w:rsidRPr="00924A62" w:rsidRDefault="00446218" w:rsidP="00446218">
      <w:pPr>
        <w:pStyle w:val="Text2-1"/>
      </w:pPr>
      <w:r w:rsidRPr="00924A62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149407A1" w14:textId="77777777" w:rsidR="00446218" w:rsidRPr="00924A62" w:rsidRDefault="00446218" w:rsidP="00446218">
      <w:pPr>
        <w:pStyle w:val="Text2-1"/>
      </w:pPr>
      <w:r w:rsidRPr="00924A62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0DF55AB2" w14:textId="77777777" w:rsidR="00446218" w:rsidRPr="00924A62" w:rsidRDefault="00446218" w:rsidP="00446218">
      <w:pPr>
        <w:pStyle w:val="Text2-1"/>
      </w:pPr>
      <w:r w:rsidRPr="00924A62">
        <w:t xml:space="preserve">Dostupné podklady uvedené v bodě 2.1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18A522C7" w14:textId="77777777" w:rsidR="00446218" w:rsidRPr="00924A62" w:rsidRDefault="00446218" w:rsidP="00446218">
      <w:pPr>
        <w:pStyle w:val="Text2-1"/>
      </w:pPr>
      <w:r w:rsidRPr="00924A62">
        <w:t xml:space="preserve">Případné doplňující měření geodetických a mapových podkladů nebo ověření osy koleje pro vypracování projektové dokumentace nebo projektu PPK zajistí Zhotovitel na vlastní náklady podle Metodických pokynů uvedených v bodě </w:t>
      </w:r>
      <w:r w:rsidR="00C90DBF" w:rsidRPr="00924A62">
        <w:t>6.2.1 a 6.4.3 VTP</w:t>
      </w:r>
      <w:r w:rsidRPr="00924A62">
        <w:t xml:space="preserve"> a předá ÚOZI Objednatele ke kontrole.</w:t>
      </w:r>
    </w:p>
    <w:p w14:paraId="1233E40B" w14:textId="77777777" w:rsidR="00446218" w:rsidRPr="00924A62" w:rsidRDefault="00446218" w:rsidP="00446218">
      <w:pPr>
        <w:pStyle w:val="Text2-1"/>
      </w:pPr>
      <w:r w:rsidRPr="00924A62"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 náklady zhotovitele. Dokumentaci nového ŽBP předá Zhotovitel UOZI Objednatele nejpozději při ukončení stavby. Dokumentace nového ŽBP bude součástí DSPS v případě, že samotné DSPS je součástí smluvního vztahu. </w:t>
      </w:r>
    </w:p>
    <w:p w14:paraId="6BC032DD" w14:textId="77777777" w:rsidR="00446218" w:rsidRPr="00924A62" w:rsidRDefault="00446218" w:rsidP="00446218">
      <w:pPr>
        <w:pStyle w:val="Text2-1"/>
      </w:pPr>
      <w:r w:rsidRPr="00924A62"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476C4351" w14:textId="77777777" w:rsidR="00446218" w:rsidRPr="00924A62" w:rsidRDefault="00446218" w:rsidP="00446218">
      <w:pPr>
        <w:pStyle w:val="Text2-1"/>
      </w:pPr>
      <w:r w:rsidRPr="00924A62">
        <w:t>V případě úpravy GPK  metodou propracování (popř. metodou zmenšování chyb) bude její zaměření součástí dokumentace zaměření skutečného stavu.</w:t>
      </w:r>
    </w:p>
    <w:p w14:paraId="1F5F5E28" w14:textId="77777777" w:rsidR="00446218" w:rsidRPr="00924A62" w:rsidRDefault="00446218" w:rsidP="00446218">
      <w:pPr>
        <w:pStyle w:val="Text2-1"/>
      </w:pPr>
      <w:r w:rsidRPr="00924A62">
        <w:t xml:space="preserve">V případě úpravy GPK a zřízení BK, Zhotovitel před zahájením prací na zřízení BK zašle místně příslušnému správci PPK dle předpisu SŽDC S3/2 Bezstyková kolej, v platném znění, bodu </w:t>
      </w:r>
      <w:r w:rsidR="00377F85" w:rsidRPr="00924A62">
        <w:t xml:space="preserve">č. </w:t>
      </w:r>
      <w:r w:rsidRPr="00924A62">
        <w:t>107, dokumentaci k ověření PPK (viz také Metodický pokyn SŽDC M20/MP004 Metodický pokyn pro měření prostorové polohy koleje</w:t>
      </w:r>
      <w:r w:rsidR="00377F85" w:rsidRPr="00924A62">
        <w:t>)</w:t>
      </w:r>
      <w:r w:rsidRPr="00924A62">
        <w:t>.</w:t>
      </w:r>
    </w:p>
    <w:p w14:paraId="28ABF54E" w14:textId="77777777" w:rsidR="00446218" w:rsidRPr="00924A62" w:rsidRDefault="00067EA3" w:rsidP="00446218">
      <w:pPr>
        <w:pStyle w:val="Text2-1"/>
      </w:pPr>
      <w:r w:rsidRPr="00924A62">
        <w:t xml:space="preserve">Čl. 6.4.1 VTP se mění takto: </w:t>
      </w:r>
      <w:r w:rsidR="00446218" w:rsidRPr="00924A62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="00446218" w:rsidRPr="00924A62">
        <w:t>Bpv</w:t>
      </w:r>
      <w:proofErr w:type="spellEnd"/>
      <w:r w:rsidR="00446218" w:rsidRPr="00924A62">
        <w:t>.</w:t>
      </w:r>
    </w:p>
    <w:p w14:paraId="67EE83D4" w14:textId="77777777" w:rsidR="00446218" w:rsidRPr="00924A62" w:rsidRDefault="00067EA3" w:rsidP="00446218">
      <w:pPr>
        <w:pStyle w:val="Text2-1"/>
      </w:pPr>
      <w:r w:rsidRPr="00924A62">
        <w:t xml:space="preserve">Čl. 6.4.5 VTP se mění takto: </w:t>
      </w:r>
      <w:r w:rsidR="00446218" w:rsidRPr="00924A62">
        <w:t xml:space="preserve">Zpracování geodetické části dokumentace skutečného provedení PS a SO nebo jejich částí a souborného zpracování geodetické části DSPS v </w:t>
      </w:r>
      <w:r w:rsidR="00446218" w:rsidRPr="00924A62">
        <w:lastRenderedPageBreak/>
        <w:t xml:space="preserve">rámci provádění díla bude Zhotovitelem provedeno přiměřeně podle Směrnice č. 117 Předávání digitální dokumentace z investiční výstavby SŽDC. </w:t>
      </w:r>
    </w:p>
    <w:p w14:paraId="44445BB2" w14:textId="77777777" w:rsidR="00446218" w:rsidRPr="00924A62" w:rsidRDefault="00446218" w:rsidP="00446218">
      <w:pPr>
        <w:pStyle w:val="Text2-1"/>
      </w:pPr>
      <w:r w:rsidRPr="00924A62">
        <w:t>Nedílnou součástí odevzdání je také projektová dokumentace PPK, případně její aktualizovaná verze, pokud došlo vlivem stavebních prací k její úpravě (např. i změna nivelety).</w:t>
      </w:r>
    </w:p>
    <w:p w14:paraId="0D7E82ED" w14:textId="77777777" w:rsidR="00446218" w:rsidRPr="00924A62" w:rsidRDefault="00446218" w:rsidP="00446218">
      <w:pPr>
        <w:pStyle w:val="Text2-1"/>
      </w:pPr>
      <w:r w:rsidRPr="00924A62">
        <w:t xml:space="preserve"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</w:t>
      </w:r>
      <w:r w:rsidR="00C90DBF" w:rsidRPr="00924A62">
        <w:t xml:space="preserve">     </w:t>
      </w:r>
      <w:r w:rsidRPr="00924A62">
        <w:t>2. třídu přesnosti.</w:t>
      </w:r>
    </w:p>
    <w:p w14:paraId="4971679C" w14:textId="77777777" w:rsidR="00446218" w:rsidRPr="00924A62" w:rsidRDefault="00446218" w:rsidP="00446218">
      <w:pPr>
        <w:pStyle w:val="Text2-1"/>
      </w:pPr>
      <w:r w:rsidRPr="00924A62">
        <w:t xml:space="preserve">Po úpravě GPK Zhotovitel zajistí zaměření všech kolejových objektů (např. </w:t>
      </w:r>
      <w:proofErr w:type="spellStart"/>
      <w:r w:rsidRPr="00924A62">
        <w:t>balíza</w:t>
      </w:r>
      <w:proofErr w:type="spellEnd"/>
      <w:r w:rsidRPr="00924A62">
        <w:t xml:space="preserve">, kolejnicový </w:t>
      </w:r>
      <w:proofErr w:type="spellStart"/>
      <w:r w:rsidRPr="00924A62">
        <w:t>mazník</w:t>
      </w:r>
      <w:proofErr w:type="spellEnd"/>
      <w:r w:rsidRPr="00924A62">
        <w:t>, snímač počítače náprav, kolejová brzda, výkolejka a další), u kterých došlo ke změně polohy a výšky při úpravě GPK a následně zapracuje do DSPS.</w:t>
      </w:r>
    </w:p>
    <w:p w14:paraId="1EA09747" w14:textId="77777777" w:rsidR="00446218" w:rsidRPr="00924A62" w:rsidRDefault="00446218" w:rsidP="00446218">
      <w:pPr>
        <w:pStyle w:val="Text2-1"/>
      </w:pPr>
      <w:r w:rsidRPr="00924A62">
        <w:t xml:space="preserve">V případě, že je realizován  PS, SO (nebo jeho část) v nové trase nebo nové poloze oproti stávajícímu stavu a bude se nacházet na pozemcích, které nejsou ve vlastnictví Správy železnic a jsou ve vzdálenosti od hranice pozemku ve vlastnictví Správy železnic prokazatelně </w:t>
      </w:r>
      <w:proofErr w:type="gramStart"/>
      <w:r w:rsidRPr="00924A62">
        <w:t>větší než</w:t>
      </w:r>
      <w:proofErr w:type="gramEnd"/>
      <w:r w:rsidRPr="00924A62">
        <w:t xml:space="preserve">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11D83CD6" w14:textId="77777777" w:rsidR="00446218" w:rsidRPr="00924A62" w:rsidRDefault="00446218" w:rsidP="00446218">
      <w:pPr>
        <w:pStyle w:val="Text2-1"/>
      </w:pPr>
      <w:r w:rsidRPr="00924A62">
        <w:t>Pro stanovení rozsahu šířky věcného břemene pro PS, SO, které jsou anebo budou ve správě či vlastnictví Správy železnic</w:t>
      </w:r>
      <w:r w:rsidR="00935987" w:rsidRPr="00924A62">
        <w:t>,</w:t>
      </w:r>
      <w:r w:rsidRPr="00924A62">
        <w:t xml:space="preserve"> platí tabulka Rozsah věcných břemen ke stažení na webovém odkazu https://www.spravazeleznic.cz/stavby-zakazky/podklady-pro-zhotovitele/zaborovy-elaborat.</w:t>
      </w:r>
    </w:p>
    <w:p w14:paraId="2FA2A081" w14:textId="77777777" w:rsidR="00446218" w:rsidRPr="00924A62" w:rsidRDefault="00446218" w:rsidP="00446218">
      <w:pPr>
        <w:pStyle w:val="Text2-1"/>
      </w:pPr>
      <w:r w:rsidRPr="00924A62"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37C5BB0F" w14:textId="77777777" w:rsidR="00DF7BAA" w:rsidRPr="00924A62" w:rsidRDefault="00DF7BAA" w:rsidP="00DF7BAA">
      <w:pPr>
        <w:pStyle w:val="Nadpis2-2"/>
      </w:pPr>
      <w:bookmarkStart w:id="26" w:name="_Toc6410438"/>
      <w:bookmarkStart w:id="27" w:name="_Toc81301029"/>
      <w:r w:rsidRPr="00924A62">
        <w:t>Doklady překládané zhotovitelem</w:t>
      </w:r>
      <w:bookmarkEnd w:id="26"/>
      <w:bookmarkEnd w:id="27"/>
    </w:p>
    <w:p w14:paraId="770ED6C2" w14:textId="4FF1A075" w:rsidR="00DF7BAA" w:rsidRPr="00924A62" w:rsidRDefault="00DF7BAA" w:rsidP="00DF7BAA">
      <w:pPr>
        <w:pStyle w:val="Text2-1"/>
      </w:pPr>
      <w:r w:rsidRPr="00924A62">
        <w:t>Zhotovitel doloží mimo jiné před zahájením prací na železniční dopravní cestě prosté kopie dokladů o kvalifikaci zhotovitelů dle Předpisu o odborné způsobilosti a znalosti osob při provozování dráhy a drážní dopravy SŽ</w:t>
      </w:r>
      <w:bookmarkStart w:id="28" w:name="_GoBack"/>
      <w:bookmarkEnd w:id="28"/>
      <w:r w:rsidRPr="00924A62">
        <w:t xml:space="preserve"> Zam1, v platném znění:</w:t>
      </w:r>
    </w:p>
    <w:p w14:paraId="51942B63" w14:textId="77777777" w:rsidR="00DF7BAA" w:rsidRPr="00924A62" w:rsidRDefault="00DF7BAA" w:rsidP="00DF7BAA">
      <w:pPr>
        <w:pStyle w:val="Odrka1-1"/>
        <w:numPr>
          <w:ilvl w:val="0"/>
          <w:numId w:val="5"/>
        </w:numPr>
        <w:spacing w:after="60"/>
      </w:pPr>
      <w:r w:rsidRPr="00924A62">
        <w:t>Z-06 c) Vedoucí prací pro montáž zabezpečovacích zařízení;</w:t>
      </w:r>
    </w:p>
    <w:p w14:paraId="37A04043" w14:textId="77777777" w:rsidR="00DF7BAA" w:rsidRPr="00924A62" w:rsidRDefault="00DF7BAA" w:rsidP="00DF7BAA">
      <w:pPr>
        <w:pStyle w:val="Text2-1"/>
      </w:pPr>
      <w:r w:rsidRPr="00924A62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13299794" w14:textId="77777777" w:rsidR="00DF7BAA" w:rsidRPr="00924A62" w:rsidRDefault="00DF7BAA" w:rsidP="00DF7BAA">
      <w:pPr>
        <w:pStyle w:val="Nadpis2-2"/>
      </w:pPr>
      <w:bookmarkStart w:id="29" w:name="_Toc6410439"/>
      <w:bookmarkStart w:id="30" w:name="_Toc81301030"/>
      <w:r w:rsidRPr="00924A62">
        <w:t>Dokumentace zhotovitele pro stavbu</w:t>
      </w:r>
      <w:bookmarkEnd w:id="29"/>
      <w:bookmarkEnd w:id="30"/>
    </w:p>
    <w:p w14:paraId="0CF9EBD2" w14:textId="5772515E" w:rsidR="00DF7BAA" w:rsidRPr="00924A62" w:rsidRDefault="00004A85" w:rsidP="00130E62">
      <w:pPr>
        <w:pStyle w:val="Text2-1"/>
      </w:pPr>
      <w:r w:rsidRPr="00924A62">
        <w:t>Součástí předmětu díla je i vyhotovení Realizační dokumentace stavby (výrobní, montážní, dílenské) a dokumentace skutečného provedení stavby.</w:t>
      </w:r>
    </w:p>
    <w:p w14:paraId="0830C5FB" w14:textId="77777777" w:rsidR="00DF7BAA" w:rsidRPr="00924A62" w:rsidRDefault="00DF7BAA" w:rsidP="00084867">
      <w:pPr>
        <w:pStyle w:val="Text2-1"/>
      </w:pPr>
      <w:r w:rsidRPr="00924A62">
        <w:t>Za dodání schválené související výkresové dokumentace pro ostatní stavební postupy zodpovídá Zhotovitel stavby v souladu se Směrnicí GŘ č. 11/2006, Příloha č. 4.</w:t>
      </w:r>
    </w:p>
    <w:p w14:paraId="5227D6A5" w14:textId="77777777" w:rsidR="00DF7BAA" w:rsidRPr="00924A62" w:rsidRDefault="00DF7BAA" w:rsidP="00DF7BAA">
      <w:pPr>
        <w:pStyle w:val="Text2-1"/>
      </w:pPr>
      <w:r w:rsidRPr="00924A62">
        <w:t>Zpracování technologických postupů (TP) provádění prací včetně kontrolního a zkušebního plánu v jednotlivých etapách stavby (především v plánované výluce) jednotlivých SO a PS v přiměřeném rozsahu nutném pro realizaci stavby</w:t>
      </w:r>
    </w:p>
    <w:p w14:paraId="2066B1A4" w14:textId="77777777" w:rsidR="00DF7BAA" w:rsidRPr="00924A62" w:rsidRDefault="00DF7BAA" w:rsidP="00DF7BAA">
      <w:pPr>
        <w:pStyle w:val="Nadpis2-2"/>
      </w:pPr>
      <w:bookmarkStart w:id="31" w:name="_Toc6410440"/>
      <w:bookmarkStart w:id="32" w:name="_Toc81301031"/>
      <w:r w:rsidRPr="00924A62">
        <w:t>Dokumentace skutečného provedení stavby</w:t>
      </w:r>
      <w:bookmarkEnd w:id="31"/>
      <w:bookmarkEnd w:id="32"/>
    </w:p>
    <w:p w14:paraId="54F40B0B" w14:textId="77777777" w:rsidR="00DF7BAA" w:rsidRPr="00924A62" w:rsidRDefault="00DF7BAA" w:rsidP="00DF7BAA">
      <w:pPr>
        <w:pStyle w:val="Text2-1"/>
      </w:pPr>
      <w:r w:rsidRPr="00924A62">
        <w:t>Součástí dokumentace dle skutečného stavu provedení kromě jiného budou:</w:t>
      </w:r>
    </w:p>
    <w:p w14:paraId="31588BB9" w14:textId="0565DA2C" w:rsidR="00DF7BAA" w:rsidRPr="00924A62" w:rsidRDefault="00004A85" w:rsidP="00DF7BAA">
      <w:pPr>
        <w:pStyle w:val="Odrka1-1"/>
        <w:numPr>
          <w:ilvl w:val="0"/>
          <w:numId w:val="5"/>
        </w:numPr>
        <w:spacing w:after="60"/>
      </w:pPr>
      <w:r w:rsidRPr="00924A62">
        <w:t>Geodetická dokumentace k nově položeným kabelům</w:t>
      </w:r>
      <w:r w:rsidR="00DF7BAA" w:rsidRPr="00924A62">
        <w:t>.</w:t>
      </w:r>
    </w:p>
    <w:p w14:paraId="50ED4617" w14:textId="77777777" w:rsidR="00DF7BAA" w:rsidRPr="00924A62" w:rsidRDefault="00DF7BAA" w:rsidP="00DF7BAA">
      <w:pPr>
        <w:pStyle w:val="Nadpis2-2"/>
      </w:pPr>
      <w:bookmarkStart w:id="33" w:name="_Toc6410441"/>
      <w:bookmarkStart w:id="34" w:name="_Toc81301032"/>
      <w:r w:rsidRPr="00924A62">
        <w:lastRenderedPageBreak/>
        <w:t>Zabezpečovací zařízení</w:t>
      </w:r>
      <w:bookmarkEnd w:id="33"/>
      <w:bookmarkEnd w:id="34"/>
    </w:p>
    <w:p w14:paraId="797B5D5D" w14:textId="77777777" w:rsidR="00B24A98" w:rsidRPr="00924A62" w:rsidRDefault="00B24A98" w:rsidP="00B24A98">
      <w:pPr>
        <w:pStyle w:val="Text2-1"/>
        <w:numPr>
          <w:ilvl w:val="2"/>
          <w:numId w:val="7"/>
        </w:numPr>
        <w:rPr>
          <w:rStyle w:val="Tun"/>
        </w:rPr>
      </w:pPr>
      <w:bookmarkStart w:id="35" w:name="_Toc6410442"/>
      <w:r w:rsidRPr="00924A62">
        <w:rPr>
          <w:rStyle w:val="Tun"/>
        </w:rPr>
        <w:t>PZS v km 88,580 (P 8151)</w:t>
      </w:r>
    </w:p>
    <w:p w14:paraId="0CB9B7F1" w14:textId="77777777" w:rsidR="00B24A98" w:rsidRPr="00924A62" w:rsidRDefault="00B24A98" w:rsidP="00B24A98">
      <w:pPr>
        <w:pStyle w:val="Text2-2"/>
        <w:numPr>
          <w:ilvl w:val="3"/>
          <w:numId w:val="7"/>
        </w:numPr>
        <w:rPr>
          <w:u w:val="single"/>
        </w:rPr>
      </w:pPr>
      <w:r w:rsidRPr="00924A62">
        <w:rPr>
          <w:u w:val="single"/>
        </w:rPr>
        <w:t>Současný stav</w:t>
      </w:r>
    </w:p>
    <w:p w14:paraId="4BD25578" w14:textId="77777777" w:rsidR="00B24A98" w:rsidRPr="00924A62" w:rsidRDefault="00B24A98" w:rsidP="00B24A98">
      <w:pPr>
        <w:pStyle w:val="Text2-1"/>
        <w:numPr>
          <w:ilvl w:val="0"/>
          <w:numId w:val="0"/>
        </w:numPr>
        <w:ind w:left="1701"/>
      </w:pPr>
      <w:r w:rsidRPr="00924A62">
        <w:t xml:space="preserve">Jedná se o přejezdové zabezpečovací zařízení typu PZZ-EA, kategorie PZS 3ZBI, uvedené do provozu v r. 1999. Přejezd je umístěn na </w:t>
      </w:r>
      <w:proofErr w:type="spellStart"/>
      <w:r w:rsidRPr="00924A62">
        <w:t>zhlaví</w:t>
      </w:r>
      <w:proofErr w:type="spellEnd"/>
      <w:r w:rsidRPr="00924A62">
        <w:t xml:space="preserve"> výhybny Hrušky. Trať je dvojkolejná, elektrifikovaná střídavou trakční soustavou.</w:t>
      </w:r>
    </w:p>
    <w:p w14:paraId="5F25A9EB" w14:textId="04FA93AF" w:rsidR="00B24A98" w:rsidRPr="00924A62" w:rsidRDefault="00B24A98" w:rsidP="00B24A98">
      <w:pPr>
        <w:pStyle w:val="Text2-1"/>
        <w:numPr>
          <w:ilvl w:val="0"/>
          <w:numId w:val="0"/>
        </w:numPr>
        <w:ind w:left="1701"/>
      </w:pPr>
      <w:r w:rsidRPr="00924A62">
        <w:t>Technologie PZS je umístěna ve zděném domku poblíž přejezdu</w:t>
      </w:r>
      <w:r w:rsidR="00541A61" w:rsidRPr="00924A62">
        <w:t xml:space="preserve">, </w:t>
      </w:r>
      <w:r w:rsidR="00385DA9" w:rsidRPr="00924A62">
        <w:t xml:space="preserve">domek </w:t>
      </w:r>
      <w:r w:rsidR="00541A61" w:rsidRPr="00924A62">
        <w:t>je vybaven klimatizací</w:t>
      </w:r>
      <w:r w:rsidRPr="00924A62">
        <w:t xml:space="preserve">. Přejezd obsahuje </w:t>
      </w:r>
      <w:r w:rsidR="00541A61" w:rsidRPr="00924A62">
        <w:t xml:space="preserve">pět </w:t>
      </w:r>
      <w:r w:rsidRPr="00924A62">
        <w:t>výstražník</w:t>
      </w:r>
      <w:r w:rsidR="00541A61" w:rsidRPr="00924A62">
        <w:t>ů</w:t>
      </w:r>
      <w:r w:rsidRPr="00924A62">
        <w:t xml:space="preserve"> typu AŽD 97 PV s pozitivní signalizací a čtyři závorová břevna s pohony </w:t>
      </w:r>
      <w:proofErr w:type="spellStart"/>
      <w:r w:rsidRPr="00924A62">
        <w:t>Pintsch</w:t>
      </w:r>
      <w:proofErr w:type="spellEnd"/>
      <w:r w:rsidRPr="00924A62">
        <w:t xml:space="preserve"> </w:t>
      </w:r>
      <w:proofErr w:type="spellStart"/>
      <w:r w:rsidRPr="00924A62">
        <w:t>Bamag</w:t>
      </w:r>
      <w:proofErr w:type="spellEnd"/>
      <w:r w:rsidRPr="00924A62">
        <w:t xml:space="preserve">. Výstražníky jsou umístěny na samostatných betonových základech, přičemž jsou předsazeny před závorovými pohony. </w:t>
      </w:r>
    </w:p>
    <w:p w14:paraId="42F48798" w14:textId="77777777" w:rsidR="00B24A98" w:rsidRPr="00924A62" w:rsidRDefault="00B24A98" w:rsidP="00B24A98">
      <w:pPr>
        <w:pStyle w:val="Text2-1"/>
        <w:numPr>
          <w:ilvl w:val="0"/>
          <w:numId w:val="0"/>
        </w:numPr>
        <w:ind w:left="1701"/>
      </w:pPr>
      <w:r w:rsidRPr="00924A62">
        <w:t>Pro ovládání PZS jsou využity „traťové“ kolejové obvody typu KO 3103 o frekvenci 75 Hz s přijímači DSŠ 12P a „staniční“ kolejové obvody typu KO 4300 o frekvenci 275 Hz s přijímači DSŠ 12S.</w:t>
      </w:r>
    </w:p>
    <w:p w14:paraId="059BEAAE" w14:textId="062559CD" w:rsidR="00767439" w:rsidRPr="00924A62" w:rsidRDefault="00767439" w:rsidP="00767439">
      <w:pPr>
        <w:pStyle w:val="Text2-1"/>
        <w:numPr>
          <w:ilvl w:val="0"/>
          <w:numId w:val="0"/>
        </w:numPr>
        <w:ind w:left="1701"/>
      </w:pPr>
      <w:r w:rsidRPr="00924A62">
        <w:t xml:space="preserve">Baterie je olověná, typu </w:t>
      </w:r>
      <w:proofErr w:type="spellStart"/>
      <w:r w:rsidRPr="00924A62">
        <w:t>Hoppecke</w:t>
      </w:r>
      <w:proofErr w:type="spellEnd"/>
      <w:r w:rsidRPr="00924A62">
        <w:t xml:space="preserve"> </w:t>
      </w:r>
      <w:proofErr w:type="spellStart"/>
      <w:r w:rsidRPr="00924A62">
        <w:t>Power.block</w:t>
      </w:r>
      <w:proofErr w:type="spellEnd"/>
      <w:r w:rsidRPr="00924A62">
        <w:t xml:space="preserve"> 6V 4 </w:t>
      </w:r>
      <w:proofErr w:type="spellStart"/>
      <w:r w:rsidRPr="00924A62">
        <w:t>OPzV</w:t>
      </w:r>
      <w:proofErr w:type="spellEnd"/>
      <w:r w:rsidRPr="00924A62">
        <w:t xml:space="preserve"> 200 (instalovaná v 12/2020), dobíjená 1f dobíječem </w:t>
      </w:r>
      <w:proofErr w:type="spellStart"/>
      <w:r w:rsidRPr="00924A62">
        <w:t>Sonnenschein</w:t>
      </w:r>
      <w:proofErr w:type="spellEnd"/>
      <w:r w:rsidRPr="00924A62">
        <w:t xml:space="preserve"> 24V/50A. </w:t>
      </w:r>
    </w:p>
    <w:p w14:paraId="132531E9" w14:textId="3856A4F9" w:rsidR="00B24A98" w:rsidRPr="00924A62" w:rsidRDefault="00B24A98" w:rsidP="00B24A98">
      <w:pPr>
        <w:pStyle w:val="Text2-1"/>
        <w:numPr>
          <w:ilvl w:val="0"/>
          <w:numId w:val="0"/>
        </w:numPr>
        <w:spacing w:after="0"/>
        <w:ind w:left="1701"/>
      </w:pPr>
      <w:r w:rsidRPr="00924A62">
        <w:t xml:space="preserve">Dálkové ovládání a indikace od PZS jsou umístěny na JOP </w:t>
      </w:r>
      <w:r w:rsidR="00007B72" w:rsidRPr="00924A62">
        <w:t xml:space="preserve">PPV v </w:t>
      </w:r>
      <w:r w:rsidRPr="00924A62">
        <w:t>ŽST Břeclav a CDP Přerov.</w:t>
      </w:r>
    </w:p>
    <w:p w14:paraId="14F869B3" w14:textId="77777777" w:rsidR="00B24A98" w:rsidRPr="00924A62" w:rsidRDefault="00B24A98" w:rsidP="00B24A98">
      <w:pPr>
        <w:pStyle w:val="Text2-1"/>
        <w:numPr>
          <w:ilvl w:val="0"/>
          <w:numId w:val="0"/>
        </w:numPr>
        <w:spacing w:after="0"/>
        <w:ind w:left="1701"/>
      </w:pPr>
    </w:p>
    <w:p w14:paraId="18FBB865" w14:textId="77777777" w:rsidR="00B24A98" w:rsidRPr="00924A62" w:rsidRDefault="00B24A98" w:rsidP="00B24A98">
      <w:pPr>
        <w:pStyle w:val="Text2-2"/>
        <w:numPr>
          <w:ilvl w:val="3"/>
          <w:numId w:val="7"/>
        </w:numPr>
        <w:rPr>
          <w:u w:val="single"/>
        </w:rPr>
      </w:pPr>
      <w:r w:rsidRPr="00924A62">
        <w:rPr>
          <w:u w:val="single"/>
        </w:rPr>
        <w:t>Požadavky na nový stav</w:t>
      </w:r>
    </w:p>
    <w:p w14:paraId="0BDDAF4B" w14:textId="79A2BF0F" w:rsidR="00B24A98" w:rsidRPr="00924A62" w:rsidRDefault="00007B72" w:rsidP="00B24A98">
      <w:pPr>
        <w:pStyle w:val="Bezmezer"/>
        <w:spacing w:line="240" w:lineRule="auto"/>
        <w:ind w:left="1701"/>
      </w:pPr>
      <w:r w:rsidRPr="00924A62">
        <w:t>Pro z</w:t>
      </w:r>
      <w:r w:rsidR="00B24A98" w:rsidRPr="00924A62">
        <w:t>výšení provozní spolehlivosti a životnosti PZZ-EA bude provedeno:</w:t>
      </w:r>
    </w:p>
    <w:p w14:paraId="529A975A" w14:textId="16838212" w:rsidR="00B24A98" w:rsidRPr="00924A62" w:rsidRDefault="00B24A98" w:rsidP="00B24A98">
      <w:pPr>
        <w:pStyle w:val="Bezmezer"/>
        <w:numPr>
          <w:ilvl w:val="0"/>
          <w:numId w:val="38"/>
        </w:numPr>
        <w:spacing w:before="60" w:line="240" w:lineRule="auto"/>
        <w:ind w:left="1701" w:hanging="357"/>
      </w:pPr>
      <w:r w:rsidRPr="00924A62">
        <w:t>Repas</w:t>
      </w:r>
      <w:r w:rsidR="00796112">
        <w:t>e</w:t>
      </w:r>
      <w:r w:rsidRPr="00924A62">
        <w:t xml:space="preserve"> stojanu vč. výměny relé a upgrade elektronických jednotek říd</w:t>
      </w:r>
      <w:r w:rsidR="00007B72" w:rsidRPr="00924A62">
        <w:t>i</w:t>
      </w:r>
      <w:r w:rsidRPr="00924A62">
        <w:t>cího systému PZS v souladu s doporučením výrobce.</w:t>
      </w:r>
    </w:p>
    <w:p w14:paraId="37D60E5D" w14:textId="65C03CB9" w:rsidR="000A0D47" w:rsidRPr="00924A62" w:rsidRDefault="000A0D47" w:rsidP="00B24A98">
      <w:pPr>
        <w:pStyle w:val="Bezmezer"/>
        <w:numPr>
          <w:ilvl w:val="0"/>
          <w:numId w:val="38"/>
        </w:numPr>
        <w:spacing w:before="60" w:line="240" w:lineRule="auto"/>
        <w:ind w:left="1701" w:hanging="357"/>
      </w:pPr>
      <w:r w:rsidRPr="00924A62">
        <w:t>Výměn</w:t>
      </w:r>
      <w:r w:rsidR="00796112">
        <w:t>a</w:t>
      </w:r>
      <w:r w:rsidRPr="00924A62">
        <w:t xml:space="preserve"> skříňky místního ovládání přejezdu.</w:t>
      </w:r>
    </w:p>
    <w:p w14:paraId="047CED7C" w14:textId="46CDE406" w:rsidR="00B24A98" w:rsidRPr="00924A62" w:rsidRDefault="00B24A98" w:rsidP="00B24A98">
      <w:pPr>
        <w:pStyle w:val="Bezmezer"/>
        <w:numPr>
          <w:ilvl w:val="0"/>
          <w:numId w:val="38"/>
        </w:numPr>
        <w:spacing w:before="60" w:line="240" w:lineRule="auto"/>
        <w:ind w:left="1701" w:hanging="357"/>
      </w:pPr>
      <w:r w:rsidRPr="00924A62">
        <w:t>Výměn</w:t>
      </w:r>
      <w:r w:rsidR="00796112">
        <w:t xml:space="preserve">a </w:t>
      </w:r>
      <w:r w:rsidRPr="00924A62">
        <w:t>řídícího SW za účelem omezení vzniku systémových poruch</w:t>
      </w:r>
      <w:r w:rsidR="00007B72" w:rsidRPr="00924A62">
        <w:t xml:space="preserve"> a indikace nežádoucí výstrahy</w:t>
      </w:r>
      <w:r w:rsidRPr="00924A62">
        <w:t xml:space="preserve">. </w:t>
      </w:r>
    </w:p>
    <w:p w14:paraId="47AF6B57" w14:textId="46254444" w:rsidR="00B24A98" w:rsidRPr="00924A62" w:rsidRDefault="00541A61" w:rsidP="00B24A98">
      <w:pPr>
        <w:pStyle w:val="Bezmezer"/>
        <w:numPr>
          <w:ilvl w:val="0"/>
          <w:numId w:val="38"/>
        </w:numPr>
        <w:spacing w:before="60" w:line="240" w:lineRule="auto"/>
        <w:ind w:left="1701" w:hanging="357"/>
      </w:pPr>
      <w:r w:rsidRPr="00924A62">
        <w:t>V</w:t>
      </w:r>
      <w:r w:rsidR="00B24A98" w:rsidRPr="00924A62">
        <w:t>ýměn</w:t>
      </w:r>
      <w:r w:rsidR="00796112">
        <w:t>a</w:t>
      </w:r>
      <w:r w:rsidR="00B24A98" w:rsidRPr="00924A62">
        <w:t xml:space="preserve"> </w:t>
      </w:r>
      <w:r w:rsidR="00767439" w:rsidRPr="00924A62">
        <w:t xml:space="preserve">automatického </w:t>
      </w:r>
      <w:r w:rsidR="00B24A98" w:rsidRPr="00924A62">
        <w:t>dobíječe</w:t>
      </w:r>
      <w:r w:rsidR="00EC6D27" w:rsidRPr="00924A62">
        <w:t xml:space="preserve"> </w:t>
      </w:r>
      <w:r w:rsidR="00767439" w:rsidRPr="00924A62">
        <w:t xml:space="preserve">za nový, </w:t>
      </w:r>
      <w:r w:rsidR="00EC6D27" w:rsidRPr="00924A62">
        <w:t>typu SM</w:t>
      </w:r>
      <w:r w:rsidR="00B24A98" w:rsidRPr="00924A62">
        <w:t>.</w:t>
      </w:r>
      <w:r w:rsidR="00767439" w:rsidRPr="00924A62">
        <w:t xml:space="preserve"> </w:t>
      </w:r>
    </w:p>
    <w:p w14:paraId="2FB5B269" w14:textId="43821A51" w:rsidR="00B24A98" w:rsidRPr="00924A62" w:rsidRDefault="00B24A98" w:rsidP="00B24A98">
      <w:pPr>
        <w:pStyle w:val="Bezmezer"/>
        <w:numPr>
          <w:ilvl w:val="0"/>
          <w:numId w:val="38"/>
        </w:numPr>
        <w:spacing w:before="60" w:line="240" w:lineRule="auto"/>
        <w:ind w:left="1701" w:hanging="357"/>
      </w:pPr>
      <w:r w:rsidRPr="00924A62">
        <w:t>Výměn</w:t>
      </w:r>
      <w:r w:rsidR="00796112">
        <w:t>a</w:t>
      </w:r>
      <w:r w:rsidRPr="00924A62">
        <w:t xml:space="preserve"> pohonů závor za typ PZA100 s Al břevny závor bez břevnových svítilen. Základy pohonů budou umístěny tak, aby žádná část pohonů a výstražníků nebyla od osy krajní koleje blíže jak 4m. </w:t>
      </w:r>
    </w:p>
    <w:p w14:paraId="688A3CC2" w14:textId="03DE7234" w:rsidR="00B24A98" w:rsidRPr="00924A62" w:rsidRDefault="00B24A98" w:rsidP="00B24A98">
      <w:pPr>
        <w:pStyle w:val="Bezmezer"/>
        <w:numPr>
          <w:ilvl w:val="0"/>
          <w:numId w:val="38"/>
        </w:numPr>
        <w:spacing w:before="60" w:line="240" w:lineRule="auto"/>
        <w:ind w:left="1701" w:hanging="357"/>
      </w:pPr>
      <w:r w:rsidRPr="00924A62">
        <w:t>Diagnostik</w:t>
      </w:r>
      <w:r w:rsidR="00796112">
        <w:t>a</w:t>
      </w:r>
      <w:r w:rsidRPr="00924A62">
        <w:t xml:space="preserve"> sklopení/zvednutí závor indikovan</w:t>
      </w:r>
      <w:r w:rsidR="00796112">
        <w:t>á</w:t>
      </w:r>
      <w:r w:rsidRPr="00924A62">
        <w:t xml:space="preserve"> samostatně pro každou závoru, tj. nebude sloučená indikace všech závor.</w:t>
      </w:r>
    </w:p>
    <w:p w14:paraId="1A49DDC8" w14:textId="1E9C99F5" w:rsidR="00B24A98" w:rsidRPr="00924A62" w:rsidRDefault="00B24A98" w:rsidP="00B24A98">
      <w:pPr>
        <w:pStyle w:val="Bezmezer"/>
        <w:numPr>
          <w:ilvl w:val="0"/>
          <w:numId w:val="38"/>
        </w:numPr>
        <w:spacing w:before="60" w:line="240" w:lineRule="auto"/>
        <w:ind w:left="1701" w:hanging="357"/>
      </w:pPr>
      <w:r w:rsidRPr="00924A62">
        <w:t>Výměn</w:t>
      </w:r>
      <w:r w:rsidR="00796112">
        <w:t>a</w:t>
      </w:r>
      <w:r w:rsidRPr="00924A62">
        <w:t xml:space="preserve"> výstražníků za typ LED, osazených na společném stožáru s pohony závor. </w:t>
      </w:r>
    </w:p>
    <w:p w14:paraId="6E6F65A3" w14:textId="4EC86183" w:rsidR="00E76EC5" w:rsidRPr="00924A62" w:rsidRDefault="00B24A98" w:rsidP="00E76EC5">
      <w:pPr>
        <w:pStyle w:val="Bezmezer"/>
        <w:numPr>
          <w:ilvl w:val="0"/>
          <w:numId w:val="38"/>
        </w:numPr>
        <w:spacing w:before="60" w:line="240" w:lineRule="auto"/>
        <w:ind w:left="1701" w:hanging="357"/>
      </w:pPr>
      <w:r w:rsidRPr="00924A62">
        <w:t>Výměn</w:t>
      </w:r>
      <w:r w:rsidR="00796112">
        <w:t>a</w:t>
      </w:r>
      <w:r w:rsidRPr="00924A62">
        <w:t xml:space="preserve"> kabelizace k výstražným skříním za kabely s Al stíněním – typu TCEKPFLEZE</w:t>
      </w:r>
      <w:r w:rsidR="00E76EC5" w:rsidRPr="00924A62">
        <w:t>, průchody pod komunikacemi a kolejemi budou řešeny protlakem.</w:t>
      </w:r>
    </w:p>
    <w:p w14:paraId="012DC2BF" w14:textId="3E73594D" w:rsidR="00385DA9" w:rsidRPr="00924A62" w:rsidRDefault="00385DA9" w:rsidP="00B24A98">
      <w:pPr>
        <w:pStyle w:val="Bezmezer"/>
        <w:numPr>
          <w:ilvl w:val="0"/>
          <w:numId w:val="38"/>
        </w:numPr>
        <w:spacing w:before="60" w:line="240" w:lineRule="auto"/>
        <w:ind w:left="1701" w:hanging="357"/>
      </w:pPr>
      <w:r w:rsidRPr="00924A62">
        <w:t>PZZ bude umožňovat zapojení do diagnostiky s dálkovým přístupem.</w:t>
      </w:r>
    </w:p>
    <w:p w14:paraId="61BFE2CD" w14:textId="77777777" w:rsidR="00B24A98" w:rsidRPr="00924A62" w:rsidRDefault="00B24A98" w:rsidP="00B24A98">
      <w:pPr>
        <w:pStyle w:val="Bezmezer"/>
        <w:spacing w:before="60" w:line="240" w:lineRule="auto"/>
        <w:ind w:left="1701"/>
      </w:pPr>
    </w:p>
    <w:p w14:paraId="196CC291" w14:textId="77777777" w:rsidR="00B24A98" w:rsidRPr="00924A62" w:rsidRDefault="00B24A98" w:rsidP="00B24A98">
      <w:pPr>
        <w:pStyle w:val="Text2-1"/>
        <w:numPr>
          <w:ilvl w:val="2"/>
          <w:numId w:val="7"/>
        </w:numPr>
        <w:rPr>
          <w:rStyle w:val="Tun"/>
        </w:rPr>
      </w:pPr>
      <w:r w:rsidRPr="00924A62">
        <w:rPr>
          <w:rStyle w:val="Tun"/>
        </w:rPr>
        <w:t>PZS v km 122,412 (P 8156)</w:t>
      </w:r>
    </w:p>
    <w:p w14:paraId="7C710452" w14:textId="77777777" w:rsidR="00B24A98" w:rsidRPr="00924A62" w:rsidRDefault="00B24A98" w:rsidP="00B24A98">
      <w:pPr>
        <w:pStyle w:val="Text2-2"/>
        <w:numPr>
          <w:ilvl w:val="3"/>
          <w:numId w:val="7"/>
        </w:numPr>
        <w:rPr>
          <w:u w:val="single"/>
        </w:rPr>
      </w:pPr>
      <w:r w:rsidRPr="00924A62">
        <w:rPr>
          <w:u w:val="single"/>
        </w:rPr>
        <w:t>Současný stav</w:t>
      </w:r>
    </w:p>
    <w:p w14:paraId="16BFC137" w14:textId="77777777" w:rsidR="00B24A98" w:rsidRPr="00924A62" w:rsidRDefault="00B24A98" w:rsidP="00B24A98">
      <w:pPr>
        <w:pStyle w:val="Text2-1"/>
        <w:numPr>
          <w:ilvl w:val="0"/>
          <w:numId w:val="0"/>
        </w:numPr>
        <w:ind w:left="1701"/>
      </w:pPr>
      <w:r w:rsidRPr="00924A62">
        <w:t>Jedná se o přejezdové zabezpečovací zařízení typu PZZ-EA, kategorie PZS 3ZBI, uvedené do provozu v r. 1999. Přejezd je umístěn na dvojkolejné trati mezi ŽST Bzenec-Přívoz a ŽST Moravský písek. Trať je elektrifikovaná střídavou trakční soustavou.</w:t>
      </w:r>
    </w:p>
    <w:p w14:paraId="55642588" w14:textId="39CEC2D5" w:rsidR="00B24A98" w:rsidRPr="00924A62" w:rsidRDefault="00B24A98" w:rsidP="00B24A98">
      <w:pPr>
        <w:pStyle w:val="Text2-1"/>
        <w:numPr>
          <w:ilvl w:val="0"/>
          <w:numId w:val="0"/>
        </w:numPr>
        <w:ind w:left="1701"/>
      </w:pPr>
      <w:r w:rsidRPr="00924A62">
        <w:t xml:space="preserve">Technologie PZS je umístěna ve zděném domku poblíž přejezdu. Přejezd obsahuje dva výstražníky typu AŽD 97 PV s pozitivní signalizací a dvě závorová břevna s pohony </w:t>
      </w:r>
      <w:proofErr w:type="spellStart"/>
      <w:r w:rsidRPr="00924A62">
        <w:t>Pintsch</w:t>
      </w:r>
      <w:proofErr w:type="spellEnd"/>
      <w:r w:rsidRPr="00924A62">
        <w:t xml:space="preserve"> </w:t>
      </w:r>
      <w:proofErr w:type="spellStart"/>
      <w:r w:rsidRPr="00924A62">
        <w:t>Bamag</w:t>
      </w:r>
      <w:proofErr w:type="spellEnd"/>
      <w:r w:rsidRPr="00924A62">
        <w:t xml:space="preserve">. Výstražníky jsou umístěny na samostatných betonových základech, přičemž jsou předsazeny před závorovými pohony. </w:t>
      </w:r>
    </w:p>
    <w:p w14:paraId="7E00C857" w14:textId="77777777" w:rsidR="00B24A98" w:rsidRPr="00924A62" w:rsidRDefault="00B24A98" w:rsidP="00B24A98">
      <w:pPr>
        <w:pStyle w:val="Text2-1"/>
        <w:numPr>
          <w:ilvl w:val="0"/>
          <w:numId w:val="0"/>
        </w:numPr>
        <w:ind w:left="1701"/>
      </w:pPr>
      <w:r w:rsidRPr="00924A62">
        <w:lastRenderedPageBreak/>
        <w:t>Pro ovládání PZS jsou využity „traťové“ kolejové obvody typu KO 3103 o frekvenci 75 Hz s přijímači DSŠ 12P a „staniční“ kolejové obvody typu KO 4300 o frekvenci 275 Hz s přijímači DSŠ 12S.</w:t>
      </w:r>
    </w:p>
    <w:p w14:paraId="1D00EF9C" w14:textId="5C8F1593" w:rsidR="00EC6D27" w:rsidRPr="00924A62" w:rsidRDefault="00EC6D27" w:rsidP="00EC6D27">
      <w:pPr>
        <w:pStyle w:val="Text2-1"/>
        <w:numPr>
          <w:ilvl w:val="0"/>
          <w:numId w:val="0"/>
        </w:numPr>
        <w:ind w:left="1701"/>
      </w:pPr>
      <w:r w:rsidRPr="00924A62">
        <w:t>Baterie je olověná, typu HOPPECKE power.com</w:t>
      </w:r>
      <w:r w:rsidR="005A549E" w:rsidRPr="00924A62">
        <w:t xml:space="preserve"> SB</w:t>
      </w:r>
      <w:r w:rsidRPr="00924A62">
        <w:t xml:space="preserve"> </w:t>
      </w:r>
      <w:r w:rsidR="005A549E" w:rsidRPr="00924A62">
        <w:t>2</w:t>
      </w:r>
      <w:r w:rsidRPr="00924A62">
        <w:t>x</w:t>
      </w:r>
      <w:r w:rsidR="005A549E" w:rsidRPr="00924A62">
        <w:t>12</w:t>
      </w:r>
      <w:r w:rsidRPr="00924A62">
        <w:t>V 1</w:t>
      </w:r>
      <w:r w:rsidR="005A549E" w:rsidRPr="00924A62">
        <w:t>1</w:t>
      </w:r>
      <w:r w:rsidRPr="00924A62">
        <w:t>0Ah, dobíjená 1f dobíječem S</w:t>
      </w:r>
      <w:r w:rsidR="005A549E" w:rsidRPr="00924A62">
        <w:t xml:space="preserve">chuster E 230 </w:t>
      </w:r>
      <w:r w:rsidRPr="00924A62">
        <w:t>24V/</w:t>
      </w:r>
      <w:r w:rsidR="005A549E" w:rsidRPr="00924A62">
        <w:t>30</w:t>
      </w:r>
      <w:r w:rsidRPr="00924A62">
        <w:t xml:space="preserve">A. </w:t>
      </w:r>
    </w:p>
    <w:p w14:paraId="0AAC6A6A" w14:textId="49A98F8B" w:rsidR="00B24A98" w:rsidRPr="00924A62" w:rsidRDefault="00B24A98" w:rsidP="00B24A98">
      <w:pPr>
        <w:pStyle w:val="Text2-1"/>
        <w:numPr>
          <w:ilvl w:val="0"/>
          <w:numId w:val="0"/>
        </w:numPr>
        <w:spacing w:after="0"/>
        <w:ind w:left="1701"/>
      </w:pPr>
      <w:r w:rsidRPr="00924A62">
        <w:t xml:space="preserve">Dálkové ovládání a indikace od PZS jsou umístěny na JOP ŽST </w:t>
      </w:r>
      <w:r w:rsidR="00D3471A" w:rsidRPr="00924A62">
        <w:t xml:space="preserve">Moravský Písek </w:t>
      </w:r>
      <w:r w:rsidRPr="00924A62">
        <w:t>a CDP Přerov.</w:t>
      </w:r>
    </w:p>
    <w:p w14:paraId="137B2CD1" w14:textId="77777777" w:rsidR="00B24A98" w:rsidRPr="00924A62" w:rsidRDefault="00B24A98" w:rsidP="00B24A98">
      <w:pPr>
        <w:pStyle w:val="Text2-1"/>
        <w:numPr>
          <w:ilvl w:val="0"/>
          <w:numId w:val="0"/>
        </w:numPr>
        <w:spacing w:after="0"/>
        <w:ind w:left="1701"/>
      </w:pPr>
    </w:p>
    <w:p w14:paraId="77730C43" w14:textId="77777777" w:rsidR="00B24A98" w:rsidRPr="00924A62" w:rsidRDefault="00B24A98" w:rsidP="00B24A98">
      <w:pPr>
        <w:pStyle w:val="Text2-2"/>
        <w:numPr>
          <w:ilvl w:val="3"/>
          <w:numId w:val="7"/>
        </w:numPr>
        <w:rPr>
          <w:u w:val="single"/>
        </w:rPr>
      </w:pPr>
      <w:r w:rsidRPr="00924A62">
        <w:rPr>
          <w:u w:val="single"/>
        </w:rPr>
        <w:t>Požadavky na nový stav</w:t>
      </w:r>
    </w:p>
    <w:p w14:paraId="13AA6B57" w14:textId="3B42B0CD" w:rsidR="00B24A98" w:rsidRPr="00924A62" w:rsidRDefault="00547B97" w:rsidP="00B24A98">
      <w:pPr>
        <w:pStyle w:val="Bezmezer"/>
        <w:spacing w:line="240" w:lineRule="auto"/>
        <w:ind w:left="1701"/>
      </w:pPr>
      <w:r>
        <w:t>Pro z</w:t>
      </w:r>
      <w:r w:rsidR="00B24A98" w:rsidRPr="00924A62">
        <w:t>výšení provozní spolehlivosti a životnosti PZZ-EA bude provedeno:</w:t>
      </w:r>
    </w:p>
    <w:p w14:paraId="0BE4ABF8" w14:textId="70807EFD" w:rsidR="00B24A98" w:rsidRPr="00924A62" w:rsidRDefault="00B24A98" w:rsidP="00B24A98">
      <w:pPr>
        <w:pStyle w:val="Bezmezer"/>
        <w:numPr>
          <w:ilvl w:val="0"/>
          <w:numId w:val="38"/>
        </w:numPr>
        <w:spacing w:before="60" w:line="240" w:lineRule="auto"/>
        <w:ind w:left="1701" w:hanging="357"/>
      </w:pPr>
      <w:r w:rsidRPr="00924A62">
        <w:t>Repas</w:t>
      </w:r>
      <w:r w:rsidR="00547B97">
        <w:t>e</w:t>
      </w:r>
      <w:r w:rsidRPr="00924A62">
        <w:t xml:space="preserve"> stojanu vč. výměny relé a upgrade elektronických jednotek </w:t>
      </w:r>
      <w:r w:rsidR="00007B72" w:rsidRPr="00924A62">
        <w:t>řídi</w:t>
      </w:r>
      <w:r w:rsidRPr="00924A62">
        <w:t>cího systému PZS v souladu s doporučením výrobce.</w:t>
      </w:r>
    </w:p>
    <w:p w14:paraId="0113BA48" w14:textId="2601FDFF" w:rsidR="000A0D47" w:rsidRPr="00924A62" w:rsidRDefault="000A0D47" w:rsidP="000A0D47">
      <w:pPr>
        <w:pStyle w:val="Bezmezer"/>
        <w:numPr>
          <w:ilvl w:val="0"/>
          <w:numId w:val="38"/>
        </w:numPr>
        <w:spacing w:before="60" w:line="240" w:lineRule="auto"/>
        <w:ind w:left="1701" w:hanging="357"/>
      </w:pPr>
      <w:r w:rsidRPr="00924A62">
        <w:t>Výměn</w:t>
      </w:r>
      <w:r w:rsidR="00547B97">
        <w:t>a</w:t>
      </w:r>
      <w:r w:rsidRPr="00924A62">
        <w:t xml:space="preserve"> skříňky místního ovládání přejezdu.</w:t>
      </w:r>
    </w:p>
    <w:p w14:paraId="22894B2F" w14:textId="37600FEF" w:rsidR="00B24A98" w:rsidRPr="00924A62" w:rsidRDefault="00B24A98" w:rsidP="00B24A98">
      <w:pPr>
        <w:pStyle w:val="Bezmezer"/>
        <w:numPr>
          <w:ilvl w:val="0"/>
          <w:numId w:val="38"/>
        </w:numPr>
        <w:spacing w:before="60" w:line="240" w:lineRule="auto"/>
        <w:ind w:left="1701" w:hanging="357"/>
      </w:pPr>
      <w:r w:rsidRPr="00924A62">
        <w:t>Výměn</w:t>
      </w:r>
      <w:r w:rsidR="00547B97">
        <w:t>a</w:t>
      </w:r>
      <w:r w:rsidRPr="00924A62">
        <w:t xml:space="preserve"> řídícího SW za účelem omezení vzniku systémových poruch</w:t>
      </w:r>
      <w:r w:rsidR="00007B72" w:rsidRPr="00924A62">
        <w:t xml:space="preserve"> a indikace nežádoucí výstrahy</w:t>
      </w:r>
      <w:r w:rsidRPr="00924A62">
        <w:t xml:space="preserve">. </w:t>
      </w:r>
    </w:p>
    <w:p w14:paraId="08161B00" w14:textId="4D20370E" w:rsidR="00B24A98" w:rsidRPr="00924A62" w:rsidRDefault="00B24A98" w:rsidP="00B24A98">
      <w:pPr>
        <w:pStyle w:val="Bezmezer"/>
        <w:numPr>
          <w:ilvl w:val="0"/>
          <w:numId w:val="38"/>
        </w:numPr>
        <w:spacing w:before="60" w:line="240" w:lineRule="auto"/>
        <w:ind w:left="1701" w:hanging="357"/>
      </w:pPr>
      <w:r w:rsidRPr="00924A62">
        <w:t>Z důvodu chybějící klimatizace výměn</w:t>
      </w:r>
      <w:r w:rsidR="00547B97">
        <w:t>a</w:t>
      </w:r>
      <w:r w:rsidRPr="00924A62">
        <w:t xml:space="preserve"> baterie za </w:t>
      </w:r>
      <w:proofErr w:type="spellStart"/>
      <w:r w:rsidRPr="00924A62">
        <w:t>NiCd</w:t>
      </w:r>
      <w:proofErr w:type="spellEnd"/>
      <w:r w:rsidRPr="00924A62">
        <w:t xml:space="preserve"> technologii</w:t>
      </w:r>
      <w:r w:rsidR="00385DA9" w:rsidRPr="00924A62">
        <w:t xml:space="preserve"> - </w:t>
      </w:r>
      <w:r w:rsidRPr="00924A62">
        <w:t>typ TLX</w:t>
      </w:r>
      <w:r w:rsidR="00075152">
        <w:t xml:space="preserve"> 18</w:t>
      </w:r>
      <w:r w:rsidR="00A963F5">
        <w:t>0Ah</w:t>
      </w:r>
      <w:r w:rsidR="00D3471A" w:rsidRPr="00924A62">
        <w:t xml:space="preserve">, </w:t>
      </w:r>
      <w:r w:rsidRPr="00924A62">
        <w:t>dobíjen</w:t>
      </w:r>
      <w:r w:rsidR="00547B97">
        <w:t>á</w:t>
      </w:r>
      <w:r w:rsidRPr="00924A62">
        <w:t xml:space="preserve"> novým automatickým dobíječem</w:t>
      </w:r>
      <w:r w:rsidR="00EC6D27" w:rsidRPr="00924A62">
        <w:t xml:space="preserve"> typu SM.</w:t>
      </w:r>
    </w:p>
    <w:p w14:paraId="53168912" w14:textId="03DFFBF0" w:rsidR="00B24A98" w:rsidRPr="00924A62" w:rsidRDefault="00B24A98" w:rsidP="00B24A98">
      <w:pPr>
        <w:pStyle w:val="Bezmezer"/>
        <w:numPr>
          <w:ilvl w:val="0"/>
          <w:numId w:val="38"/>
        </w:numPr>
        <w:spacing w:before="60" w:line="240" w:lineRule="auto"/>
        <w:ind w:left="1701" w:hanging="357"/>
      </w:pPr>
      <w:r w:rsidRPr="00924A62">
        <w:t>Výměn</w:t>
      </w:r>
      <w:r w:rsidR="00547B97">
        <w:t>a</w:t>
      </w:r>
      <w:r w:rsidRPr="00924A62">
        <w:t xml:space="preserve"> pohonů závor za typ PZA100 s Al břevny závor bez břevnových svítilen. Základy pohonů budou umístěny tak, aby žádná část pohonů a výstražníků nebyla od osy krajní koleje blíže jak 4m. </w:t>
      </w:r>
    </w:p>
    <w:p w14:paraId="2295489D" w14:textId="12DBF477" w:rsidR="00B24A98" w:rsidRPr="00924A62" w:rsidRDefault="00B24A98" w:rsidP="00B24A98">
      <w:pPr>
        <w:pStyle w:val="Bezmezer"/>
        <w:numPr>
          <w:ilvl w:val="0"/>
          <w:numId w:val="38"/>
        </w:numPr>
        <w:spacing w:before="60" w:line="240" w:lineRule="auto"/>
        <w:ind w:left="1701" w:hanging="357"/>
      </w:pPr>
      <w:r w:rsidRPr="00924A62">
        <w:t>Diagnostik</w:t>
      </w:r>
      <w:r w:rsidR="00547B97">
        <w:t>a</w:t>
      </w:r>
      <w:r w:rsidRPr="00924A62">
        <w:t xml:space="preserve"> sklopení/zvednutí závor indikovan</w:t>
      </w:r>
      <w:r w:rsidR="00547B97">
        <w:t>á</w:t>
      </w:r>
      <w:r w:rsidRPr="00924A62">
        <w:t xml:space="preserve"> samostatně pro každou závoru, tj. nebude sloučená indikace všech závor.</w:t>
      </w:r>
    </w:p>
    <w:p w14:paraId="540F770A" w14:textId="04EB7416" w:rsidR="00B24A98" w:rsidRPr="00924A62" w:rsidRDefault="00B24A98" w:rsidP="00B24A98">
      <w:pPr>
        <w:pStyle w:val="Bezmezer"/>
        <w:numPr>
          <w:ilvl w:val="0"/>
          <w:numId w:val="38"/>
        </w:numPr>
        <w:spacing w:before="60" w:line="240" w:lineRule="auto"/>
        <w:ind w:left="1701" w:hanging="357"/>
      </w:pPr>
      <w:r w:rsidRPr="00924A62">
        <w:t>Výměn</w:t>
      </w:r>
      <w:r w:rsidR="00547B97">
        <w:t>a</w:t>
      </w:r>
      <w:r w:rsidRPr="00924A62">
        <w:t xml:space="preserve"> výstražníků za typ LED, osazených na společném stožáru s pohony závor. </w:t>
      </w:r>
    </w:p>
    <w:p w14:paraId="7056A9D3" w14:textId="7BA7B6C3" w:rsidR="00B24A98" w:rsidRPr="00924A62" w:rsidRDefault="00B24A98" w:rsidP="00B24A98">
      <w:pPr>
        <w:pStyle w:val="Bezmezer"/>
        <w:numPr>
          <w:ilvl w:val="0"/>
          <w:numId w:val="38"/>
        </w:numPr>
        <w:spacing w:before="60" w:line="240" w:lineRule="auto"/>
        <w:ind w:left="1701" w:hanging="357"/>
      </w:pPr>
      <w:r w:rsidRPr="00924A62">
        <w:t>Výměn</w:t>
      </w:r>
      <w:r w:rsidR="00547B97">
        <w:t>a</w:t>
      </w:r>
      <w:r w:rsidRPr="00924A62">
        <w:t xml:space="preserve"> kabelizace k výstražným skříním za kabely s Al stíněním – typu TCEKPFLEZE</w:t>
      </w:r>
      <w:r w:rsidR="00E76EC5" w:rsidRPr="00924A62">
        <w:t>, průchody pod komunikacemi a kolejemi budou řešeny protlakem.</w:t>
      </w:r>
    </w:p>
    <w:p w14:paraId="24C852D5" w14:textId="0BA63989" w:rsidR="00E76EC5" w:rsidRPr="00924A62" w:rsidRDefault="00E76EC5" w:rsidP="00E76EC5">
      <w:pPr>
        <w:pStyle w:val="Bezmezer"/>
        <w:numPr>
          <w:ilvl w:val="0"/>
          <w:numId w:val="38"/>
        </w:numPr>
        <w:spacing w:before="60" w:line="240" w:lineRule="auto"/>
        <w:ind w:left="1701" w:hanging="357"/>
      </w:pPr>
      <w:r w:rsidRPr="00924A62">
        <w:t>Indikac</w:t>
      </w:r>
      <w:r w:rsidR="00547B97">
        <w:t>e</w:t>
      </w:r>
      <w:r w:rsidRPr="00924A62">
        <w:t xml:space="preserve"> výluky přejezdu v JOP sousedních žel. </w:t>
      </w:r>
      <w:proofErr w:type="gramStart"/>
      <w:r w:rsidRPr="00924A62">
        <w:t>stanic</w:t>
      </w:r>
      <w:proofErr w:type="gramEnd"/>
      <w:r w:rsidRPr="00924A62">
        <w:t xml:space="preserve"> samostatně pro každou traťovou kolej. SW </w:t>
      </w:r>
      <w:r w:rsidR="00547B97">
        <w:t xml:space="preserve">obou </w:t>
      </w:r>
      <w:r w:rsidRPr="00924A62">
        <w:t>SZZ by měly být na indikci výluky PZS již připraveny.</w:t>
      </w:r>
    </w:p>
    <w:p w14:paraId="58198260" w14:textId="70FCE901" w:rsidR="00385DA9" w:rsidRPr="00924A62" w:rsidRDefault="00385DA9" w:rsidP="00B24A98">
      <w:pPr>
        <w:pStyle w:val="Bezmezer"/>
        <w:numPr>
          <w:ilvl w:val="0"/>
          <w:numId w:val="38"/>
        </w:numPr>
        <w:spacing w:before="60" w:line="240" w:lineRule="auto"/>
        <w:ind w:left="1701" w:hanging="357"/>
      </w:pPr>
      <w:r w:rsidRPr="00924A62">
        <w:t>PZZ bude umožňovat zapojení do diagnostiky s dálkovým přístupem.</w:t>
      </w:r>
    </w:p>
    <w:p w14:paraId="47BDF2C5" w14:textId="77777777" w:rsidR="00B24A98" w:rsidRPr="00924A62" w:rsidRDefault="00B24A98" w:rsidP="00B24A98"/>
    <w:p w14:paraId="5D1757CA" w14:textId="7F0F85FF" w:rsidR="00B24A98" w:rsidRPr="00924A62" w:rsidRDefault="00B24A98" w:rsidP="00B24A98">
      <w:pPr>
        <w:pStyle w:val="Text2-1"/>
        <w:numPr>
          <w:ilvl w:val="2"/>
          <w:numId w:val="7"/>
        </w:numPr>
        <w:rPr>
          <w:rStyle w:val="Tun"/>
          <w:b w:val="0"/>
        </w:rPr>
      </w:pPr>
      <w:r w:rsidRPr="00924A62">
        <w:rPr>
          <w:rStyle w:val="Tun"/>
        </w:rPr>
        <w:t>Ostatní požadavky na Zhotovitele</w:t>
      </w:r>
    </w:p>
    <w:p w14:paraId="498E8B02" w14:textId="260F71E2" w:rsidR="000A0D47" w:rsidRPr="00924A62" w:rsidRDefault="000A0D47" w:rsidP="000A0D47">
      <w:pPr>
        <w:pStyle w:val="Text2-2"/>
        <w:numPr>
          <w:ilvl w:val="3"/>
          <w:numId w:val="7"/>
        </w:numPr>
        <w:rPr>
          <w:u w:val="single"/>
        </w:rPr>
      </w:pPr>
      <w:r w:rsidRPr="00924A62">
        <w:t>Musí být respektována Směrnice SŽDC č. 34. V případě návrhu použití dosud nezavedených zařízení či stavebních dílů, musí být součástí dodávky i vyřízení veškerých náležitostí ověřovacích provozů dle platných TNP.</w:t>
      </w:r>
    </w:p>
    <w:p w14:paraId="3990C22B" w14:textId="661EE056" w:rsidR="000A0D47" w:rsidRPr="00924A62" w:rsidRDefault="000A0D47" w:rsidP="000A0D47">
      <w:pPr>
        <w:pStyle w:val="Text2-2"/>
        <w:numPr>
          <w:ilvl w:val="3"/>
          <w:numId w:val="7"/>
        </w:numPr>
        <w:rPr>
          <w:u w:val="single"/>
        </w:rPr>
      </w:pPr>
      <w:r w:rsidRPr="00924A62">
        <w:rPr>
          <w:u w:val="single"/>
        </w:rPr>
        <w:t>P</w:t>
      </w:r>
      <w:r w:rsidR="00E269AE" w:rsidRPr="00924A62">
        <w:rPr>
          <w:u w:val="single"/>
        </w:rPr>
        <w:t>r</w:t>
      </w:r>
      <w:r w:rsidRPr="00924A62">
        <w:rPr>
          <w:u w:val="single"/>
        </w:rPr>
        <w:t>o dokončení stavby Zhotovitel zajistí také:</w:t>
      </w:r>
    </w:p>
    <w:p w14:paraId="2F3E71E8" w14:textId="20BE06CD" w:rsidR="000A0D47" w:rsidRPr="00924A62" w:rsidRDefault="000A0D47" w:rsidP="000A0D47">
      <w:pPr>
        <w:pStyle w:val="Text2-2"/>
        <w:numPr>
          <w:ilvl w:val="0"/>
          <w:numId w:val="0"/>
        </w:numPr>
        <w:ind w:left="1532"/>
        <w:rPr>
          <w:lang w:val="en-US"/>
        </w:rPr>
      </w:pPr>
      <w:r w:rsidRPr="00924A62">
        <w:t>- provedení technické prohlídky a zkoušky PZS</w:t>
      </w:r>
      <w:r w:rsidRPr="00924A62">
        <w:rPr>
          <w:lang w:val="en-US"/>
        </w:rPr>
        <w:t>;</w:t>
      </w:r>
    </w:p>
    <w:p w14:paraId="3517A257" w14:textId="473E5EB5" w:rsidR="000A0D47" w:rsidRPr="00924A62" w:rsidRDefault="000A0D47" w:rsidP="000A0D47">
      <w:pPr>
        <w:pStyle w:val="Text2-2"/>
        <w:numPr>
          <w:ilvl w:val="0"/>
          <w:numId w:val="0"/>
        </w:numPr>
        <w:ind w:left="1532"/>
        <w:rPr>
          <w:lang w:val="en-US"/>
        </w:rPr>
      </w:pPr>
      <w:r w:rsidRPr="00924A62">
        <w:t>- zápis změn do průkazu způsobilosti určeného technického zařízení</w:t>
      </w:r>
      <w:r w:rsidRPr="00924A62">
        <w:rPr>
          <w:lang w:val="en-US"/>
        </w:rPr>
        <w:t>;</w:t>
      </w:r>
    </w:p>
    <w:p w14:paraId="2261EC8E" w14:textId="2BC9D0C8" w:rsidR="000A0D47" w:rsidRPr="00924A62" w:rsidRDefault="000A0D47" w:rsidP="000A0D47">
      <w:pPr>
        <w:pStyle w:val="Text2-2"/>
        <w:numPr>
          <w:ilvl w:val="0"/>
          <w:numId w:val="0"/>
        </w:numPr>
        <w:ind w:left="1532"/>
      </w:pPr>
      <w:r w:rsidRPr="00924A62">
        <w:t>- vypracování výchozí revizní zprávy;</w:t>
      </w:r>
    </w:p>
    <w:p w14:paraId="4359FF2B" w14:textId="02B27BB8" w:rsidR="000A0D47" w:rsidRPr="00924A62" w:rsidRDefault="000A0D47" w:rsidP="000A0D47">
      <w:pPr>
        <w:pStyle w:val="Text2-2"/>
        <w:numPr>
          <w:ilvl w:val="0"/>
          <w:numId w:val="0"/>
        </w:numPr>
        <w:ind w:left="1532"/>
      </w:pPr>
      <w:r w:rsidRPr="00924A62">
        <w:t>- uložení rušeného zařízení na místo stanovené SSZT.</w:t>
      </w:r>
    </w:p>
    <w:p w14:paraId="1440E3CA" w14:textId="2B862E75" w:rsidR="00E269AE" w:rsidRPr="00924A62" w:rsidRDefault="00E269AE" w:rsidP="000A0D47">
      <w:pPr>
        <w:pStyle w:val="Text2-2"/>
        <w:numPr>
          <w:ilvl w:val="0"/>
          <w:numId w:val="0"/>
        </w:numPr>
        <w:ind w:left="1532"/>
      </w:pPr>
      <w:r w:rsidRPr="00924A62">
        <w:t>- projednání omezení provozu na přejezdu se silničním správním úřadem a při výluce osazení dopravních značek dle rozhodnutí silničního správního úřadu.</w:t>
      </w:r>
    </w:p>
    <w:p w14:paraId="4E6CA8E0" w14:textId="77777777" w:rsidR="00DF7BAA" w:rsidRPr="00924A62" w:rsidRDefault="00DF7BAA" w:rsidP="00DF7BAA">
      <w:pPr>
        <w:pStyle w:val="Nadpis2-2"/>
      </w:pPr>
      <w:bookmarkStart w:id="36" w:name="_Toc81301033"/>
      <w:r w:rsidRPr="00924A62">
        <w:t>Sdělovací zařízení</w:t>
      </w:r>
      <w:bookmarkEnd w:id="35"/>
      <w:bookmarkEnd w:id="36"/>
    </w:p>
    <w:p w14:paraId="39977D08" w14:textId="77232A0E" w:rsidR="00DF7BAA" w:rsidRPr="00924A62" w:rsidRDefault="000A0D47" w:rsidP="00DF7BAA">
      <w:pPr>
        <w:pStyle w:val="Text2-1"/>
      </w:pPr>
      <w:r w:rsidRPr="00924A62">
        <w:t>Neobsazeno.</w:t>
      </w:r>
    </w:p>
    <w:p w14:paraId="03A465B7" w14:textId="77777777" w:rsidR="00DF7BAA" w:rsidRPr="00924A62" w:rsidRDefault="00DF7BAA" w:rsidP="00DF7BAA">
      <w:pPr>
        <w:pStyle w:val="Nadpis2-2"/>
      </w:pPr>
      <w:bookmarkStart w:id="37" w:name="_Toc6410443"/>
      <w:bookmarkStart w:id="38" w:name="_Toc81301034"/>
      <w:r w:rsidRPr="00924A62">
        <w:t>Silnoproudá technologie včetně DŘT, trakční a energetická zařízení</w:t>
      </w:r>
      <w:bookmarkEnd w:id="37"/>
      <w:bookmarkEnd w:id="38"/>
    </w:p>
    <w:p w14:paraId="04D5B7CF" w14:textId="77777777" w:rsidR="000A0D47" w:rsidRPr="00924A62" w:rsidRDefault="000A0D47" w:rsidP="000A0D47">
      <w:pPr>
        <w:pStyle w:val="Text2-1"/>
      </w:pPr>
      <w:bookmarkStart w:id="39" w:name="_Toc6410444"/>
      <w:r w:rsidRPr="00924A62">
        <w:t>Neobsazeno.</w:t>
      </w:r>
    </w:p>
    <w:p w14:paraId="02877E3E" w14:textId="77777777" w:rsidR="00DF7BAA" w:rsidRPr="00924A62" w:rsidRDefault="00DF7BAA" w:rsidP="00DF7BAA">
      <w:pPr>
        <w:pStyle w:val="Nadpis2-2"/>
      </w:pPr>
      <w:bookmarkStart w:id="40" w:name="_Toc81301035"/>
      <w:r w:rsidRPr="00924A62">
        <w:lastRenderedPageBreak/>
        <w:t>Ostatní technologická zařízení</w:t>
      </w:r>
      <w:bookmarkEnd w:id="39"/>
      <w:bookmarkEnd w:id="40"/>
    </w:p>
    <w:p w14:paraId="5377EB61" w14:textId="77777777" w:rsidR="000A0D47" w:rsidRPr="00924A62" w:rsidRDefault="000A0D47" w:rsidP="000A0D47">
      <w:pPr>
        <w:pStyle w:val="Text2-1"/>
      </w:pPr>
      <w:bookmarkStart w:id="41" w:name="_Toc6410445"/>
      <w:r w:rsidRPr="00924A62">
        <w:t>Neobsazeno.</w:t>
      </w:r>
    </w:p>
    <w:p w14:paraId="39E43FAB" w14:textId="77777777" w:rsidR="00DF7BAA" w:rsidRPr="00924A62" w:rsidRDefault="00DF7BAA" w:rsidP="00DF7BAA">
      <w:pPr>
        <w:pStyle w:val="Nadpis2-2"/>
      </w:pPr>
      <w:bookmarkStart w:id="42" w:name="_Toc81301036"/>
      <w:r w:rsidRPr="00924A62">
        <w:t>Železniční svršek</w:t>
      </w:r>
      <w:bookmarkEnd w:id="41"/>
      <w:bookmarkEnd w:id="42"/>
      <w:r w:rsidRPr="00924A62">
        <w:t xml:space="preserve"> </w:t>
      </w:r>
    </w:p>
    <w:p w14:paraId="3FEB08B6" w14:textId="77777777" w:rsidR="000A0D47" w:rsidRPr="00924A62" w:rsidRDefault="000A0D47" w:rsidP="000A0D47">
      <w:pPr>
        <w:pStyle w:val="Text2-1"/>
      </w:pPr>
      <w:r w:rsidRPr="00924A62">
        <w:t>Neobsazeno.</w:t>
      </w:r>
    </w:p>
    <w:p w14:paraId="6F5CD935" w14:textId="77777777" w:rsidR="00DF7BAA" w:rsidRPr="00924A62" w:rsidRDefault="00DF7BAA" w:rsidP="00DF7BAA">
      <w:pPr>
        <w:pStyle w:val="Nadpis2-2"/>
      </w:pPr>
      <w:bookmarkStart w:id="43" w:name="_Toc6410446"/>
      <w:bookmarkStart w:id="44" w:name="_Toc81301037"/>
      <w:r w:rsidRPr="00924A62">
        <w:t>Železniční spodek</w:t>
      </w:r>
      <w:bookmarkEnd w:id="43"/>
      <w:bookmarkEnd w:id="44"/>
    </w:p>
    <w:p w14:paraId="1F4ECB46" w14:textId="3DF2601C" w:rsidR="000A0D47" w:rsidRPr="00924A62" w:rsidRDefault="00FF2E8B" w:rsidP="000A0D47">
      <w:pPr>
        <w:pStyle w:val="Text2-1"/>
      </w:pPr>
      <w:bookmarkStart w:id="45" w:name="_Toc6410447"/>
      <w:r w:rsidRPr="00924A62">
        <w:t xml:space="preserve">Křížení podzemních vedení s dráhou </w:t>
      </w:r>
      <w:r w:rsidR="00FF2BC3" w:rsidRPr="00924A62">
        <w:t xml:space="preserve">bude </w:t>
      </w:r>
      <w:r w:rsidRPr="00924A62">
        <w:t>provedeno dle předpisu SŽ S4.</w:t>
      </w:r>
    </w:p>
    <w:p w14:paraId="6FBDF248" w14:textId="77777777" w:rsidR="00DF7BAA" w:rsidRPr="00924A62" w:rsidRDefault="00DF7BAA" w:rsidP="00DF7BAA">
      <w:pPr>
        <w:pStyle w:val="Nadpis2-2"/>
      </w:pPr>
      <w:bookmarkStart w:id="46" w:name="_Toc81301038"/>
      <w:r w:rsidRPr="00924A62">
        <w:t>Nástupiště</w:t>
      </w:r>
      <w:bookmarkEnd w:id="45"/>
      <w:bookmarkEnd w:id="46"/>
    </w:p>
    <w:p w14:paraId="15E201F9" w14:textId="77777777" w:rsidR="000A0D47" w:rsidRPr="00924A62" w:rsidRDefault="000A0D47" w:rsidP="000A0D47">
      <w:pPr>
        <w:pStyle w:val="Text2-1"/>
      </w:pPr>
      <w:bookmarkStart w:id="47" w:name="_Toc6410448"/>
      <w:r w:rsidRPr="00924A62">
        <w:t>Neobsazeno.</w:t>
      </w:r>
    </w:p>
    <w:p w14:paraId="7E5D3833" w14:textId="77777777" w:rsidR="00DF7BAA" w:rsidRPr="00924A62" w:rsidRDefault="00DF7BAA" w:rsidP="00DF7BAA">
      <w:pPr>
        <w:pStyle w:val="Nadpis2-2"/>
      </w:pPr>
      <w:bookmarkStart w:id="48" w:name="_Toc81301039"/>
      <w:r w:rsidRPr="00924A62">
        <w:t>Železniční přejezdy</w:t>
      </w:r>
      <w:bookmarkEnd w:id="47"/>
      <w:bookmarkEnd w:id="48"/>
    </w:p>
    <w:p w14:paraId="4B021733" w14:textId="77777777" w:rsidR="000A0D47" w:rsidRPr="00924A62" w:rsidRDefault="000A0D47" w:rsidP="000A0D47">
      <w:pPr>
        <w:pStyle w:val="Text2-1"/>
      </w:pPr>
      <w:bookmarkStart w:id="49" w:name="_Toc6410449"/>
      <w:r w:rsidRPr="00924A62">
        <w:t>Neobsazeno.</w:t>
      </w:r>
    </w:p>
    <w:p w14:paraId="5404FE32" w14:textId="77777777" w:rsidR="00DF7BAA" w:rsidRPr="00924A62" w:rsidRDefault="00DF7BAA" w:rsidP="00DF7BAA">
      <w:pPr>
        <w:pStyle w:val="Nadpis2-2"/>
      </w:pPr>
      <w:bookmarkStart w:id="50" w:name="_Toc81301040"/>
      <w:r w:rsidRPr="00924A62">
        <w:t>Mosty, propustky a zdi</w:t>
      </w:r>
      <w:bookmarkEnd w:id="49"/>
      <w:bookmarkEnd w:id="50"/>
    </w:p>
    <w:p w14:paraId="3C3FD51C" w14:textId="77777777" w:rsidR="000A0D47" w:rsidRPr="00924A62" w:rsidRDefault="000A0D47" w:rsidP="000A0D47">
      <w:pPr>
        <w:pStyle w:val="Text2-1"/>
      </w:pPr>
      <w:bookmarkStart w:id="51" w:name="_Toc6410450"/>
      <w:r w:rsidRPr="00924A62">
        <w:t>Neobsazeno.</w:t>
      </w:r>
    </w:p>
    <w:p w14:paraId="1E688FC1" w14:textId="77777777" w:rsidR="00DF7BAA" w:rsidRPr="00924A62" w:rsidRDefault="00DF7BAA" w:rsidP="00DF7BAA">
      <w:pPr>
        <w:pStyle w:val="Nadpis2-2"/>
      </w:pPr>
      <w:bookmarkStart w:id="52" w:name="_Toc81301041"/>
      <w:r w:rsidRPr="00924A62">
        <w:t>Ostatní inženýrské objekty</w:t>
      </w:r>
      <w:bookmarkEnd w:id="51"/>
      <w:bookmarkEnd w:id="52"/>
    </w:p>
    <w:p w14:paraId="5237E7A1" w14:textId="77777777" w:rsidR="000A0D47" w:rsidRPr="00924A62" w:rsidRDefault="000A0D47" w:rsidP="000A0D47">
      <w:pPr>
        <w:pStyle w:val="Text2-1"/>
      </w:pPr>
      <w:bookmarkStart w:id="53" w:name="_Toc6410451"/>
      <w:r w:rsidRPr="00924A62">
        <w:t>Neobsazeno.</w:t>
      </w:r>
    </w:p>
    <w:p w14:paraId="6D952DD7" w14:textId="77777777" w:rsidR="00DF7BAA" w:rsidRPr="00924A62" w:rsidRDefault="00DF7BAA" w:rsidP="00DF7BAA">
      <w:pPr>
        <w:pStyle w:val="Nadpis2-2"/>
      </w:pPr>
      <w:bookmarkStart w:id="54" w:name="_Toc81301042"/>
      <w:r w:rsidRPr="00924A62">
        <w:t>Železniční tunely</w:t>
      </w:r>
      <w:bookmarkEnd w:id="53"/>
      <w:bookmarkEnd w:id="54"/>
    </w:p>
    <w:p w14:paraId="1C13D041" w14:textId="77777777" w:rsidR="000A0D47" w:rsidRPr="00924A62" w:rsidRDefault="000A0D47" w:rsidP="000A0D47">
      <w:pPr>
        <w:pStyle w:val="Text2-1"/>
      </w:pPr>
      <w:bookmarkStart w:id="55" w:name="_Toc6410452"/>
      <w:r w:rsidRPr="00924A62">
        <w:t>Neobsazeno.</w:t>
      </w:r>
    </w:p>
    <w:p w14:paraId="6BA329E5" w14:textId="77777777" w:rsidR="00DF7BAA" w:rsidRPr="00924A62" w:rsidRDefault="00DF7BAA" w:rsidP="00DF7BAA">
      <w:pPr>
        <w:pStyle w:val="Nadpis2-2"/>
      </w:pPr>
      <w:bookmarkStart w:id="56" w:name="_Toc81301043"/>
      <w:r w:rsidRPr="00924A62">
        <w:t>Pozemní komunikace</w:t>
      </w:r>
      <w:bookmarkEnd w:id="55"/>
      <w:bookmarkEnd w:id="56"/>
    </w:p>
    <w:p w14:paraId="56EB75AF" w14:textId="77777777" w:rsidR="000A0D47" w:rsidRPr="00924A62" w:rsidRDefault="000A0D47" w:rsidP="000A0D47">
      <w:pPr>
        <w:pStyle w:val="Text2-1"/>
      </w:pPr>
      <w:bookmarkStart w:id="57" w:name="_Toc6410453"/>
      <w:r w:rsidRPr="00924A62">
        <w:t>Neobsazeno.</w:t>
      </w:r>
    </w:p>
    <w:p w14:paraId="0FE0BBF5" w14:textId="77777777" w:rsidR="00DF7BAA" w:rsidRPr="00924A62" w:rsidRDefault="00DF7BAA" w:rsidP="00DF7BAA">
      <w:pPr>
        <w:pStyle w:val="Nadpis2-2"/>
      </w:pPr>
      <w:bookmarkStart w:id="58" w:name="_Toc81301044"/>
      <w:proofErr w:type="spellStart"/>
      <w:r w:rsidRPr="00924A62">
        <w:t>Kabelovody</w:t>
      </w:r>
      <w:proofErr w:type="spellEnd"/>
      <w:r w:rsidRPr="00924A62">
        <w:t>, kolektory</w:t>
      </w:r>
      <w:bookmarkEnd w:id="57"/>
      <w:bookmarkEnd w:id="58"/>
    </w:p>
    <w:p w14:paraId="21C80BD4" w14:textId="77777777" w:rsidR="000A0D47" w:rsidRPr="00924A62" w:rsidRDefault="000A0D47" w:rsidP="000A0D47">
      <w:pPr>
        <w:pStyle w:val="Text2-1"/>
      </w:pPr>
      <w:bookmarkStart w:id="59" w:name="_Toc6410454"/>
      <w:r w:rsidRPr="00924A62">
        <w:t>Neobsazeno.</w:t>
      </w:r>
    </w:p>
    <w:p w14:paraId="3970086C" w14:textId="77777777" w:rsidR="00DF7BAA" w:rsidRPr="00924A62" w:rsidRDefault="00DF7BAA" w:rsidP="00DF7BAA">
      <w:pPr>
        <w:pStyle w:val="Nadpis2-2"/>
      </w:pPr>
      <w:bookmarkStart w:id="60" w:name="_Toc81301045"/>
      <w:r w:rsidRPr="00924A62">
        <w:t>Protihlukové objekty</w:t>
      </w:r>
      <w:bookmarkEnd w:id="59"/>
      <w:bookmarkEnd w:id="60"/>
    </w:p>
    <w:p w14:paraId="7F8DC525" w14:textId="77777777" w:rsidR="000A0D47" w:rsidRPr="00924A62" w:rsidRDefault="000A0D47" w:rsidP="000A0D47">
      <w:pPr>
        <w:pStyle w:val="Text2-1"/>
      </w:pPr>
      <w:bookmarkStart w:id="61" w:name="_Toc6410455"/>
      <w:r w:rsidRPr="00924A62">
        <w:t>Neobsazeno.</w:t>
      </w:r>
    </w:p>
    <w:p w14:paraId="0C3A6748" w14:textId="77777777" w:rsidR="00DF7BAA" w:rsidRPr="00924A62" w:rsidRDefault="00DF7BAA" w:rsidP="00DF7BAA">
      <w:pPr>
        <w:pStyle w:val="Nadpis2-2"/>
      </w:pPr>
      <w:bookmarkStart w:id="62" w:name="_Toc81301046"/>
      <w:r w:rsidRPr="00924A62">
        <w:t>Pozemní stavební objekty</w:t>
      </w:r>
      <w:bookmarkEnd w:id="61"/>
      <w:bookmarkEnd w:id="62"/>
    </w:p>
    <w:p w14:paraId="0F8DDF02" w14:textId="77777777" w:rsidR="000A0D47" w:rsidRPr="00924A62" w:rsidRDefault="000A0D47" w:rsidP="000A0D47">
      <w:pPr>
        <w:pStyle w:val="Text2-1"/>
      </w:pPr>
      <w:bookmarkStart w:id="63" w:name="_Toc6410456"/>
      <w:r w:rsidRPr="00924A62">
        <w:t>Neobsazeno.</w:t>
      </w:r>
    </w:p>
    <w:p w14:paraId="02BC4286" w14:textId="77777777" w:rsidR="00DF7BAA" w:rsidRPr="00924A62" w:rsidRDefault="00DF7BAA" w:rsidP="00DF7BAA">
      <w:pPr>
        <w:pStyle w:val="Nadpis2-2"/>
      </w:pPr>
      <w:bookmarkStart w:id="64" w:name="_Toc81301047"/>
      <w:r w:rsidRPr="00924A62">
        <w:t>Trakční a energická zařízení</w:t>
      </w:r>
      <w:bookmarkEnd w:id="63"/>
      <w:bookmarkEnd w:id="64"/>
    </w:p>
    <w:p w14:paraId="250ECB09" w14:textId="77777777" w:rsidR="000A0D47" w:rsidRPr="00924A62" w:rsidRDefault="000A0D47" w:rsidP="000A0D47">
      <w:pPr>
        <w:pStyle w:val="Text2-1"/>
      </w:pPr>
      <w:bookmarkStart w:id="65" w:name="_Toc6410457"/>
      <w:r w:rsidRPr="00924A62">
        <w:t>Neobsazeno.</w:t>
      </w:r>
    </w:p>
    <w:p w14:paraId="349705CF" w14:textId="77777777" w:rsidR="00DF7BAA" w:rsidRPr="00924A62" w:rsidRDefault="00DF7BAA" w:rsidP="00DF7BAA">
      <w:pPr>
        <w:pStyle w:val="Nadpis2-2"/>
      </w:pPr>
      <w:bookmarkStart w:id="66" w:name="_Toc81301048"/>
      <w:r w:rsidRPr="00924A62">
        <w:t>Vyzískaný materiál</w:t>
      </w:r>
      <w:bookmarkEnd w:id="65"/>
      <w:bookmarkEnd w:id="66"/>
    </w:p>
    <w:p w14:paraId="6A870860" w14:textId="567C82B3" w:rsidR="000A0D47" w:rsidRPr="00924A62" w:rsidRDefault="00B93566" w:rsidP="000A0D47">
      <w:pPr>
        <w:pStyle w:val="Text2-1"/>
      </w:pPr>
      <w:r w:rsidRPr="00924A62">
        <w:rPr>
          <w:b/>
        </w:rPr>
        <w:t xml:space="preserve"> </w:t>
      </w:r>
      <w:r w:rsidR="00FF2E8B" w:rsidRPr="00924A62">
        <w:t xml:space="preserve">S vyzískaným </w:t>
      </w:r>
      <w:r w:rsidR="00FF2BC3" w:rsidRPr="00924A62">
        <w:t>bude nakládáno v souladu se směrnicí SŽ č. 42.</w:t>
      </w:r>
    </w:p>
    <w:p w14:paraId="00FD099A" w14:textId="77777777" w:rsidR="00DF7BAA" w:rsidRPr="00924A62" w:rsidRDefault="00DF7BAA" w:rsidP="00DF7BAA">
      <w:pPr>
        <w:pStyle w:val="Nadpis2-2"/>
      </w:pPr>
      <w:bookmarkStart w:id="67" w:name="_Toc6410458"/>
      <w:bookmarkStart w:id="68" w:name="_Toc81301049"/>
      <w:r w:rsidRPr="00924A62">
        <w:t>Životní prostředí a nakládání s odpady</w:t>
      </w:r>
      <w:bookmarkEnd w:id="67"/>
      <w:bookmarkEnd w:id="68"/>
    </w:p>
    <w:p w14:paraId="145D6852" w14:textId="77777777" w:rsidR="00BF2861" w:rsidRPr="00924A62" w:rsidRDefault="00BF2861" w:rsidP="00BF2861">
      <w:pPr>
        <w:pStyle w:val="Text2-1"/>
        <w:rPr>
          <w:rStyle w:val="Tun"/>
        </w:rPr>
      </w:pPr>
      <w:r w:rsidRPr="00924A62">
        <w:rPr>
          <w:rStyle w:val="Tun"/>
        </w:rPr>
        <w:t xml:space="preserve">Nakládání s odpady </w:t>
      </w:r>
    </w:p>
    <w:p w14:paraId="5E77C449" w14:textId="75071F5C" w:rsidR="00BF2861" w:rsidRPr="00924A62" w:rsidRDefault="000A0D47" w:rsidP="00BF2861">
      <w:pPr>
        <w:pStyle w:val="Text2-2"/>
      </w:pPr>
      <w:r w:rsidRPr="00924A62">
        <w:t>Po dokončení stavby bude okolní terén uveden do původní podoby.</w:t>
      </w:r>
      <w:r w:rsidR="00BF2861" w:rsidRPr="00924A62">
        <w:t xml:space="preserve">   </w:t>
      </w:r>
    </w:p>
    <w:p w14:paraId="33B20712" w14:textId="56FFCEA5" w:rsidR="00BF2861" w:rsidRPr="00924A62" w:rsidRDefault="000A0D47" w:rsidP="00BF2861">
      <w:pPr>
        <w:pStyle w:val="Text2-2"/>
      </w:pPr>
      <w:r w:rsidRPr="00924A62">
        <w:t>S případným vzniklým odpadem bude nakládáno zejména dle Zákona č. 541/2020 Sb. a prováděcích předpisech k zákonu o odpadech.</w:t>
      </w:r>
      <w:r w:rsidR="00BF2861" w:rsidRPr="00924A62">
        <w:t xml:space="preserve"> </w:t>
      </w:r>
    </w:p>
    <w:p w14:paraId="4D04BA59" w14:textId="77777777" w:rsidR="00DF7BAA" w:rsidRPr="00924A62" w:rsidRDefault="00DF7BAA" w:rsidP="00DF7BAA">
      <w:pPr>
        <w:pStyle w:val="Nadpis2-1"/>
      </w:pPr>
      <w:bookmarkStart w:id="69" w:name="_Toc6410460"/>
      <w:bookmarkStart w:id="70" w:name="_Toc81301050"/>
      <w:r w:rsidRPr="00924A62">
        <w:t>ORGANIZACE VÝSTAVBY, VÝLUKY</w:t>
      </w:r>
      <w:bookmarkEnd w:id="69"/>
      <w:bookmarkEnd w:id="70"/>
    </w:p>
    <w:p w14:paraId="6EE4EA91" w14:textId="213C4983" w:rsidR="00DF7BAA" w:rsidRPr="00924A62" w:rsidRDefault="000A0D47" w:rsidP="00DF7BAA">
      <w:pPr>
        <w:pStyle w:val="Text2-1"/>
      </w:pPr>
      <w:r w:rsidRPr="00924A62">
        <w:t>Zhotovitel je povinen respektovat ROV z hlediska rozsahu výluk a časového harmonogramu. Příprava ROV bude probíhat v součinnosti se Zhotovitelem</w:t>
      </w:r>
      <w:r w:rsidR="00DF7BAA" w:rsidRPr="00924A62">
        <w:t xml:space="preserve">. </w:t>
      </w:r>
    </w:p>
    <w:p w14:paraId="5BB8E633" w14:textId="77777777" w:rsidR="000A0D47" w:rsidRPr="00924A62" w:rsidRDefault="000A0D47" w:rsidP="00DF7BAA">
      <w:pPr>
        <w:pStyle w:val="Text2-1"/>
      </w:pPr>
      <w:r w:rsidRPr="00924A62">
        <w:lastRenderedPageBreak/>
        <w:t>Předpokládaný termín realizace stavby PS 01 (přejezd P 8151 v km 88,580) je v 11/2021 s následným obdobím na drobné dokončovací práce. Realizace PS 02 (přejezd P 8156 v km 122,412) se předpokládá v r. 2022.</w:t>
      </w:r>
    </w:p>
    <w:p w14:paraId="29D7C88C" w14:textId="77777777" w:rsidR="00DF7BAA" w:rsidRPr="00924A62" w:rsidRDefault="00DF7BAA" w:rsidP="00DF7BAA">
      <w:pPr>
        <w:pStyle w:val="Nadpis2-1"/>
      </w:pPr>
      <w:bookmarkStart w:id="71" w:name="_Toc6410461"/>
      <w:bookmarkStart w:id="72" w:name="_Toc81301051"/>
      <w:r w:rsidRPr="00924A62">
        <w:t>SOUVISEJÍCÍ DOKUMENTY A PŘEDPISY</w:t>
      </w:r>
      <w:bookmarkEnd w:id="71"/>
      <w:bookmarkEnd w:id="72"/>
    </w:p>
    <w:p w14:paraId="56357043" w14:textId="77777777" w:rsidR="00DF7BAA" w:rsidRPr="00924A62" w:rsidRDefault="00DF7BAA" w:rsidP="00DF7BAA">
      <w:pPr>
        <w:pStyle w:val="Text2-1"/>
      </w:pPr>
      <w:r w:rsidRPr="00924A62"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14:paraId="5B2093CE" w14:textId="77777777" w:rsidR="00DF7BAA" w:rsidRPr="00924A62" w:rsidRDefault="00DF7BAA" w:rsidP="00DF7BAA">
      <w:pPr>
        <w:pStyle w:val="Text2-1"/>
      </w:pPr>
      <w:r w:rsidRPr="00924A62">
        <w:t>Objednatel umožňuje Zhotoviteli přístup ke všem svým interním předpisům a dokumentům následujícím způsobem:</w:t>
      </w:r>
    </w:p>
    <w:p w14:paraId="0BD31B08" w14:textId="77777777" w:rsidR="00DF7BAA" w:rsidRPr="00924A62" w:rsidRDefault="00DF7BAA" w:rsidP="00DF7BAA">
      <w:pPr>
        <w:pStyle w:val="Textbezslovn"/>
        <w:spacing w:after="0"/>
        <w:rPr>
          <w:rStyle w:val="Tun"/>
        </w:rPr>
      </w:pPr>
      <w:r w:rsidRPr="00924A62">
        <w:rPr>
          <w:rStyle w:val="Tun"/>
        </w:rPr>
        <w:t xml:space="preserve">Správa </w:t>
      </w:r>
      <w:r w:rsidR="00A5763B" w:rsidRPr="00924A62">
        <w:rPr>
          <w:rStyle w:val="Tun"/>
        </w:rPr>
        <w:t>železnic</w:t>
      </w:r>
      <w:r w:rsidRPr="00924A62">
        <w:rPr>
          <w:rStyle w:val="Tun"/>
        </w:rPr>
        <w:t>, státní organizace</w:t>
      </w:r>
    </w:p>
    <w:p w14:paraId="3CC0C98A" w14:textId="5FED2F64" w:rsidR="00DF7BAA" w:rsidRPr="00924A62" w:rsidRDefault="000A0D47" w:rsidP="00DF7BAA">
      <w:pPr>
        <w:pStyle w:val="Textbezslovn"/>
        <w:spacing w:after="0"/>
        <w:rPr>
          <w:rStyle w:val="Tun"/>
        </w:rPr>
      </w:pPr>
      <w:r w:rsidRPr="00924A62">
        <w:rPr>
          <w:rStyle w:val="Tun"/>
          <w:bCs/>
        </w:rPr>
        <w:t>Centrum telematiky a diagnostiky</w:t>
      </w:r>
      <w:r w:rsidR="00DF7BAA" w:rsidRPr="00924A62">
        <w:rPr>
          <w:rStyle w:val="Tun"/>
        </w:rPr>
        <w:t xml:space="preserve">, </w:t>
      </w:r>
    </w:p>
    <w:p w14:paraId="4B007F7C" w14:textId="77777777" w:rsidR="00EC613E" w:rsidRPr="00924A62" w:rsidRDefault="00EC613E" w:rsidP="00EC613E">
      <w:pPr>
        <w:pStyle w:val="Textbezslovn"/>
        <w:spacing w:after="0"/>
        <w:rPr>
          <w:rStyle w:val="Tun"/>
        </w:rPr>
      </w:pPr>
      <w:r w:rsidRPr="00924A62">
        <w:rPr>
          <w:rStyle w:val="Tun"/>
        </w:rPr>
        <w:t>Oddělení distribuce dokumentace</w:t>
      </w:r>
    </w:p>
    <w:p w14:paraId="6D279568" w14:textId="77777777" w:rsidR="00EC613E" w:rsidRPr="00924A62" w:rsidRDefault="00B93566" w:rsidP="00EC613E">
      <w:pPr>
        <w:pStyle w:val="Textbezslovn"/>
        <w:spacing w:after="0"/>
      </w:pPr>
      <w:r w:rsidRPr="00924A62">
        <w:t>Jeremenkova 103/23</w:t>
      </w:r>
    </w:p>
    <w:p w14:paraId="229B9D0F" w14:textId="77777777" w:rsidR="00EC613E" w:rsidRPr="00924A62" w:rsidRDefault="00EC613E" w:rsidP="00EC613E">
      <w:pPr>
        <w:pStyle w:val="Textbezslovn"/>
        <w:spacing w:after="0"/>
      </w:pPr>
      <w:r w:rsidRPr="00924A62">
        <w:t>779 00 Olomouc</w:t>
      </w:r>
    </w:p>
    <w:p w14:paraId="46E5200A" w14:textId="77777777" w:rsidR="00EC613E" w:rsidRPr="00924A62" w:rsidRDefault="00EC613E" w:rsidP="00EC613E">
      <w:pPr>
        <w:pStyle w:val="Textbezslovn"/>
        <w:spacing w:after="0"/>
      </w:pPr>
      <w:r w:rsidRPr="00924A62">
        <w:t>kontaktní osoba: p. Jarmila Strnadová, tel.: 972 742 396, mobil: 725 039 782</w:t>
      </w:r>
    </w:p>
    <w:p w14:paraId="5F0B066F" w14:textId="77777777" w:rsidR="00EC613E" w:rsidRPr="00924A62" w:rsidRDefault="00EC613E" w:rsidP="00EC613E">
      <w:pPr>
        <w:pStyle w:val="Textbezslovn"/>
        <w:spacing w:after="0"/>
      </w:pPr>
      <w:r w:rsidRPr="00924A62">
        <w:t>e-mail: typdok@tudc.cz</w:t>
      </w:r>
    </w:p>
    <w:p w14:paraId="4502B241" w14:textId="7D06302B" w:rsidR="00EC613E" w:rsidRPr="00924A62" w:rsidRDefault="00EC613E" w:rsidP="00EC613E">
      <w:pPr>
        <w:pStyle w:val="Textbezslovn"/>
      </w:pPr>
      <w:r w:rsidRPr="00924A62">
        <w:t xml:space="preserve">www: </w:t>
      </w:r>
      <w:hyperlink r:id="rId10" w:history="1">
        <w:r w:rsidRPr="00924A62">
          <w:rPr>
            <w:rStyle w:val="Hypertextovodkaz"/>
            <w:color w:val="auto"/>
          </w:rPr>
          <w:t>www.tudc.cz</w:t>
        </w:r>
      </w:hyperlink>
      <w:r w:rsidRPr="00924A62">
        <w:t xml:space="preserve"> nebo </w:t>
      </w:r>
      <w:hyperlink r:id="rId11" w:history="1">
        <w:r w:rsidRPr="00924A62">
          <w:rPr>
            <w:rStyle w:val="Hypertextovodkaz"/>
            <w:color w:val="auto"/>
          </w:rPr>
          <w:t>www.</w:t>
        </w:r>
        <w:r w:rsidR="000A0D47" w:rsidRPr="00924A62">
          <w:t xml:space="preserve"> </w:t>
        </w:r>
        <w:r w:rsidR="000A0D47" w:rsidRPr="00924A62">
          <w:rPr>
            <w:rStyle w:val="Hypertextovodkaz"/>
            <w:color w:val="auto"/>
          </w:rPr>
          <w:t>spravazeleznic</w:t>
        </w:r>
        <w:r w:rsidRPr="00924A62">
          <w:rPr>
            <w:rStyle w:val="Hypertextovodkaz"/>
            <w:color w:val="auto"/>
          </w:rPr>
          <w:t>.cz</w:t>
        </w:r>
      </w:hyperlink>
      <w:r w:rsidRPr="00924A62">
        <w:t xml:space="preserve"> v sekci „O nás / Vnitřní předpisy / odkaz Dokumenty a předpisy“</w:t>
      </w:r>
    </w:p>
    <w:p w14:paraId="137D50F7" w14:textId="77777777" w:rsidR="00DF7BAA" w:rsidRPr="00924A62" w:rsidRDefault="00DF7BAA" w:rsidP="00DF7BAA">
      <w:pPr>
        <w:pStyle w:val="Nadpis2-1"/>
      </w:pPr>
      <w:bookmarkStart w:id="73" w:name="_Toc6410462"/>
      <w:bookmarkStart w:id="74" w:name="_Toc81301052"/>
      <w:r w:rsidRPr="00924A62">
        <w:t>PŘÍLOHY</w:t>
      </w:r>
      <w:bookmarkEnd w:id="73"/>
      <w:bookmarkEnd w:id="74"/>
    </w:p>
    <w:p w14:paraId="2012FCD7" w14:textId="6FF148D4" w:rsidR="00DF7BAA" w:rsidRPr="00924A62" w:rsidRDefault="000A0D47" w:rsidP="00DF7BAA">
      <w:pPr>
        <w:pStyle w:val="Text2-1"/>
      </w:pPr>
      <w:r w:rsidRPr="00924A62">
        <w:t>Neobsazeno.</w:t>
      </w:r>
    </w:p>
    <w:p w14:paraId="137A8FC9" w14:textId="77777777" w:rsidR="00DF7BAA" w:rsidRPr="00924A62" w:rsidRDefault="00DF7BAA" w:rsidP="00264D52">
      <w:pPr>
        <w:pStyle w:val="Textbezodsazen"/>
      </w:pPr>
    </w:p>
    <w:p w14:paraId="5FEAD707" w14:textId="77777777" w:rsidR="00DF7BAA" w:rsidRPr="00924A62" w:rsidRDefault="00DF7BAA" w:rsidP="00264D52">
      <w:pPr>
        <w:pStyle w:val="Textbezodsazen"/>
      </w:pPr>
    </w:p>
    <w:p w14:paraId="4F480C8C" w14:textId="77777777" w:rsidR="00DF7BAA" w:rsidRPr="00924A62" w:rsidRDefault="00DF7BAA" w:rsidP="00264D52">
      <w:pPr>
        <w:pStyle w:val="Textbezodsazen"/>
      </w:pPr>
    </w:p>
    <w:bookmarkEnd w:id="4"/>
    <w:bookmarkEnd w:id="5"/>
    <w:bookmarkEnd w:id="6"/>
    <w:bookmarkEnd w:id="7"/>
    <w:bookmarkEnd w:id="8"/>
    <w:p w14:paraId="1A162B02" w14:textId="77777777" w:rsidR="002B6B58" w:rsidRPr="00924A62" w:rsidRDefault="002B6B58" w:rsidP="00264D52">
      <w:pPr>
        <w:pStyle w:val="Textbezodsazen"/>
      </w:pPr>
    </w:p>
    <w:sectPr w:rsidR="002B6B58" w:rsidRPr="00924A62" w:rsidSect="00AF2E9E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0B7C38" w14:textId="77777777" w:rsidR="0044287D" w:rsidRDefault="0044287D" w:rsidP="00962258">
      <w:pPr>
        <w:spacing w:after="0" w:line="240" w:lineRule="auto"/>
      </w:pPr>
      <w:r>
        <w:separator/>
      </w:r>
    </w:p>
  </w:endnote>
  <w:endnote w:type="continuationSeparator" w:id="0">
    <w:p w14:paraId="625FD17F" w14:textId="77777777" w:rsidR="0044287D" w:rsidRDefault="0044287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EC6D27" w:rsidRPr="006A10C4" w14:paraId="1F4AE810" w14:textId="77777777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3658E3C9" w14:textId="5322DBA5" w:rsidR="00EC6D27" w:rsidRPr="006A10C4" w:rsidRDefault="00EC6D27" w:rsidP="00614E71">
          <w:pPr>
            <w:pStyle w:val="Zpat"/>
            <w:rPr>
              <w:rStyle w:val="slostrnky"/>
            </w:rPr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7369EB">
            <w:rPr>
              <w:rStyle w:val="slostrnky"/>
              <w:noProof/>
            </w:rPr>
            <w:t>12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7369EB">
            <w:rPr>
              <w:rStyle w:val="slostrnky"/>
              <w:noProof/>
            </w:rPr>
            <w:t>13</w:t>
          </w:r>
          <w:r w:rsidRPr="006A10C4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0B275723" w14:textId="7173F28D" w:rsidR="00EC6D27" w:rsidRPr="006A10C4" w:rsidRDefault="00547B97" w:rsidP="003462EB">
          <w:pPr>
            <w:pStyle w:val="Zpatvlevo"/>
          </w:pPr>
          <w:fldSimple w:instr=" STYLEREF  _Název_akce  \* MERGEFORMAT ">
            <w:r w:rsidR="007369EB">
              <w:rPr>
                <w:noProof/>
              </w:rPr>
              <w:t>Oprava PZS na trati Přerov – Břeclav - 1. etapa</w:t>
            </w:r>
          </w:fldSimple>
        </w:p>
        <w:p w14:paraId="7F468745" w14:textId="77777777" w:rsidR="00EC6D27" w:rsidRPr="006A10C4" w:rsidRDefault="00EC6D27" w:rsidP="003462EB">
          <w:pPr>
            <w:pStyle w:val="Zpatvlevo"/>
          </w:pPr>
          <w:r w:rsidRPr="006A10C4">
            <w:t xml:space="preserve">Příloha č. 2 c) </w:t>
          </w:r>
        </w:p>
        <w:p w14:paraId="4FC04CB0" w14:textId="77777777" w:rsidR="00EC6D27" w:rsidRPr="006A10C4" w:rsidRDefault="00EC6D27" w:rsidP="00DF7BAA">
          <w:pPr>
            <w:pStyle w:val="Zpatvlevo"/>
          </w:pPr>
          <w:r w:rsidRPr="006A10C4">
            <w:t xml:space="preserve">Zvláštní technické podmínky - Zhotovení stavby </w:t>
          </w:r>
        </w:p>
      </w:tc>
    </w:tr>
  </w:tbl>
  <w:p w14:paraId="17B56569" w14:textId="77777777" w:rsidR="00EC6D27" w:rsidRPr="00614E71" w:rsidRDefault="00EC6D27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EC6D27" w:rsidRPr="006A10C4" w14:paraId="507CF0F7" w14:textId="77777777" w:rsidTr="006A10C4">
      <w:tc>
        <w:tcPr>
          <w:tcW w:w="779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156851F7" w14:textId="409DF431" w:rsidR="00EC6D27" w:rsidRPr="00004A85" w:rsidRDefault="00547B97" w:rsidP="003B111D">
          <w:pPr>
            <w:pStyle w:val="Zpatvpravo"/>
          </w:pPr>
          <w:fldSimple w:instr=" STYLEREF  _Název_akce  \* MERGEFORMAT ">
            <w:r w:rsidR="007369EB">
              <w:rPr>
                <w:noProof/>
              </w:rPr>
              <w:t>Oprava PZS na trati Přerov – Břeclav - 1. etapa</w:t>
            </w:r>
          </w:fldSimple>
        </w:p>
        <w:p w14:paraId="5E1D2D32" w14:textId="77777777" w:rsidR="00EC6D27" w:rsidRPr="00004A85" w:rsidRDefault="00EC6D27" w:rsidP="003B111D">
          <w:pPr>
            <w:pStyle w:val="Zpatvpravo"/>
          </w:pPr>
          <w:r w:rsidRPr="00004A85">
            <w:t>Příloha č. 2 c)</w:t>
          </w:r>
        </w:p>
        <w:p w14:paraId="205BC769" w14:textId="77777777" w:rsidR="00EC6D27" w:rsidRPr="00004A85" w:rsidRDefault="00EC6D27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004A85">
            <w:t>Zvláštní technické podmínky - Zhotovení stavby</w:t>
          </w:r>
        </w:p>
      </w:tc>
      <w:tc>
        <w:tcPr>
          <w:tcW w:w="935" w:type="dxa"/>
          <w:shd w:val="clear" w:color="auto" w:fill="auto"/>
          <w:vAlign w:val="bottom"/>
        </w:tcPr>
        <w:p w14:paraId="7BFDBE5D" w14:textId="75905662" w:rsidR="00EC6D27" w:rsidRPr="006A10C4" w:rsidRDefault="00EC6D27" w:rsidP="006A10C4">
          <w:pPr>
            <w:pStyle w:val="Zpatvlevo"/>
            <w:jc w:val="right"/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7369EB">
            <w:rPr>
              <w:rStyle w:val="slostrnky"/>
              <w:noProof/>
            </w:rPr>
            <w:t>13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7369EB">
            <w:rPr>
              <w:rStyle w:val="slostrnky"/>
              <w:noProof/>
            </w:rPr>
            <w:t>13</w:t>
          </w:r>
          <w:r w:rsidRPr="006A10C4">
            <w:rPr>
              <w:rStyle w:val="slostrnky"/>
            </w:rPr>
            <w:fldChar w:fldCharType="end"/>
          </w:r>
        </w:p>
      </w:tc>
    </w:tr>
  </w:tbl>
  <w:p w14:paraId="6435253F" w14:textId="77777777" w:rsidR="00EC6D27" w:rsidRPr="00B8518B" w:rsidRDefault="00EC6D27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102C0" w14:textId="77777777" w:rsidR="00EC6D27" w:rsidRPr="00B8518B" w:rsidRDefault="00EC6D27" w:rsidP="00460660">
    <w:pPr>
      <w:pStyle w:val="Zpat"/>
      <w:rPr>
        <w:sz w:val="2"/>
        <w:szCs w:val="2"/>
      </w:rPr>
    </w:pPr>
  </w:p>
  <w:p w14:paraId="0C534B82" w14:textId="77777777" w:rsidR="00EC6D27" w:rsidRDefault="00EC6D27" w:rsidP="00054FC6">
    <w:pPr>
      <w:pStyle w:val="Zpat"/>
      <w:rPr>
        <w:rFonts w:cs="Calibri"/>
        <w:szCs w:val="12"/>
      </w:rPr>
    </w:pPr>
  </w:p>
  <w:p w14:paraId="72845FD6" w14:textId="77777777" w:rsidR="00EC6D27" w:rsidRPr="005D19D8" w:rsidRDefault="00EC6D27" w:rsidP="00054FC6">
    <w:pPr>
      <w:pStyle w:val="Zpat"/>
    </w:pPr>
    <w:r w:rsidRPr="00F37C6B">
      <w:rPr>
        <w:rFonts w:cs="Calibri"/>
        <w:szCs w:val="12"/>
      </w:rPr>
      <w:t>.</w:t>
    </w:r>
  </w:p>
  <w:p w14:paraId="5B5D9BFD" w14:textId="77777777" w:rsidR="00EC6D27" w:rsidRPr="00460660" w:rsidRDefault="00EC6D27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4210B3" w14:textId="77777777" w:rsidR="0044287D" w:rsidRDefault="0044287D" w:rsidP="00962258">
      <w:pPr>
        <w:spacing w:after="0" w:line="240" w:lineRule="auto"/>
      </w:pPr>
      <w:r>
        <w:separator/>
      </w:r>
    </w:p>
  </w:footnote>
  <w:footnote w:type="continuationSeparator" w:id="0">
    <w:p w14:paraId="27299BCE" w14:textId="77777777" w:rsidR="0044287D" w:rsidRDefault="0044287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EC6D27" w:rsidRPr="006A10C4" w14:paraId="2FA44B2C" w14:textId="77777777" w:rsidTr="006A10C4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3F691ED" w14:textId="77777777" w:rsidR="00EC6D27" w:rsidRPr="006A10C4" w:rsidRDefault="00EC6D27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54909AA" w14:textId="77777777" w:rsidR="00EC6D27" w:rsidRPr="006A10C4" w:rsidRDefault="00EC6D27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048D0F" w14:textId="77777777" w:rsidR="00EC6D27" w:rsidRPr="006A10C4" w:rsidRDefault="00EC6D27" w:rsidP="006A10C4">
          <w:pPr>
            <w:pStyle w:val="Druhdokumentu"/>
            <w:spacing w:after="0"/>
          </w:pPr>
        </w:p>
      </w:tc>
    </w:tr>
  </w:tbl>
  <w:p w14:paraId="4CE49ED7" w14:textId="77777777" w:rsidR="00EC6D27" w:rsidRPr="00D6163D" w:rsidRDefault="00EC6D27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EC6D27" w:rsidRPr="006A10C4" w14:paraId="41E7539B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4759B3F5" w14:textId="77777777" w:rsidR="00EC6D27" w:rsidRPr="006A10C4" w:rsidRDefault="00EC6D2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598F86" w14:textId="324A1935" w:rsidR="00EC6D27" w:rsidRPr="006A10C4" w:rsidRDefault="00EC6D27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7B201146" wp14:editId="1E8A14BB">
                <wp:simplePos x="0" y="0"/>
                <wp:positionH relativeFrom="page">
                  <wp:posOffset>-319405</wp:posOffset>
                </wp:positionH>
                <wp:positionV relativeFrom="page">
                  <wp:posOffset>294005</wp:posOffset>
                </wp:positionV>
                <wp:extent cx="1727835" cy="640715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1E3F97F" w14:textId="77777777" w:rsidR="00EC6D27" w:rsidRPr="006A10C4" w:rsidRDefault="00EC6D27" w:rsidP="006A10C4">
          <w:pPr>
            <w:pStyle w:val="Druhdokumentu"/>
            <w:spacing w:after="0"/>
          </w:pPr>
        </w:p>
      </w:tc>
    </w:tr>
    <w:tr w:rsidR="00EC6D27" w:rsidRPr="006A10C4" w14:paraId="242B0B32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627F2C4F" w14:textId="77777777" w:rsidR="00EC6D27" w:rsidRPr="006A10C4" w:rsidRDefault="00EC6D2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D3CC15" w14:textId="77777777" w:rsidR="00EC6D27" w:rsidRPr="006A10C4" w:rsidRDefault="00EC6D27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F49255C" w14:textId="77777777" w:rsidR="00EC6D27" w:rsidRPr="006A10C4" w:rsidRDefault="00EC6D27" w:rsidP="006A10C4">
          <w:pPr>
            <w:pStyle w:val="Druhdokumentu"/>
            <w:spacing w:after="0"/>
          </w:pPr>
        </w:p>
      </w:tc>
    </w:tr>
  </w:tbl>
  <w:p w14:paraId="22594FAA" w14:textId="77777777" w:rsidR="00EC6D27" w:rsidRPr="00D6163D" w:rsidRDefault="00EC6D27" w:rsidP="00FC6389">
    <w:pPr>
      <w:pStyle w:val="Zhlav"/>
      <w:rPr>
        <w:sz w:val="8"/>
        <w:szCs w:val="8"/>
      </w:rPr>
    </w:pPr>
  </w:p>
  <w:p w14:paraId="5751DFB5" w14:textId="77777777" w:rsidR="00EC6D27" w:rsidRPr="00460660" w:rsidRDefault="00EC6D27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422606B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532"/>
        </w:tabs>
        <w:ind w:left="1532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5F34854"/>
    <w:multiLevelType w:val="hybridMultilevel"/>
    <w:tmpl w:val="03460534"/>
    <w:lvl w:ilvl="0" w:tplc="925EB7CE">
      <w:start w:val="5"/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"/>
  </w:num>
  <w:num w:numId="5">
    <w:abstractNumId w:val="7"/>
  </w:num>
  <w:num w:numId="6">
    <w:abstractNumId w:val="8"/>
  </w:num>
  <w:num w:numId="7">
    <w:abstractNumId w:val="3"/>
  </w:num>
  <w:num w:numId="8">
    <w:abstractNumId w:val="9"/>
  </w:num>
  <w:num w:numId="9">
    <w:abstractNumId w:val="11"/>
  </w:num>
  <w:num w:numId="10">
    <w:abstractNumId w:val="10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"/>
  </w:num>
  <w:num w:numId="22">
    <w:abstractNumId w:val="3"/>
  </w:num>
  <w:num w:numId="23">
    <w:abstractNumId w:val="3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8"/>
  </w:num>
  <w:num w:numId="29">
    <w:abstractNumId w:val="8"/>
  </w:num>
  <w:num w:numId="30">
    <w:abstractNumId w:val="8"/>
  </w:num>
  <w:num w:numId="31">
    <w:abstractNumId w:val="8"/>
  </w:num>
  <w:num w:numId="32">
    <w:abstractNumId w:val="9"/>
  </w:num>
  <w:num w:numId="33">
    <w:abstractNumId w:val="1"/>
  </w:num>
  <w:num w:numId="34">
    <w:abstractNumId w:val="1"/>
  </w:num>
  <w:num w:numId="35">
    <w:abstractNumId w:val="3"/>
  </w:num>
  <w:num w:numId="36">
    <w:abstractNumId w:val="3"/>
  </w:num>
  <w:num w:numId="37">
    <w:abstractNumId w:val="10"/>
  </w:num>
  <w:num w:numId="38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0C4"/>
    <w:rsid w:val="0000109E"/>
    <w:rsid w:val="00004A85"/>
    <w:rsid w:val="00007B72"/>
    <w:rsid w:val="00012EC4"/>
    <w:rsid w:val="000145C8"/>
    <w:rsid w:val="00017F3C"/>
    <w:rsid w:val="00041EC8"/>
    <w:rsid w:val="00054FC6"/>
    <w:rsid w:val="0006465A"/>
    <w:rsid w:val="0006588D"/>
    <w:rsid w:val="00067A5E"/>
    <w:rsid w:val="00067EA3"/>
    <w:rsid w:val="000719BB"/>
    <w:rsid w:val="00072A65"/>
    <w:rsid w:val="00072C1E"/>
    <w:rsid w:val="00075152"/>
    <w:rsid w:val="00076B14"/>
    <w:rsid w:val="0008461A"/>
    <w:rsid w:val="00084867"/>
    <w:rsid w:val="000A0D47"/>
    <w:rsid w:val="000A2B28"/>
    <w:rsid w:val="000A6E75"/>
    <w:rsid w:val="000B408F"/>
    <w:rsid w:val="000B4EB8"/>
    <w:rsid w:val="000C41F2"/>
    <w:rsid w:val="000D22C4"/>
    <w:rsid w:val="000D27D1"/>
    <w:rsid w:val="000E1A7F"/>
    <w:rsid w:val="000F15F1"/>
    <w:rsid w:val="00112864"/>
    <w:rsid w:val="00114472"/>
    <w:rsid w:val="00114988"/>
    <w:rsid w:val="00114DE9"/>
    <w:rsid w:val="00115069"/>
    <w:rsid w:val="001150F2"/>
    <w:rsid w:val="00122084"/>
    <w:rsid w:val="00130E62"/>
    <w:rsid w:val="00130EEE"/>
    <w:rsid w:val="00146BCB"/>
    <w:rsid w:val="0015027B"/>
    <w:rsid w:val="00153B6C"/>
    <w:rsid w:val="001656A2"/>
    <w:rsid w:val="00170EC5"/>
    <w:rsid w:val="001747C1"/>
    <w:rsid w:val="00177D6B"/>
    <w:rsid w:val="00183913"/>
    <w:rsid w:val="00186B9C"/>
    <w:rsid w:val="00191F90"/>
    <w:rsid w:val="001A3B3C"/>
    <w:rsid w:val="001A5EC1"/>
    <w:rsid w:val="001B033A"/>
    <w:rsid w:val="001B4180"/>
    <w:rsid w:val="001B4E74"/>
    <w:rsid w:val="001B7668"/>
    <w:rsid w:val="001C645F"/>
    <w:rsid w:val="001C715A"/>
    <w:rsid w:val="001E678E"/>
    <w:rsid w:val="002007BA"/>
    <w:rsid w:val="002038C9"/>
    <w:rsid w:val="002071BB"/>
    <w:rsid w:val="00207DF5"/>
    <w:rsid w:val="002102D8"/>
    <w:rsid w:val="00232000"/>
    <w:rsid w:val="00240B81"/>
    <w:rsid w:val="00240E11"/>
    <w:rsid w:val="00247D01"/>
    <w:rsid w:val="0025030F"/>
    <w:rsid w:val="00250479"/>
    <w:rsid w:val="00250AAA"/>
    <w:rsid w:val="002518CB"/>
    <w:rsid w:val="00261A5B"/>
    <w:rsid w:val="00262E5B"/>
    <w:rsid w:val="00264D52"/>
    <w:rsid w:val="00267DE4"/>
    <w:rsid w:val="002735BE"/>
    <w:rsid w:val="00276AFE"/>
    <w:rsid w:val="002A3B57"/>
    <w:rsid w:val="002B6B58"/>
    <w:rsid w:val="002C0924"/>
    <w:rsid w:val="002C31BF"/>
    <w:rsid w:val="002D2102"/>
    <w:rsid w:val="002D5B86"/>
    <w:rsid w:val="002D73F2"/>
    <w:rsid w:val="002D7632"/>
    <w:rsid w:val="002D7FD6"/>
    <w:rsid w:val="002E0CD7"/>
    <w:rsid w:val="002E0CFB"/>
    <w:rsid w:val="002E5C7B"/>
    <w:rsid w:val="002F4333"/>
    <w:rsid w:val="002F50C1"/>
    <w:rsid w:val="00304DAF"/>
    <w:rsid w:val="00307207"/>
    <w:rsid w:val="00311165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5002"/>
    <w:rsid w:val="003571D8"/>
    <w:rsid w:val="00357BC6"/>
    <w:rsid w:val="00361422"/>
    <w:rsid w:val="0036531E"/>
    <w:rsid w:val="00373D53"/>
    <w:rsid w:val="0037545D"/>
    <w:rsid w:val="00376246"/>
    <w:rsid w:val="00377F85"/>
    <w:rsid w:val="00385DA9"/>
    <w:rsid w:val="00386FF1"/>
    <w:rsid w:val="00392EB6"/>
    <w:rsid w:val="003956C6"/>
    <w:rsid w:val="003B111D"/>
    <w:rsid w:val="003C33F2"/>
    <w:rsid w:val="003C6679"/>
    <w:rsid w:val="003D4F68"/>
    <w:rsid w:val="003D756E"/>
    <w:rsid w:val="003D7905"/>
    <w:rsid w:val="003E420D"/>
    <w:rsid w:val="003E4C13"/>
    <w:rsid w:val="004078F3"/>
    <w:rsid w:val="004109A7"/>
    <w:rsid w:val="0042581E"/>
    <w:rsid w:val="00427794"/>
    <w:rsid w:val="0044287D"/>
    <w:rsid w:val="00446218"/>
    <w:rsid w:val="00450F07"/>
    <w:rsid w:val="00453CD3"/>
    <w:rsid w:val="004550ED"/>
    <w:rsid w:val="00460660"/>
    <w:rsid w:val="00463BD5"/>
    <w:rsid w:val="00464BA9"/>
    <w:rsid w:val="0048341C"/>
    <w:rsid w:val="00483969"/>
    <w:rsid w:val="00486107"/>
    <w:rsid w:val="00491827"/>
    <w:rsid w:val="004C4399"/>
    <w:rsid w:val="004C787C"/>
    <w:rsid w:val="004D7D8C"/>
    <w:rsid w:val="004E7A1F"/>
    <w:rsid w:val="004F4B9B"/>
    <w:rsid w:val="004F70CD"/>
    <w:rsid w:val="00500C8E"/>
    <w:rsid w:val="0050666E"/>
    <w:rsid w:val="00511AB9"/>
    <w:rsid w:val="005172C5"/>
    <w:rsid w:val="00523BB5"/>
    <w:rsid w:val="00523EA7"/>
    <w:rsid w:val="00531CB9"/>
    <w:rsid w:val="005403D3"/>
    <w:rsid w:val="005406EB"/>
    <w:rsid w:val="00541A61"/>
    <w:rsid w:val="005440A6"/>
    <w:rsid w:val="00544296"/>
    <w:rsid w:val="00545AD1"/>
    <w:rsid w:val="00547B97"/>
    <w:rsid w:val="00553375"/>
    <w:rsid w:val="00555884"/>
    <w:rsid w:val="005736B7"/>
    <w:rsid w:val="00575E5A"/>
    <w:rsid w:val="00576A07"/>
    <w:rsid w:val="00580245"/>
    <w:rsid w:val="00580DCD"/>
    <w:rsid w:val="0058742A"/>
    <w:rsid w:val="00590B8A"/>
    <w:rsid w:val="005A0AB5"/>
    <w:rsid w:val="005A1F44"/>
    <w:rsid w:val="005A549E"/>
    <w:rsid w:val="005C5372"/>
    <w:rsid w:val="005D3C39"/>
    <w:rsid w:val="005D7706"/>
    <w:rsid w:val="005F0E69"/>
    <w:rsid w:val="00601A8C"/>
    <w:rsid w:val="00604CFC"/>
    <w:rsid w:val="0061068E"/>
    <w:rsid w:val="006115D3"/>
    <w:rsid w:val="006149D2"/>
    <w:rsid w:val="00614E71"/>
    <w:rsid w:val="006208DF"/>
    <w:rsid w:val="00655976"/>
    <w:rsid w:val="0065610E"/>
    <w:rsid w:val="00660AD3"/>
    <w:rsid w:val="00662818"/>
    <w:rsid w:val="006776B6"/>
    <w:rsid w:val="00680766"/>
    <w:rsid w:val="0069136C"/>
    <w:rsid w:val="00693150"/>
    <w:rsid w:val="006A019B"/>
    <w:rsid w:val="006A10C4"/>
    <w:rsid w:val="006A5570"/>
    <w:rsid w:val="006A689C"/>
    <w:rsid w:val="006A747D"/>
    <w:rsid w:val="006B2318"/>
    <w:rsid w:val="006B3D79"/>
    <w:rsid w:val="006B6FE4"/>
    <w:rsid w:val="006C16E1"/>
    <w:rsid w:val="006C2343"/>
    <w:rsid w:val="006C31D3"/>
    <w:rsid w:val="006C442A"/>
    <w:rsid w:val="006D1013"/>
    <w:rsid w:val="006D4F33"/>
    <w:rsid w:val="006E0578"/>
    <w:rsid w:val="006E314D"/>
    <w:rsid w:val="006E73EC"/>
    <w:rsid w:val="006F07C0"/>
    <w:rsid w:val="007020E6"/>
    <w:rsid w:val="00710193"/>
    <w:rsid w:val="00710723"/>
    <w:rsid w:val="00720802"/>
    <w:rsid w:val="00723ED1"/>
    <w:rsid w:val="007254A4"/>
    <w:rsid w:val="00733AD8"/>
    <w:rsid w:val="007369EB"/>
    <w:rsid w:val="00740AF5"/>
    <w:rsid w:val="00743525"/>
    <w:rsid w:val="00745555"/>
    <w:rsid w:val="00745B7E"/>
    <w:rsid w:val="00745F94"/>
    <w:rsid w:val="007541A2"/>
    <w:rsid w:val="00755818"/>
    <w:rsid w:val="00761620"/>
    <w:rsid w:val="0076286B"/>
    <w:rsid w:val="00766846"/>
    <w:rsid w:val="00767439"/>
    <w:rsid w:val="0076790E"/>
    <w:rsid w:val="00770601"/>
    <w:rsid w:val="00775572"/>
    <w:rsid w:val="0077673A"/>
    <w:rsid w:val="00776C2B"/>
    <w:rsid w:val="007846E1"/>
    <w:rsid w:val="007847D6"/>
    <w:rsid w:val="0079028E"/>
    <w:rsid w:val="00796112"/>
    <w:rsid w:val="007A202B"/>
    <w:rsid w:val="007A5172"/>
    <w:rsid w:val="007A67A0"/>
    <w:rsid w:val="007A6FED"/>
    <w:rsid w:val="007B133E"/>
    <w:rsid w:val="007B502B"/>
    <w:rsid w:val="007B570C"/>
    <w:rsid w:val="007C0C8F"/>
    <w:rsid w:val="007E4A6E"/>
    <w:rsid w:val="007F56A7"/>
    <w:rsid w:val="00800851"/>
    <w:rsid w:val="0080171C"/>
    <w:rsid w:val="0080207D"/>
    <w:rsid w:val="008028FD"/>
    <w:rsid w:val="00803BF3"/>
    <w:rsid w:val="00807DD0"/>
    <w:rsid w:val="00810E5C"/>
    <w:rsid w:val="00816930"/>
    <w:rsid w:val="00821D01"/>
    <w:rsid w:val="00826B7B"/>
    <w:rsid w:val="0083197D"/>
    <w:rsid w:val="00833982"/>
    <w:rsid w:val="00834146"/>
    <w:rsid w:val="00846789"/>
    <w:rsid w:val="00880E0E"/>
    <w:rsid w:val="00887F36"/>
    <w:rsid w:val="00890A4F"/>
    <w:rsid w:val="00891D37"/>
    <w:rsid w:val="008A01EA"/>
    <w:rsid w:val="008A3568"/>
    <w:rsid w:val="008A4FE4"/>
    <w:rsid w:val="008C24A8"/>
    <w:rsid w:val="008C50F3"/>
    <w:rsid w:val="008C51A4"/>
    <w:rsid w:val="008C70E7"/>
    <w:rsid w:val="008C7EFE"/>
    <w:rsid w:val="008D03B9"/>
    <w:rsid w:val="008D30C7"/>
    <w:rsid w:val="008D7D0F"/>
    <w:rsid w:val="008F18D6"/>
    <w:rsid w:val="008F289B"/>
    <w:rsid w:val="008F2C9B"/>
    <w:rsid w:val="008F5F18"/>
    <w:rsid w:val="008F797B"/>
    <w:rsid w:val="00904780"/>
    <w:rsid w:val="0090635B"/>
    <w:rsid w:val="00914F81"/>
    <w:rsid w:val="00922385"/>
    <w:rsid w:val="009223DF"/>
    <w:rsid w:val="009226C1"/>
    <w:rsid w:val="00923406"/>
    <w:rsid w:val="00924A62"/>
    <w:rsid w:val="00935987"/>
    <w:rsid w:val="00936091"/>
    <w:rsid w:val="00940D8A"/>
    <w:rsid w:val="00950944"/>
    <w:rsid w:val="00957F1F"/>
    <w:rsid w:val="00962258"/>
    <w:rsid w:val="009678B7"/>
    <w:rsid w:val="0097239D"/>
    <w:rsid w:val="00980B51"/>
    <w:rsid w:val="00992D9C"/>
    <w:rsid w:val="00996CB8"/>
    <w:rsid w:val="009A404E"/>
    <w:rsid w:val="009A45C5"/>
    <w:rsid w:val="009B2E97"/>
    <w:rsid w:val="009B5146"/>
    <w:rsid w:val="009C418E"/>
    <w:rsid w:val="009C4260"/>
    <w:rsid w:val="009C442C"/>
    <w:rsid w:val="009D0C7B"/>
    <w:rsid w:val="009D2FC5"/>
    <w:rsid w:val="009D5183"/>
    <w:rsid w:val="009E07F4"/>
    <w:rsid w:val="009E09BE"/>
    <w:rsid w:val="009E3D46"/>
    <w:rsid w:val="009F25DD"/>
    <w:rsid w:val="009F309B"/>
    <w:rsid w:val="009F30F6"/>
    <w:rsid w:val="009F392E"/>
    <w:rsid w:val="009F53C5"/>
    <w:rsid w:val="00A04D7F"/>
    <w:rsid w:val="00A0740E"/>
    <w:rsid w:val="00A34271"/>
    <w:rsid w:val="00A4050F"/>
    <w:rsid w:val="00A50641"/>
    <w:rsid w:val="00A50BC5"/>
    <w:rsid w:val="00A51A89"/>
    <w:rsid w:val="00A530BF"/>
    <w:rsid w:val="00A5638B"/>
    <w:rsid w:val="00A5763B"/>
    <w:rsid w:val="00A6177B"/>
    <w:rsid w:val="00A62E74"/>
    <w:rsid w:val="00A658DF"/>
    <w:rsid w:val="00A66136"/>
    <w:rsid w:val="00A71189"/>
    <w:rsid w:val="00A7364A"/>
    <w:rsid w:val="00A74DCC"/>
    <w:rsid w:val="00A753ED"/>
    <w:rsid w:val="00A77512"/>
    <w:rsid w:val="00A8227E"/>
    <w:rsid w:val="00A94C2F"/>
    <w:rsid w:val="00A963F5"/>
    <w:rsid w:val="00AA4C9F"/>
    <w:rsid w:val="00AA4CBB"/>
    <w:rsid w:val="00AA65FA"/>
    <w:rsid w:val="00AA7351"/>
    <w:rsid w:val="00AB4EC0"/>
    <w:rsid w:val="00AC3E83"/>
    <w:rsid w:val="00AC59BD"/>
    <w:rsid w:val="00AD056F"/>
    <w:rsid w:val="00AD0C7B"/>
    <w:rsid w:val="00AD38D0"/>
    <w:rsid w:val="00AD5F1A"/>
    <w:rsid w:val="00AD6731"/>
    <w:rsid w:val="00AF2CCC"/>
    <w:rsid w:val="00AF2E9E"/>
    <w:rsid w:val="00AF5943"/>
    <w:rsid w:val="00B008D5"/>
    <w:rsid w:val="00B00CFD"/>
    <w:rsid w:val="00B02F73"/>
    <w:rsid w:val="00B0619F"/>
    <w:rsid w:val="00B101FD"/>
    <w:rsid w:val="00B10DF7"/>
    <w:rsid w:val="00B13A26"/>
    <w:rsid w:val="00B15D0D"/>
    <w:rsid w:val="00B22106"/>
    <w:rsid w:val="00B24A98"/>
    <w:rsid w:val="00B31D98"/>
    <w:rsid w:val="00B344A3"/>
    <w:rsid w:val="00B46BA5"/>
    <w:rsid w:val="00B50AB2"/>
    <w:rsid w:val="00B5431A"/>
    <w:rsid w:val="00B56EB2"/>
    <w:rsid w:val="00B60FA8"/>
    <w:rsid w:val="00B75EE1"/>
    <w:rsid w:val="00B77481"/>
    <w:rsid w:val="00B82624"/>
    <w:rsid w:val="00B8518B"/>
    <w:rsid w:val="00B861EA"/>
    <w:rsid w:val="00B9150D"/>
    <w:rsid w:val="00B93566"/>
    <w:rsid w:val="00B95AB6"/>
    <w:rsid w:val="00B97CC3"/>
    <w:rsid w:val="00BC0405"/>
    <w:rsid w:val="00BC06C4"/>
    <w:rsid w:val="00BC51B8"/>
    <w:rsid w:val="00BD76C3"/>
    <w:rsid w:val="00BD7E91"/>
    <w:rsid w:val="00BD7F0D"/>
    <w:rsid w:val="00BE06DC"/>
    <w:rsid w:val="00BE7F2F"/>
    <w:rsid w:val="00BF2861"/>
    <w:rsid w:val="00BF54FE"/>
    <w:rsid w:val="00C02D0A"/>
    <w:rsid w:val="00C03A6E"/>
    <w:rsid w:val="00C13860"/>
    <w:rsid w:val="00C226C0"/>
    <w:rsid w:val="00C24A6A"/>
    <w:rsid w:val="00C30CA8"/>
    <w:rsid w:val="00C405CC"/>
    <w:rsid w:val="00C42FE6"/>
    <w:rsid w:val="00C44F6A"/>
    <w:rsid w:val="00C51B48"/>
    <w:rsid w:val="00C55BE9"/>
    <w:rsid w:val="00C6198E"/>
    <w:rsid w:val="00C708EA"/>
    <w:rsid w:val="00C71821"/>
    <w:rsid w:val="00C73385"/>
    <w:rsid w:val="00C778A5"/>
    <w:rsid w:val="00C86957"/>
    <w:rsid w:val="00C90DBF"/>
    <w:rsid w:val="00C95162"/>
    <w:rsid w:val="00C96445"/>
    <w:rsid w:val="00CB6A37"/>
    <w:rsid w:val="00CB7684"/>
    <w:rsid w:val="00CC7C8F"/>
    <w:rsid w:val="00CD1FC4"/>
    <w:rsid w:val="00CF1D0E"/>
    <w:rsid w:val="00D034A0"/>
    <w:rsid w:val="00D038A7"/>
    <w:rsid w:val="00D0732C"/>
    <w:rsid w:val="00D178B4"/>
    <w:rsid w:val="00D21061"/>
    <w:rsid w:val="00D322B7"/>
    <w:rsid w:val="00D3471A"/>
    <w:rsid w:val="00D4108E"/>
    <w:rsid w:val="00D521D0"/>
    <w:rsid w:val="00D56FCA"/>
    <w:rsid w:val="00D6163D"/>
    <w:rsid w:val="00D65FF1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46F3"/>
    <w:rsid w:val="00DD550D"/>
    <w:rsid w:val="00DE51A5"/>
    <w:rsid w:val="00DE56F2"/>
    <w:rsid w:val="00DF116D"/>
    <w:rsid w:val="00DF4DDD"/>
    <w:rsid w:val="00DF7BAA"/>
    <w:rsid w:val="00E014A7"/>
    <w:rsid w:val="00E03B03"/>
    <w:rsid w:val="00E04A7B"/>
    <w:rsid w:val="00E16FF7"/>
    <w:rsid w:val="00E1732F"/>
    <w:rsid w:val="00E269AE"/>
    <w:rsid w:val="00E26D68"/>
    <w:rsid w:val="00E44045"/>
    <w:rsid w:val="00E618C4"/>
    <w:rsid w:val="00E6572E"/>
    <w:rsid w:val="00E7218A"/>
    <w:rsid w:val="00E73A06"/>
    <w:rsid w:val="00E76EC5"/>
    <w:rsid w:val="00E84C3A"/>
    <w:rsid w:val="00E878EE"/>
    <w:rsid w:val="00EA6EC7"/>
    <w:rsid w:val="00EB104F"/>
    <w:rsid w:val="00EB46E5"/>
    <w:rsid w:val="00EC613E"/>
    <w:rsid w:val="00EC6D27"/>
    <w:rsid w:val="00ED0703"/>
    <w:rsid w:val="00ED14BD"/>
    <w:rsid w:val="00EF1373"/>
    <w:rsid w:val="00F0110B"/>
    <w:rsid w:val="00F016C7"/>
    <w:rsid w:val="00F06060"/>
    <w:rsid w:val="00F07247"/>
    <w:rsid w:val="00F12DEC"/>
    <w:rsid w:val="00F1715C"/>
    <w:rsid w:val="00F20D10"/>
    <w:rsid w:val="00F232E7"/>
    <w:rsid w:val="00F25725"/>
    <w:rsid w:val="00F26CCD"/>
    <w:rsid w:val="00F310F8"/>
    <w:rsid w:val="00F35939"/>
    <w:rsid w:val="00F45607"/>
    <w:rsid w:val="00F4722B"/>
    <w:rsid w:val="00F54432"/>
    <w:rsid w:val="00F60DF5"/>
    <w:rsid w:val="00F659EB"/>
    <w:rsid w:val="00F66312"/>
    <w:rsid w:val="00F705D1"/>
    <w:rsid w:val="00F752C4"/>
    <w:rsid w:val="00F83AE6"/>
    <w:rsid w:val="00F84891"/>
    <w:rsid w:val="00F86BA6"/>
    <w:rsid w:val="00F8788B"/>
    <w:rsid w:val="00FB5DE8"/>
    <w:rsid w:val="00FB6342"/>
    <w:rsid w:val="00FC6389"/>
    <w:rsid w:val="00FE5F22"/>
    <w:rsid w:val="00FE6AEC"/>
    <w:rsid w:val="00FF2BC3"/>
    <w:rsid w:val="00FF2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70A10B1"/>
  <w14:defaultImageDpi w14:val="32767"/>
  <w15:chartTrackingRefBased/>
  <w15:docId w15:val="{4B97EBDD-3C68-4579-B390-A93D59801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5204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customStyle="1" w:styleId="Zvraznn">
    <w:name w:val="Zvýraznění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36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93566"/>
    <w:pPr>
      <w:numPr>
        <w:ilvl w:val="2"/>
        <w:numId w:val="36"/>
      </w:numPr>
      <w:spacing w:after="120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93566"/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3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34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27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</w:style>
  <w:style w:type="character" w:customStyle="1" w:styleId="Nadpis1-1Char">
    <w:name w:val="_Nadpis_1-1 Char"/>
    <w:link w:val="Nadpis1-1"/>
    <w:rsid w:val="00B93566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93566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B93566"/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31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93566"/>
    <w:pPr>
      <w:spacing w:after="120"/>
      <w:ind w:left="737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32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37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93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zdc.cz/o-nas/vnitrni-predpisy-szdc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www.tudc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BAE761-B419-46FB-92B5-997B494DB880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63185B5-0460-4B21-B8AA-AC7CC5B64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34C61F6-1E45-430A-BC2B-CC8BC3108B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ZTP_R_VZOR_190904-B.dotx</Template>
  <TotalTime>11</TotalTime>
  <Pages>13</Pages>
  <Words>4614</Words>
  <Characters>27227</Characters>
  <Application>Microsoft Office Word</Application>
  <DocSecurity>0</DocSecurity>
  <Lines>226</Lines>
  <Paragraphs>63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31778</CharactersWithSpaces>
  <SharedDoc>false</SharedDoc>
  <HLinks>
    <vt:vector size="228" baseType="variant">
      <vt:variant>
        <vt:i4>3538996</vt:i4>
      </vt:variant>
      <vt:variant>
        <vt:i4>219</vt:i4>
      </vt:variant>
      <vt:variant>
        <vt:i4>0</vt:i4>
      </vt:variant>
      <vt:variant>
        <vt:i4>5</vt:i4>
      </vt:variant>
      <vt:variant>
        <vt:lpwstr>https://www.szdc.cz/o-nas/vnitrni-predpisy-szdc</vt:lpwstr>
      </vt:variant>
      <vt:variant>
        <vt:lpwstr/>
      </vt:variant>
      <vt:variant>
        <vt:i4>1179652</vt:i4>
      </vt:variant>
      <vt:variant>
        <vt:i4>216</vt:i4>
      </vt:variant>
      <vt:variant>
        <vt:i4>0</vt:i4>
      </vt:variant>
      <vt:variant>
        <vt:i4>5</vt:i4>
      </vt:variant>
      <vt:variant>
        <vt:lpwstr>https://www.tudc.cz/</vt:lpwstr>
      </vt:variant>
      <vt:variant>
        <vt:lpwstr/>
      </vt:variant>
      <vt:variant>
        <vt:i4>720905</vt:i4>
      </vt:variant>
      <vt:variant>
        <vt:i4>213</vt:i4>
      </vt:variant>
      <vt:variant>
        <vt:i4>0</vt:i4>
      </vt:variant>
      <vt:variant>
        <vt:i4>5</vt:i4>
      </vt:variant>
      <vt:variant>
        <vt:lpwstr>https://www.buildary.online/cs/moduly/elektronicky-stavebni-denik</vt:lpwstr>
      </vt:variant>
      <vt:variant>
        <vt:lpwstr/>
      </vt:variant>
      <vt:variant>
        <vt:i4>1638449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_Toc21501976</vt:lpwstr>
      </vt:variant>
      <vt:variant>
        <vt:i4>1703985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_Toc21501975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_Toc21501974</vt:lpwstr>
      </vt:variant>
      <vt:variant>
        <vt:i4>1835057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_Toc21501973</vt:lpwstr>
      </vt:variant>
      <vt:variant>
        <vt:i4>1900593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_Toc21501972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_Toc21501971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_Toc21501970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_Toc21501969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_Toc21501968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_Toc21501967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_Toc21501966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_Toc21501965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_Toc21501964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_Toc21501963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_Toc21501962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_Toc21501961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_Toc21501960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_Toc21501959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_Toc21501958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_Toc21501957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_Toc21501956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_Toc21501955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_Toc21501954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_Toc21501953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_Toc21501952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_Toc21501951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_Toc21501950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_Toc21501949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_Toc21501948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_Toc21501947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_Toc21501946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_Toc21501945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_Toc21501944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_Toc21501943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_Toc21501942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subject/>
  <dc:creator>Šíp Libor, Ing.</dc:creator>
  <cp:keywords/>
  <cp:lastModifiedBy>Sečkařová Andrea</cp:lastModifiedBy>
  <cp:revision>8</cp:revision>
  <cp:lastPrinted>2019-03-07T15:42:00Z</cp:lastPrinted>
  <dcterms:created xsi:type="dcterms:W3CDTF">2021-08-31T10:37:00Z</dcterms:created>
  <dcterms:modified xsi:type="dcterms:W3CDTF">2021-09-15T07:14:00Z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